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bookmarkStart w:id="0" w:name="_GoBack"/>
      <w:bookmarkEnd w:id="0"/>
      <w:r w:rsidRPr="006013CA">
        <w:rPr>
          <w:rFonts w:cs="Tahoma"/>
          <w:b/>
          <w:color w:val="auto"/>
        </w:rPr>
        <w:t>Fiche apprenant</w:t>
      </w:r>
    </w:p>
    <w:p w:rsidR="005C07D4" w:rsidRPr="00EE0749" w:rsidRDefault="00AC6F22" w:rsidP="00AC6F22">
      <w:pPr>
        <w:pStyle w:val="TitreemissionOK"/>
        <w:spacing w:line="276" w:lineRule="auto"/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Hams</w:t>
      </w:r>
      <w:proofErr w:type="spellEnd"/>
      <w:r w:rsidR="005C07D4" w:rsidRPr="00EE0749">
        <w:rPr>
          <w:rFonts w:cs="Tahoma"/>
          <w:sz w:val="28"/>
          <w:szCs w:val="28"/>
        </w:rPr>
        <w:t xml:space="preserve"> : </w:t>
      </w:r>
      <w:r>
        <w:rPr>
          <w:rFonts w:cs="Tahoma"/>
          <w:sz w:val="28"/>
          <w:szCs w:val="28"/>
        </w:rPr>
        <w:t>Dans la peau</w:t>
      </w:r>
    </w:p>
    <w:p w:rsidR="005C07D4" w:rsidRDefault="005C07D4" w:rsidP="00EE0749">
      <w:pPr>
        <w:pStyle w:val="textes"/>
        <w:spacing w:line="276" w:lineRule="auto"/>
        <w:jc w:val="both"/>
        <w:rPr>
          <w:rFonts w:cs="Tahoma"/>
          <w:b/>
          <w:bCs/>
          <w:szCs w:val="22"/>
        </w:rPr>
      </w:pPr>
    </w:p>
    <w:p w:rsidR="006013CA" w:rsidRDefault="006013CA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8C5080" w:rsidRDefault="009F096D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Au creux de l’oreille</w:t>
      </w:r>
    </w:p>
    <w:p w:rsidR="006713FA" w:rsidRDefault="008C5080" w:rsidP="006713FA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1</w:t>
      </w:r>
      <w:r>
        <w:rPr>
          <w:rFonts w:cs="Tahoma"/>
        </w:rPr>
        <w:t> :</w:t>
      </w:r>
      <w:r w:rsidR="006713FA">
        <w:rPr>
          <w:rFonts w:cs="Tahoma"/>
        </w:rPr>
        <w:t xml:space="preserve"> </w:t>
      </w:r>
      <w:r w:rsidR="008A246F">
        <w:rPr>
          <w:rFonts w:cs="Tahoma"/>
        </w:rPr>
        <w:t>associez les éléments de la colonne de gauche avec ceux de la colonne de droite.</w:t>
      </w:r>
    </w:p>
    <w:p w:rsidR="008A246F" w:rsidRDefault="008A246F" w:rsidP="006713FA">
      <w:pPr>
        <w:pStyle w:val="textes"/>
        <w:spacing w:line="276" w:lineRule="auto"/>
        <w:jc w:val="both"/>
        <w:rPr>
          <w:rFonts w:cs="Tahoma"/>
        </w:rPr>
      </w:pPr>
    </w:p>
    <w:tbl>
      <w:tblPr>
        <w:tblpPr w:leftFromText="141" w:rightFromText="141" w:vertAnchor="text" w:horzAnchor="margin" w:tblpXSpec="center" w:tblpY="9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844"/>
        <w:gridCol w:w="709"/>
        <w:gridCol w:w="1701"/>
      </w:tblGrid>
      <w:tr w:rsidR="006B32A9" w:rsidTr="003E3E96">
        <w:tc>
          <w:tcPr>
            <w:tcW w:w="1494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  <w:bCs/>
              </w:rPr>
              <w:t xml:space="preserve">J’tai dans </w:t>
            </w:r>
          </w:p>
        </w:tc>
        <w:tc>
          <w:tcPr>
            <w:tcW w:w="844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709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1701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texto</w:t>
            </w:r>
          </w:p>
        </w:tc>
      </w:tr>
      <w:tr w:rsidR="006B32A9" w:rsidTr="003E3E96">
        <w:tc>
          <w:tcPr>
            <w:tcW w:w="1494" w:type="dxa"/>
          </w:tcPr>
          <w:p w:rsidR="006B32A9" w:rsidRDefault="006B32A9" w:rsidP="003C0013">
            <w:pPr>
              <w:pStyle w:val="Corpsdetexte"/>
              <w:spacing w:line="276" w:lineRule="auto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Cs/>
                <w:sz w:val="22"/>
              </w:rPr>
              <w:t xml:space="preserve">Plus que </w:t>
            </w:r>
          </w:p>
        </w:tc>
        <w:tc>
          <w:tcPr>
            <w:tcW w:w="844" w:type="dxa"/>
          </w:tcPr>
          <w:p w:rsidR="006B32A9" w:rsidRDefault="006B32A9" w:rsidP="008F1EFA">
            <w:pPr>
              <w:pStyle w:val="Corpsdetexte"/>
              <w:spacing w:line="276" w:lineRule="auto"/>
              <w:jc w:val="center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Cs/>
                <w:sz w:val="22"/>
              </w:rPr>
              <w:sym w:font="Symbol" w:char="F0B7"/>
            </w:r>
          </w:p>
        </w:tc>
        <w:tc>
          <w:tcPr>
            <w:tcW w:w="709" w:type="dxa"/>
          </w:tcPr>
          <w:p w:rsidR="006B32A9" w:rsidRDefault="006B32A9" w:rsidP="008F1EFA">
            <w:pPr>
              <w:pStyle w:val="Corpsdetexte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1701" w:type="dxa"/>
          </w:tcPr>
          <w:p w:rsidR="006B32A9" w:rsidRDefault="006B32A9" w:rsidP="006B32A9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il me faut</w:t>
            </w:r>
          </w:p>
        </w:tc>
      </w:tr>
      <w:tr w:rsidR="006B32A9" w:rsidTr="003E3E96">
        <w:tc>
          <w:tcPr>
            <w:tcW w:w="1494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J’te l’dis </w:t>
            </w:r>
          </w:p>
        </w:tc>
        <w:tc>
          <w:tcPr>
            <w:tcW w:w="844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709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1701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  <w:bCs/>
              </w:rPr>
              <w:t>la peau</w:t>
            </w:r>
          </w:p>
        </w:tc>
      </w:tr>
      <w:tr w:rsidR="006B32A9" w:rsidTr="003E3E96">
        <w:tc>
          <w:tcPr>
            <w:tcW w:w="1494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Et le crie fort </w:t>
            </w:r>
          </w:p>
        </w:tc>
        <w:tc>
          <w:tcPr>
            <w:tcW w:w="844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709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1701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il ne faut</w:t>
            </w:r>
          </w:p>
        </w:tc>
      </w:tr>
      <w:tr w:rsidR="006B32A9" w:rsidTr="003E3E96">
        <w:tc>
          <w:tcPr>
            <w:tcW w:w="1494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Plus qu’</w:t>
            </w:r>
          </w:p>
        </w:tc>
        <w:tc>
          <w:tcPr>
            <w:tcW w:w="844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709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1701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et haut</w:t>
            </w:r>
          </w:p>
        </w:tc>
      </w:tr>
      <w:tr w:rsidR="006B32A9" w:rsidTr="003E3E96">
        <w:tc>
          <w:tcPr>
            <w:tcW w:w="1494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T’es c’qu’</w:t>
            </w:r>
          </w:p>
        </w:tc>
        <w:tc>
          <w:tcPr>
            <w:tcW w:w="844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709" w:type="dxa"/>
          </w:tcPr>
          <w:p w:rsidR="006B32A9" w:rsidRDefault="006B32A9" w:rsidP="008F1EFA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1701" w:type="dxa"/>
          </w:tcPr>
          <w:p w:rsidR="006B32A9" w:rsidRDefault="006B32A9" w:rsidP="003C0013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  <w:bCs/>
              </w:rPr>
              <w:t>mes maux</w:t>
            </w:r>
          </w:p>
        </w:tc>
      </w:tr>
    </w:tbl>
    <w:p w:rsidR="008C5080" w:rsidRDefault="008C5080" w:rsidP="00EE0749">
      <w:pPr>
        <w:pStyle w:val="textes"/>
        <w:spacing w:line="276" w:lineRule="auto"/>
        <w:jc w:val="both"/>
        <w:rPr>
          <w:rFonts w:cs="Tahoma"/>
          <w:color w:val="3366FF"/>
          <w:sz w:val="20"/>
        </w:rPr>
      </w:pPr>
    </w:p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</w:p>
    <w:p w:rsidR="003C0013" w:rsidRDefault="003C0013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3C0013" w:rsidRDefault="003C0013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3C0013" w:rsidRDefault="003C0013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3C0013" w:rsidRDefault="003C0013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A1703C" w:rsidRDefault="00A1703C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A1703C" w:rsidRDefault="00A1703C" w:rsidP="00EE0749">
      <w:pPr>
        <w:pStyle w:val="textes"/>
        <w:spacing w:line="276" w:lineRule="auto"/>
        <w:jc w:val="both"/>
        <w:rPr>
          <w:rFonts w:cs="Tahoma"/>
          <w:szCs w:val="18"/>
        </w:rPr>
      </w:pPr>
      <w:r w:rsidRPr="00A1703C">
        <w:rPr>
          <w:rFonts w:cs="Tahoma"/>
          <w:szCs w:val="18"/>
        </w:rPr>
        <w:t>Son commun à tous ces mots : [</w:t>
      </w:r>
      <w:r w:rsidRPr="00A1703C">
        <w:rPr>
          <w:rFonts w:cs="Tahoma"/>
          <w:szCs w:val="18"/>
        </w:rPr>
        <w:tab/>
        <w:t>]</w:t>
      </w:r>
    </w:p>
    <w:p w:rsidR="008A246F" w:rsidRDefault="008A246F" w:rsidP="00F35FBF">
      <w:pPr>
        <w:pStyle w:val="textes"/>
        <w:spacing w:line="276" w:lineRule="auto"/>
        <w:jc w:val="both"/>
        <w:rPr>
          <w:rFonts w:cs="Tahoma"/>
          <w:szCs w:val="18"/>
        </w:rPr>
      </w:pPr>
    </w:p>
    <w:p w:rsidR="003C0013" w:rsidRDefault="007425E7" w:rsidP="00F35FBF">
      <w:pPr>
        <w:pStyle w:val="textes"/>
        <w:spacing w:line="276" w:lineRule="auto"/>
        <w:jc w:val="both"/>
        <w:rPr>
          <w:rFonts w:cs="Tahoma"/>
          <w:szCs w:val="18"/>
        </w:rPr>
      </w:pPr>
      <w:r>
        <w:rPr>
          <w:rFonts w:cs="Tahoma"/>
          <w:szCs w:val="18"/>
        </w:rPr>
        <w:t>Orthographes possibles : -_</w:t>
      </w:r>
      <w:r w:rsidR="00F65484">
        <w:rPr>
          <w:rFonts w:cs="Tahoma"/>
          <w:szCs w:val="18"/>
        </w:rPr>
        <w:t>_,</w:t>
      </w:r>
      <w:r>
        <w:rPr>
          <w:rFonts w:cs="Tahoma"/>
          <w:szCs w:val="18"/>
        </w:rPr>
        <w:t xml:space="preserve"> -_</w:t>
      </w:r>
      <w:r w:rsidR="00F65484">
        <w:rPr>
          <w:rFonts w:cs="Tahoma"/>
          <w:szCs w:val="18"/>
        </w:rPr>
        <w:t>_,</w:t>
      </w:r>
      <w:r>
        <w:rPr>
          <w:rFonts w:cs="Tahoma"/>
          <w:szCs w:val="18"/>
        </w:rPr>
        <w:t xml:space="preserve"> -_</w:t>
      </w:r>
      <w:r w:rsidR="00F65484">
        <w:rPr>
          <w:rFonts w:cs="Tahoma"/>
          <w:szCs w:val="18"/>
        </w:rPr>
        <w:t>_.</w:t>
      </w:r>
    </w:p>
    <w:p w:rsidR="00F35FBF" w:rsidRDefault="00F35FBF" w:rsidP="00F35FBF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8C5080" w:rsidRDefault="002C149E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Des goûts et des couleurs</w:t>
      </w:r>
    </w:p>
    <w:p w:rsidR="008C5080" w:rsidRDefault="008C5080" w:rsidP="00415F3C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2</w:t>
      </w:r>
      <w:r>
        <w:rPr>
          <w:rFonts w:cs="Tahoma"/>
        </w:rPr>
        <w:t> :</w:t>
      </w:r>
      <w:r w:rsidR="006167BC">
        <w:rPr>
          <w:rFonts w:cs="Tahoma"/>
        </w:rPr>
        <w:t xml:space="preserve"> </w:t>
      </w:r>
      <w:r w:rsidR="00EA53C8">
        <w:rPr>
          <w:rFonts w:cs="Tahoma"/>
        </w:rPr>
        <w:t>d</w:t>
      </w:r>
      <w:r w:rsidR="004F4A70">
        <w:rPr>
          <w:rFonts w:cs="Tahoma"/>
        </w:rPr>
        <w:t xml:space="preserve">essinez </w:t>
      </w:r>
      <w:r w:rsidR="003054E1">
        <w:rPr>
          <w:rFonts w:cs="Tahoma"/>
        </w:rPr>
        <w:t>les</w:t>
      </w:r>
      <w:r w:rsidR="004F4A70">
        <w:rPr>
          <w:rFonts w:cs="Tahoma"/>
        </w:rPr>
        <w:t xml:space="preserve"> trois </w:t>
      </w:r>
      <w:r w:rsidR="00EA53C8">
        <w:rPr>
          <w:rFonts w:cs="Tahoma"/>
        </w:rPr>
        <w:t>moments</w:t>
      </w:r>
      <w:r w:rsidR="004F4A70">
        <w:rPr>
          <w:rFonts w:cs="Tahoma"/>
        </w:rPr>
        <w:t xml:space="preserve"> </w:t>
      </w:r>
      <w:r w:rsidR="00415F3C">
        <w:rPr>
          <w:rFonts w:cs="Tahoma"/>
        </w:rPr>
        <w:t xml:space="preserve">les plus drôles </w:t>
      </w:r>
      <w:r w:rsidR="004F4A70">
        <w:rPr>
          <w:rFonts w:cs="Tahoma"/>
        </w:rPr>
        <w:t>sur le podium ci-dessous en fonction de vos préférences.</w:t>
      </w:r>
      <w:r w:rsidR="009679C3">
        <w:rPr>
          <w:rFonts w:cs="Tahoma"/>
        </w:rPr>
        <w:t xml:space="preserve"> </w:t>
      </w:r>
      <w:r w:rsidR="009679C3" w:rsidRPr="009679C3">
        <w:rPr>
          <w:rFonts w:cs="Tahoma"/>
          <w:sz w:val="32"/>
          <w:szCs w:val="28"/>
        </w:rPr>
        <w:sym w:font="Wingdings" w:char="F021"/>
      </w:r>
    </w:p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</w:p>
    <w:p w:rsidR="002C149E" w:rsidRDefault="00D819C7" w:rsidP="000316F5">
      <w:pPr>
        <w:pStyle w:val="textes"/>
        <w:spacing w:line="276" w:lineRule="auto"/>
        <w:jc w:val="center"/>
        <w:rPr>
          <w:rFonts w:cs="Tahoma"/>
        </w:rPr>
      </w:pPr>
      <w:r>
        <w:rPr>
          <w:rFonts w:cs="Tahoma"/>
          <w:noProof/>
          <w:sz w:val="32"/>
          <w:szCs w:val="28"/>
        </w:rPr>
        <w:drawing>
          <wp:anchor distT="0" distB="0" distL="114300" distR="114300" simplePos="0" relativeHeight="251658240" behindDoc="1" locked="0" layoutInCell="1" allowOverlap="1" wp14:anchorId="018F4DAD" wp14:editId="71A3A4EF">
            <wp:simplePos x="0" y="0"/>
            <wp:positionH relativeFrom="column">
              <wp:posOffset>1666240</wp:posOffset>
            </wp:positionH>
            <wp:positionV relativeFrom="paragraph">
              <wp:posOffset>1220470</wp:posOffset>
            </wp:positionV>
            <wp:extent cx="3308350" cy="2327051"/>
            <wp:effectExtent l="0" t="0" r="6350" b="0"/>
            <wp:wrapNone/>
            <wp:docPr id="4" name="Image 4" descr="C:\Users\msalgues\AppData\Local\Microsoft\Windows\Temporary Internet Files\Content.IE5\3Z5CL6TA\1024px-Podium_231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salgues\AppData\Local\Microsoft\Windows\Temporary Internet Files\Content.IE5\3Z5CL6TA\1024px-Podium_231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0" cy="2327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C149E">
      <w:headerReference w:type="default" r:id="rId9"/>
      <w:footerReference w:type="default" r:id="rId10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94F" w:rsidRDefault="0000794F" w:rsidP="008C5080">
      <w:pPr>
        <w:pStyle w:val="TitreemissionOK"/>
      </w:pPr>
      <w:r>
        <w:separator/>
      </w:r>
    </w:p>
  </w:endnote>
  <w:endnote w:type="continuationSeparator" w:id="0">
    <w:p w:rsidR="0000794F" w:rsidRDefault="0000794F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D819C7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D819C7">
            <w:rPr>
              <w:rFonts w:ascii="Tahoma" w:hAnsi="Tahoma"/>
              <w:sz w:val="18"/>
            </w:rPr>
            <w:t xml:space="preserve">Marie </w:t>
          </w:r>
          <w:proofErr w:type="spellStart"/>
          <w:r w:rsidR="00D819C7">
            <w:rPr>
              <w:rFonts w:ascii="Tahoma" w:hAnsi="Tahoma"/>
              <w:sz w:val="18"/>
            </w:rPr>
            <w:t>Salgues</w:t>
          </w:r>
          <w:proofErr w:type="spellEnd"/>
        </w:p>
        <w:p w:rsidR="007A2E31" w:rsidRDefault="006A1CEF" w:rsidP="00D819C7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="00D819C7">
            <w:rPr>
              <w:rFonts w:ascii="Tahoma" w:hAnsi="Tahoma"/>
              <w:sz w:val="18"/>
            </w:rPr>
            <w:t>oc</w:t>
          </w:r>
          <w:r w:rsidR="00862BB5">
            <w:rPr>
              <w:rFonts w:ascii="Tahoma" w:hAnsi="Tahoma"/>
              <w:sz w:val="18"/>
            </w:rPr>
            <w:t>t</w:t>
          </w:r>
          <w:r w:rsidR="00D819C7">
            <w:rPr>
              <w:rFonts w:ascii="Tahoma" w:hAnsi="Tahoma"/>
              <w:sz w:val="18"/>
            </w:rPr>
            <w:t>obre 2015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Default="00D819C7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>Dans la peau</w:t>
          </w:r>
          <w:r w:rsidR="007A2E31">
            <w:rPr>
              <w:rFonts w:ascii="Tahoma" w:hAnsi="Tahoma"/>
              <w:sz w:val="18"/>
            </w:rPr>
            <w:t xml:space="preserve"> 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2A1C9A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  <w:r w:rsidR="007A2E31">
            <w:rPr>
              <w:rStyle w:val="Numrodepage"/>
              <w:rFonts w:ascii="Tahoma" w:hAnsi="Tahoma"/>
              <w:sz w:val="18"/>
            </w:rPr>
            <w:t>/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2A1C9A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7A2E31" w:rsidRDefault="007A2E31" w:rsidP="00D819C7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 : </w:t>
          </w:r>
          <w:r w:rsidR="00D819C7">
            <w:rPr>
              <w:rStyle w:val="Numrodepage"/>
              <w:rFonts w:ascii="Tahoma" w:hAnsi="Tahoma"/>
              <w:sz w:val="18"/>
            </w:rPr>
            <w:t>A2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94F" w:rsidRDefault="0000794F" w:rsidP="008C5080">
      <w:pPr>
        <w:pStyle w:val="TitreemissionOK"/>
      </w:pPr>
      <w:r>
        <w:separator/>
      </w:r>
    </w:p>
  </w:footnote>
  <w:footnote w:type="continuationSeparator" w:id="0">
    <w:p w:rsidR="0000794F" w:rsidRDefault="0000794F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15BF8DDA" wp14:editId="70B1AC33">
          <wp:extent cx="6362700" cy="676275"/>
          <wp:effectExtent l="0" t="0" r="0" b="0"/>
          <wp:docPr id="2" name="Image 2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0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F22"/>
    <w:rsid w:val="0000794F"/>
    <w:rsid w:val="000316F5"/>
    <w:rsid w:val="0009363C"/>
    <w:rsid w:val="00101204"/>
    <w:rsid w:val="00201CC4"/>
    <w:rsid w:val="00292AD0"/>
    <w:rsid w:val="00297B75"/>
    <w:rsid w:val="002A14C3"/>
    <w:rsid w:val="002A1C9A"/>
    <w:rsid w:val="002C149E"/>
    <w:rsid w:val="0030279C"/>
    <w:rsid w:val="003054E1"/>
    <w:rsid w:val="00306E30"/>
    <w:rsid w:val="003C0013"/>
    <w:rsid w:val="003E3E96"/>
    <w:rsid w:val="00415F3C"/>
    <w:rsid w:val="004B4626"/>
    <w:rsid w:val="004C7422"/>
    <w:rsid w:val="004F328F"/>
    <w:rsid w:val="004F4A70"/>
    <w:rsid w:val="00540CDD"/>
    <w:rsid w:val="00594EE0"/>
    <w:rsid w:val="005C07D4"/>
    <w:rsid w:val="005D6B7C"/>
    <w:rsid w:val="006013CA"/>
    <w:rsid w:val="006167BC"/>
    <w:rsid w:val="00650ECE"/>
    <w:rsid w:val="006607B6"/>
    <w:rsid w:val="006713FA"/>
    <w:rsid w:val="00695EE1"/>
    <w:rsid w:val="006A1CEF"/>
    <w:rsid w:val="006A69EE"/>
    <w:rsid w:val="006B32A9"/>
    <w:rsid w:val="00741272"/>
    <w:rsid w:val="007425E7"/>
    <w:rsid w:val="00751E8D"/>
    <w:rsid w:val="007A2E31"/>
    <w:rsid w:val="00811098"/>
    <w:rsid w:val="008524B4"/>
    <w:rsid w:val="00862BB5"/>
    <w:rsid w:val="00882753"/>
    <w:rsid w:val="008A246F"/>
    <w:rsid w:val="008C5080"/>
    <w:rsid w:val="008E6BF3"/>
    <w:rsid w:val="008F1EFA"/>
    <w:rsid w:val="008F3791"/>
    <w:rsid w:val="00921E37"/>
    <w:rsid w:val="0092339A"/>
    <w:rsid w:val="009679C3"/>
    <w:rsid w:val="009739AA"/>
    <w:rsid w:val="009830F8"/>
    <w:rsid w:val="009A5C74"/>
    <w:rsid w:val="009C6FF7"/>
    <w:rsid w:val="009F096D"/>
    <w:rsid w:val="00A11B71"/>
    <w:rsid w:val="00A1703C"/>
    <w:rsid w:val="00AC6F22"/>
    <w:rsid w:val="00B0019D"/>
    <w:rsid w:val="00B35D08"/>
    <w:rsid w:val="00C02DC6"/>
    <w:rsid w:val="00CE6254"/>
    <w:rsid w:val="00CF6000"/>
    <w:rsid w:val="00D03613"/>
    <w:rsid w:val="00D213F9"/>
    <w:rsid w:val="00D43A3E"/>
    <w:rsid w:val="00D819C7"/>
    <w:rsid w:val="00E17F5E"/>
    <w:rsid w:val="00E4194C"/>
    <w:rsid w:val="00EA53C8"/>
    <w:rsid w:val="00EB5849"/>
    <w:rsid w:val="00EE0749"/>
    <w:rsid w:val="00F12011"/>
    <w:rsid w:val="00F35FBF"/>
    <w:rsid w:val="00F65484"/>
    <w:rsid w:val="00F77E00"/>
    <w:rsid w:val="00F9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ansons%20+CLIPS\PDC-Dans_la-peau_app_A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PDC-Dans_la-peau_app_A2.dotx</Template>
  <TotalTime>132</TotalTime>
  <Pages>1</Pages>
  <Words>96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534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Marie SALGUES</dc:creator>
  <cp:lastModifiedBy>Paulette TROMBETTA</cp:lastModifiedBy>
  <cp:revision>9</cp:revision>
  <cp:lastPrinted>2015-09-30T07:28:00Z</cp:lastPrinted>
  <dcterms:created xsi:type="dcterms:W3CDTF">2015-07-30T12:37:00Z</dcterms:created>
  <dcterms:modified xsi:type="dcterms:W3CDTF">2015-09-30T07:29:00Z</dcterms:modified>
</cp:coreProperties>
</file>