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080" w:rsidRPr="006013CA" w:rsidRDefault="006013CA" w:rsidP="00EE0749">
      <w:pPr>
        <w:pStyle w:val="textes"/>
        <w:spacing w:line="276" w:lineRule="auto"/>
        <w:jc w:val="right"/>
        <w:rPr>
          <w:rFonts w:cs="Tahoma"/>
          <w:b/>
          <w:color w:val="auto"/>
        </w:rPr>
      </w:pPr>
      <w:r w:rsidRPr="006013CA">
        <w:rPr>
          <w:rFonts w:cs="Tahoma"/>
          <w:b/>
          <w:color w:val="auto"/>
        </w:rPr>
        <w:t>Fiche apprenant</w:t>
      </w:r>
    </w:p>
    <w:p w:rsidR="005C07D4" w:rsidRPr="00EE0749" w:rsidRDefault="00CF3999" w:rsidP="00EE0749">
      <w:pPr>
        <w:pStyle w:val="TitreemissionOK"/>
        <w:spacing w:line="276" w:lineRule="auto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John Mam</w:t>
      </w:r>
      <w:r w:rsidR="00EA4586">
        <w:rPr>
          <w:rFonts w:cs="Tahoma"/>
          <w:sz w:val="28"/>
          <w:szCs w:val="28"/>
        </w:rPr>
        <w:t>an</w:t>
      </w:r>
      <w:r>
        <w:rPr>
          <w:rFonts w:cs="Tahoma"/>
          <w:sz w:val="28"/>
          <w:szCs w:val="28"/>
        </w:rPr>
        <w:t>n</w:t>
      </w:r>
      <w:bookmarkStart w:id="0" w:name="_GoBack"/>
      <w:bookmarkEnd w:id="0"/>
      <w:r w:rsidR="005C07D4" w:rsidRPr="00EE0749">
        <w:rPr>
          <w:rFonts w:cs="Tahoma"/>
          <w:sz w:val="28"/>
          <w:szCs w:val="28"/>
        </w:rPr>
        <w:t xml:space="preserve"> : </w:t>
      </w:r>
      <w:r w:rsidR="00EA4586">
        <w:rPr>
          <w:rFonts w:cs="Tahoma"/>
          <w:sz w:val="28"/>
          <w:szCs w:val="28"/>
        </w:rPr>
        <w:t>Laissons-les rêver</w:t>
      </w:r>
    </w:p>
    <w:p w:rsidR="006013CA" w:rsidRDefault="006013CA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</w:p>
    <w:p w:rsidR="00EA4586" w:rsidRDefault="00EA4586" w:rsidP="00EA4586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  <w:r>
        <w:rPr>
          <w:rFonts w:cs="Tahoma"/>
          <w:b/>
          <w:bCs/>
          <w:sz w:val="24"/>
        </w:rPr>
        <w:t>À vue d’œil</w:t>
      </w:r>
    </w:p>
    <w:p w:rsidR="00F771B9" w:rsidRDefault="00EA4586" w:rsidP="00EA4586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  <w:u w:val="single"/>
        </w:rPr>
        <w:t>Activité 1</w:t>
      </w:r>
      <w:r>
        <w:rPr>
          <w:rFonts w:cs="Tahoma"/>
        </w:rPr>
        <w:t> :</w:t>
      </w:r>
      <w:r w:rsidR="00CC029F">
        <w:rPr>
          <w:rFonts w:cs="Tahoma"/>
        </w:rPr>
        <w:t xml:space="preserve"> </w:t>
      </w:r>
      <w:r w:rsidR="00D31F7B">
        <w:rPr>
          <w:rFonts w:cs="Tahoma"/>
        </w:rPr>
        <w:t>r</w:t>
      </w:r>
      <w:r w:rsidR="00F771B9">
        <w:rPr>
          <w:rFonts w:cs="Tahoma"/>
        </w:rPr>
        <w:t>egarde ces vêt</w:t>
      </w:r>
      <w:r w:rsidR="002138D6">
        <w:rPr>
          <w:rFonts w:cs="Tahoma"/>
        </w:rPr>
        <w:t>ements</w:t>
      </w:r>
      <w:r w:rsidR="005A30B8">
        <w:rPr>
          <w:rFonts w:cs="Tahoma"/>
        </w:rPr>
        <w:t>. Entoure les vêtements des enfants que tu vois dans le clip.</w:t>
      </w:r>
    </w:p>
    <w:p w:rsidR="00F12112" w:rsidRDefault="00F12112" w:rsidP="00EA4586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3"/>
        <w:gridCol w:w="1776"/>
        <w:gridCol w:w="1413"/>
        <w:gridCol w:w="1843"/>
        <w:gridCol w:w="1744"/>
        <w:gridCol w:w="1836"/>
      </w:tblGrid>
      <w:tr w:rsidR="00CC029F" w:rsidTr="00CC029F">
        <w:tc>
          <w:tcPr>
            <w:tcW w:w="1633" w:type="dxa"/>
            <w:vAlign w:val="center"/>
          </w:tcPr>
          <w:p w:rsidR="00F12112" w:rsidRDefault="00F12112" w:rsidP="006B72A2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559EA80E" wp14:editId="42A20989">
                  <wp:extent cx="900000" cy="968336"/>
                  <wp:effectExtent l="0" t="0" r="0" b="3810"/>
                  <wp:docPr id="3" name="Image 3" descr="C:\Users\msalgues\AppData\Local\Microsoft\Windows\Temporary Internet Files\Content.IE5\5Z0AK0PK\MC90011345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salgues\AppData\Local\Microsoft\Windows\Temporary Internet Files\Content.IE5\5Z0AK0PK\MC90011345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968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6" w:type="dxa"/>
            <w:vAlign w:val="center"/>
          </w:tcPr>
          <w:p w:rsidR="00F12112" w:rsidRDefault="00F12112" w:rsidP="006B72A2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5D54AE8D" wp14:editId="14B932A3">
                  <wp:extent cx="990600" cy="923480"/>
                  <wp:effectExtent l="0" t="0" r="0" b="0"/>
                  <wp:docPr id="4" name="Image 4" descr="C:\Users\msalgues\AppData\Local\Microsoft\Windows\Temporary Internet Files\Content.IE5\5Z0AK0PK\MC90001360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salgues\AppData\Local\Microsoft\Windows\Temporary Internet Files\Content.IE5\5Z0AK0PK\MC90001360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4500" cy="927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3" w:type="dxa"/>
            <w:vAlign w:val="center"/>
          </w:tcPr>
          <w:p w:rsidR="00F12112" w:rsidRDefault="006B72A2" w:rsidP="006B72A2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1FD861C5" wp14:editId="4B2B9224">
                  <wp:extent cx="417600" cy="849600"/>
                  <wp:effectExtent l="0" t="0" r="1905" b="825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00" cy="84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F12112" w:rsidRDefault="006B72A2" w:rsidP="00EA4586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6192452B" wp14:editId="43747782">
                  <wp:extent cx="1033535" cy="914400"/>
                  <wp:effectExtent l="0" t="0" r="0" b="0"/>
                  <wp:docPr id="5" name="Image 5" descr="C:\Users\msalgues\AppData\Local\Microsoft\Windows\Temporary Internet Files\Content.IE5\133DRJXS\MC90011337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salgues\AppData\Local\Microsoft\Windows\Temporary Internet Files\Content.IE5\133DRJXS\MC90011337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7564" cy="91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:rsidR="00F12112" w:rsidRDefault="006B72A2" w:rsidP="00EA4586">
            <w:pPr>
              <w:pStyle w:val="textes"/>
              <w:spacing w:line="276" w:lineRule="auto"/>
              <w:jc w:val="both"/>
              <w:rPr>
                <w:rFonts w:cs="Tahoma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66199DDA" wp14:editId="7FC9960C">
                  <wp:extent cx="948807" cy="978769"/>
                  <wp:effectExtent l="0" t="0" r="3810" b="0"/>
                  <wp:docPr id="6" name="Image 6" descr="C:\Users\msalgues\AppData\Local\Microsoft\Windows\Temporary Internet Files\Content.IE5\M0K0DEGU\MC90031253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salgues\AppData\Local\Microsoft\Windows\Temporary Internet Files\Content.IE5\M0K0DEGU\MC90031253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807" cy="978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  <w:vAlign w:val="center"/>
          </w:tcPr>
          <w:p w:rsidR="00F12112" w:rsidRDefault="006B72A2" w:rsidP="006B72A2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738E531A" wp14:editId="3616F951">
                  <wp:extent cx="1019908" cy="828675"/>
                  <wp:effectExtent l="0" t="0" r="889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291" cy="828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029F" w:rsidTr="00CC029F">
        <w:tc>
          <w:tcPr>
            <w:tcW w:w="1633" w:type="dxa"/>
          </w:tcPr>
          <w:p w:rsidR="00F12112" w:rsidRDefault="00760148" w:rsidP="00760148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u</w:t>
            </w:r>
            <w:r w:rsidR="00F12112">
              <w:rPr>
                <w:rFonts w:cs="Tahoma"/>
              </w:rPr>
              <w:t xml:space="preserve">n </w:t>
            </w:r>
            <w:r>
              <w:rPr>
                <w:rFonts w:cs="Tahoma"/>
              </w:rPr>
              <w:t>tee-shirt</w:t>
            </w:r>
          </w:p>
        </w:tc>
        <w:tc>
          <w:tcPr>
            <w:tcW w:w="1776" w:type="dxa"/>
          </w:tcPr>
          <w:p w:rsidR="006B72A2" w:rsidRDefault="00F12112" w:rsidP="00760148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un short</w:t>
            </w:r>
            <w:r w:rsidR="001B286A">
              <w:rPr>
                <w:rFonts w:cs="Tahoma"/>
              </w:rPr>
              <w:t xml:space="preserve"> </w:t>
            </w:r>
            <w:r w:rsidR="006B72A2">
              <w:rPr>
                <w:rFonts w:cs="Tahoma"/>
              </w:rPr>
              <w:t xml:space="preserve"> </w:t>
            </w:r>
          </w:p>
          <w:p w:rsidR="00F12112" w:rsidRDefault="006B72A2" w:rsidP="00760148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un bermuda</w:t>
            </w:r>
          </w:p>
        </w:tc>
        <w:tc>
          <w:tcPr>
            <w:tcW w:w="1413" w:type="dxa"/>
          </w:tcPr>
          <w:p w:rsidR="00F12112" w:rsidRDefault="00CC029F" w:rsidP="00760148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un pantalon</w:t>
            </w:r>
          </w:p>
        </w:tc>
        <w:tc>
          <w:tcPr>
            <w:tcW w:w="1843" w:type="dxa"/>
          </w:tcPr>
          <w:p w:rsidR="00F12112" w:rsidRDefault="00CC029F" w:rsidP="00760148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u</w:t>
            </w:r>
            <w:r w:rsidR="006B72A2">
              <w:rPr>
                <w:rFonts w:cs="Tahoma"/>
              </w:rPr>
              <w:t>ne jupe</w:t>
            </w:r>
          </w:p>
        </w:tc>
        <w:tc>
          <w:tcPr>
            <w:tcW w:w="1744" w:type="dxa"/>
          </w:tcPr>
          <w:p w:rsidR="00F12112" w:rsidRDefault="00CC029F" w:rsidP="00760148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u</w:t>
            </w:r>
            <w:r w:rsidR="006B72A2">
              <w:rPr>
                <w:rFonts w:cs="Tahoma"/>
              </w:rPr>
              <w:t>ne chemise</w:t>
            </w:r>
          </w:p>
        </w:tc>
        <w:tc>
          <w:tcPr>
            <w:tcW w:w="1836" w:type="dxa"/>
          </w:tcPr>
          <w:p w:rsidR="00F12112" w:rsidRDefault="00CC029F" w:rsidP="00760148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u</w:t>
            </w:r>
            <w:r w:rsidR="006B72A2">
              <w:rPr>
                <w:rFonts w:cs="Tahoma"/>
              </w:rPr>
              <w:t xml:space="preserve">n </w:t>
            </w:r>
            <w:r>
              <w:rPr>
                <w:rFonts w:cs="Tahoma"/>
              </w:rPr>
              <w:t>pull</w:t>
            </w:r>
          </w:p>
          <w:p w:rsidR="00737579" w:rsidRDefault="00737579" w:rsidP="00760148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</w:tr>
    </w:tbl>
    <w:p w:rsidR="00C13BCB" w:rsidRDefault="00C13BCB" w:rsidP="00EE0749">
      <w:pPr>
        <w:pStyle w:val="textes"/>
        <w:spacing w:line="276" w:lineRule="auto"/>
        <w:jc w:val="both"/>
        <w:rPr>
          <w:rFonts w:cs="Tahoma"/>
          <w:bCs/>
        </w:rPr>
      </w:pPr>
    </w:p>
    <w:p w:rsidR="00EB6967" w:rsidRPr="00D02E75" w:rsidRDefault="001B286A" w:rsidP="00EE0749">
      <w:pPr>
        <w:pStyle w:val="textes"/>
        <w:spacing w:line="276" w:lineRule="auto"/>
        <w:jc w:val="both"/>
        <w:rPr>
          <w:rFonts w:cs="Tahoma"/>
          <w:bCs/>
        </w:rPr>
      </w:pPr>
      <w:r>
        <w:rPr>
          <w:rFonts w:cs="Tahoma"/>
          <w:bCs/>
        </w:rPr>
        <w:t>Les couleurs</w:t>
      </w:r>
    </w:p>
    <w:tbl>
      <w:tblPr>
        <w:tblStyle w:val="Grilledutableau"/>
        <w:tblW w:w="103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3"/>
        <w:gridCol w:w="1473"/>
        <w:gridCol w:w="1474"/>
        <w:gridCol w:w="1474"/>
        <w:gridCol w:w="1474"/>
        <w:gridCol w:w="1474"/>
        <w:gridCol w:w="1474"/>
      </w:tblGrid>
      <w:tr w:rsidR="00E64E02" w:rsidTr="00031E4B">
        <w:trPr>
          <w:trHeight w:val="724"/>
        </w:trPr>
        <w:tc>
          <w:tcPr>
            <w:tcW w:w="1473" w:type="dxa"/>
          </w:tcPr>
          <w:p w:rsidR="00E64E02" w:rsidRDefault="00155DA6" w:rsidP="00EE0749">
            <w:pPr>
              <w:pStyle w:val="textes"/>
              <w:spacing w:line="276" w:lineRule="auto"/>
              <w:jc w:val="both"/>
              <w:rPr>
                <w:rFonts w:cs="Tahoma"/>
                <w:b/>
                <w:bCs/>
                <w:sz w:val="24"/>
              </w:rPr>
            </w:pPr>
            <w:r>
              <w:rPr>
                <w:rFonts w:cs="Tahoma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257611" wp14:editId="142F2D17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46990</wp:posOffset>
                      </wp:positionV>
                      <wp:extent cx="514350" cy="371475"/>
                      <wp:effectExtent l="0" t="0" r="0" b="9525"/>
                      <wp:wrapNone/>
                      <wp:docPr id="24" name="Ellips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3714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4" o:spid="_x0000_s1026" style="position:absolute;margin-left:10.2pt;margin-top:3.7pt;width:40.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" fillcolor="yellow" stroked="f" strokeweight="2pt"/>
                  </w:pict>
                </mc:Fallback>
              </mc:AlternateContent>
            </w:r>
          </w:p>
        </w:tc>
        <w:tc>
          <w:tcPr>
            <w:tcW w:w="1473" w:type="dxa"/>
          </w:tcPr>
          <w:p w:rsidR="00E64E02" w:rsidRDefault="00155DA6" w:rsidP="00EE0749">
            <w:pPr>
              <w:pStyle w:val="textes"/>
              <w:spacing w:line="276" w:lineRule="auto"/>
              <w:jc w:val="both"/>
              <w:rPr>
                <w:rFonts w:cs="Tahoma"/>
                <w:b/>
                <w:bCs/>
                <w:sz w:val="24"/>
              </w:rPr>
            </w:pPr>
            <w:r>
              <w:rPr>
                <w:rFonts w:cs="Tahoma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E186B2" wp14:editId="16F95579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46990</wp:posOffset>
                      </wp:positionV>
                      <wp:extent cx="514350" cy="371475"/>
                      <wp:effectExtent l="0" t="0" r="0" b="9525"/>
                      <wp:wrapNone/>
                      <wp:docPr id="25" name="Ellips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3714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5" o:spid="_x0000_s1026" style="position:absolute;margin-left:9.3pt;margin-top:3.7pt;width:40.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" fillcolor="red" stroked="f" strokeweight="2pt"/>
                  </w:pict>
                </mc:Fallback>
              </mc:AlternateContent>
            </w:r>
          </w:p>
        </w:tc>
        <w:tc>
          <w:tcPr>
            <w:tcW w:w="1474" w:type="dxa"/>
          </w:tcPr>
          <w:p w:rsidR="00E64E02" w:rsidRDefault="00155DA6" w:rsidP="00EE0749">
            <w:pPr>
              <w:pStyle w:val="textes"/>
              <w:spacing w:line="276" w:lineRule="auto"/>
              <w:jc w:val="both"/>
              <w:rPr>
                <w:rFonts w:cs="Tahoma"/>
                <w:b/>
                <w:bCs/>
                <w:sz w:val="24"/>
              </w:rPr>
            </w:pPr>
            <w:r>
              <w:rPr>
                <w:rFonts w:cs="Tahoma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650D1B4" wp14:editId="1589E2ED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46990</wp:posOffset>
                      </wp:positionV>
                      <wp:extent cx="514350" cy="371475"/>
                      <wp:effectExtent l="0" t="0" r="0" b="9525"/>
                      <wp:wrapNone/>
                      <wp:docPr id="26" name="Ellips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3714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6" o:spid="_x0000_s1026" style="position:absolute;margin-left:9.9pt;margin-top:3.7pt;width:40.5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" fillcolor="#1f497d [3215]" stroked="f" strokeweight="2pt"/>
                  </w:pict>
                </mc:Fallback>
              </mc:AlternateContent>
            </w:r>
          </w:p>
        </w:tc>
        <w:tc>
          <w:tcPr>
            <w:tcW w:w="1474" w:type="dxa"/>
          </w:tcPr>
          <w:p w:rsidR="00E64E02" w:rsidRDefault="00155DA6" w:rsidP="00EE0749">
            <w:pPr>
              <w:pStyle w:val="textes"/>
              <w:spacing w:line="276" w:lineRule="auto"/>
              <w:jc w:val="both"/>
              <w:rPr>
                <w:rFonts w:cs="Tahoma"/>
                <w:b/>
                <w:bCs/>
                <w:sz w:val="24"/>
              </w:rPr>
            </w:pPr>
            <w:r>
              <w:rPr>
                <w:rFonts w:cs="Tahoma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5D34D60" wp14:editId="764C4D50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46990</wp:posOffset>
                      </wp:positionV>
                      <wp:extent cx="514350" cy="371475"/>
                      <wp:effectExtent l="0" t="0" r="0" b="9525"/>
                      <wp:wrapNone/>
                      <wp:docPr id="27" name="Ellips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3714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7" o:spid="_x0000_s1026" style="position:absolute;margin-left:7.45pt;margin-top:3.7pt;width:40.5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" fillcolor="#00b050" stroked="f" strokeweight="2pt"/>
                  </w:pict>
                </mc:Fallback>
              </mc:AlternateContent>
            </w:r>
          </w:p>
        </w:tc>
        <w:tc>
          <w:tcPr>
            <w:tcW w:w="1474" w:type="dxa"/>
          </w:tcPr>
          <w:p w:rsidR="00E64E02" w:rsidRDefault="00155DA6" w:rsidP="00EE0749">
            <w:pPr>
              <w:pStyle w:val="textes"/>
              <w:spacing w:line="276" w:lineRule="auto"/>
              <w:jc w:val="both"/>
              <w:rPr>
                <w:rFonts w:cs="Tahoma"/>
                <w:b/>
                <w:bCs/>
                <w:sz w:val="24"/>
              </w:rPr>
            </w:pPr>
            <w:r>
              <w:rPr>
                <w:rFonts w:cs="Tahoma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83EF66A" wp14:editId="52802031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46990</wp:posOffset>
                      </wp:positionV>
                      <wp:extent cx="514350" cy="371475"/>
                      <wp:effectExtent l="0" t="0" r="0" b="9525"/>
                      <wp:wrapNone/>
                      <wp:docPr id="28" name="Ellips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3714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8" o:spid="_x0000_s1026" style="position:absolute;margin-left:8.75pt;margin-top:3.7pt;width:40.5pt;height:2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" fillcolor="black [3213]" stroked="f" strokeweight="2pt"/>
                  </w:pict>
                </mc:Fallback>
              </mc:AlternateContent>
            </w:r>
          </w:p>
        </w:tc>
        <w:tc>
          <w:tcPr>
            <w:tcW w:w="1474" w:type="dxa"/>
          </w:tcPr>
          <w:p w:rsidR="00E64E02" w:rsidRDefault="00155DA6" w:rsidP="00EE0749">
            <w:pPr>
              <w:pStyle w:val="textes"/>
              <w:spacing w:line="276" w:lineRule="auto"/>
              <w:jc w:val="both"/>
              <w:rPr>
                <w:rFonts w:cs="Tahoma"/>
                <w:b/>
                <w:bCs/>
                <w:sz w:val="24"/>
              </w:rPr>
            </w:pPr>
            <w:r>
              <w:rPr>
                <w:rFonts w:cs="Tahoma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85FCFEB" wp14:editId="2EB8353A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46990</wp:posOffset>
                      </wp:positionV>
                      <wp:extent cx="514350" cy="371475"/>
                      <wp:effectExtent l="0" t="0" r="19050" b="28575"/>
                      <wp:wrapNone/>
                      <wp:docPr id="29" name="Ellips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3714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>
                                    <a:lumMod val="85000"/>
                                    <a:alpha val="62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29" o:spid="_x0000_s1026" style="position:absolute;margin-left:7.8pt;margin-top:3.7pt;width:40.5pt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" fillcolor="white [3212]" strokecolor="#d8d8d8 [2732]" strokeweight="2pt">
                      <v:stroke opacity="40606f"/>
                    </v:oval>
                  </w:pict>
                </mc:Fallback>
              </mc:AlternateContent>
            </w:r>
          </w:p>
        </w:tc>
        <w:tc>
          <w:tcPr>
            <w:tcW w:w="1474" w:type="dxa"/>
          </w:tcPr>
          <w:p w:rsidR="00E64E02" w:rsidRDefault="00155DA6" w:rsidP="00EE0749">
            <w:pPr>
              <w:pStyle w:val="textes"/>
              <w:spacing w:line="276" w:lineRule="auto"/>
              <w:jc w:val="both"/>
              <w:rPr>
                <w:rFonts w:cs="Tahoma"/>
                <w:b/>
                <w:bCs/>
                <w:sz w:val="24"/>
              </w:rPr>
            </w:pPr>
            <w:r>
              <w:rPr>
                <w:rFonts w:cs="Tahoma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BDEB727" wp14:editId="5A253F23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46990</wp:posOffset>
                      </wp:positionV>
                      <wp:extent cx="514350" cy="371475"/>
                      <wp:effectExtent l="0" t="0" r="0" b="9525"/>
                      <wp:wrapNone/>
                      <wp:docPr id="30" name="Ellips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3714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33C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30" o:spid="_x0000_s1026" style="position:absolute;margin-left:9.1pt;margin-top:3.7pt;width:40.5pt;height:2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" fillcolor="#f3c" stroked="f" strokeweight="2pt"/>
                  </w:pict>
                </mc:Fallback>
              </mc:AlternateContent>
            </w:r>
          </w:p>
        </w:tc>
      </w:tr>
      <w:tr w:rsidR="00E64E02" w:rsidTr="00031E4B">
        <w:trPr>
          <w:trHeight w:val="443"/>
        </w:trPr>
        <w:tc>
          <w:tcPr>
            <w:tcW w:w="1473" w:type="dxa"/>
          </w:tcPr>
          <w:p w:rsidR="00E64E02" w:rsidRPr="0088743D" w:rsidRDefault="00155DA6" w:rsidP="0088743D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  <w:r w:rsidRPr="0088743D">
              <w:rPr>
                <w:rFonts w:cs="Tahoma"/>
                <w:bCs/>
              </w:rPr>
              <w:t>jaune</w:t>
            </w:r>
          </w:p>
        </w:tc>
        <w:tc>
          <w:tcPr>
            <w:tcW w:w="1473" w:type="dxa"/>
          </w:tcPr>
          <w:p w:rsidR="00E64E02" w:rsidRPr="0088743D" w:rsidRDefault="006B72A2" w:rsidP="0088743D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r</w:t>
            </w:r>
            <w:r w:rsidR="0088743D" w:rsidRPr="0088743D">
              <w:rPr>
                <w:rFonts w:cs="Tahoma"/>
                <w:bCs/>
              </w:rPr>
              <w:t>ouge</w:t>
            </w:r>
          </w:p>
        </w:tc>
        <w:tc>
          <w:tcPr>
            <w:tcW w:w="1474" w:type="dxa"/>
          </w:tcPr>
          <w:p w:rsidR="00E64E02" w:rsidRPr="0088743D" w:rsidRDefault="006B72A2" w:rsidP="0088743D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b</w:t>
            </w:r>
            <w:r w:rsidR="0088743D" w:rsidRPr="0088743D">
              <w:rPr>
                <w:rFonts w:cs="Tahoma"/>
                <w:bCs/>
              </w:rPr>
              <w:t>leu</w:t>
            </w:r>
          </w:p>
        </w:tc>
        <w:tc>
          <w:tcPr>
            <w:tcW w:w="1474" w:type="dxa"/>
          </w:tcPr>
          <w:p w:rsidR="00E64E02" w:rsidRPr="0088743D" w:rsidRDefault="006B72A2" w:rsidP="0088743D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v</w:t>
            </w:r>
            <w:r w:rsidR="0088743D" w:rsidRPr="0088743D">
              <w:rPr>
                <w:rFonts w:cs="Tahoma"/>
                <w:bCs/>
              </w:rPr>
              <w:t>ert</w:t>
            </w:r>
          </w:p>
        </w:tc>
        <w:tc>
          <w:tcPr>
            <w:tcW w:w="1474" w:type="dxa"/>
          </w:tcPr>
          <w:p w:rsidR="00E64E02" w:rsidRPr="0088743D" w:rsidRDefault="006B72A2" w:rsidP="0088743D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n</w:t>
            </w:r>
            <w:r w:rsidR="0088743D" w:rsidRPr="0088743D">
              <w:rPr>
                <w:rFonts w:cs="Tahoma"/>
                <w:bCs/>
              </w:rPr>
              <w:t>oir</w:t>
            </w:r>
          </w:p>
        </w:tc>
        <w:tc>
          <w:tcPr>
            <w:tcW w:w="1474" w:type="dxa"/>
          </w:tcPr>
          <w:p w:rsidR="00E64E02" w:rsidRPr="0088743D" w:rsidRDefault="006B72A2" w:rsidP="0088743D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b</w:t>
            </w:r>
            <w:r w:rsidR="0088743D" w:rsidRPr="0088743D">
              <w:rPr>
                <w:rFonts w:cs="Tahoma"/>
                <w:bCs/>
              </w:rPr>
              <w:t>lanc</w:t>
            </w:r>
          </w:p>
        </w:tc>
        <w:tc>
          <w:tcPr>
            <w:tcW w:w="1474" w:type="dxa"/>
          </w:tcPr>
          <w:p w:rsidR="00E64E02" w:rsidRPr="0088743D" w:rsidRDefault="0088743D" w:rsidP="0088743D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  <w:r w:rsidRPr="0088743D">
              <w:rPr>
                <w:rFonts w:cs="Tahoma"/>
                <w:bCs/>
              </w:rPr>
              <w:t>rose</w:t>
            </w:r>
          </w:p>
        </w:tc>
      </w:tr>
    </w:tbl>
    <w:p w:rsidR="00EB6967" w:rsidRDefault="00EB6967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</w:p>
    <w:p w:rsidR="001F1177" w:rsidRPr="00062535" w:rsidRDefault="00633906" w:rsidP="00EE0749">
      <w:pPr>
        <w:pStyle w:val="textes"/>
        <w:spacing w:line="276" w:lineRule="auto"/>
        <w:jc w:val="both"/>
        <w:rPr>
          <w:rFonts w:cs="Tahoma"/>
          <w:bCs/>
        </w:rPr>
      </w:pPr>
      <w:r w:rsidRPr="00633906">
        <w:rPr>
          <w:rFonts w:cs="Tahoma"/>
          <w:bCs/>
          <w:u w:val="single"/>
        </w:rPr>
        <w:t>Activité 2</w:t>
      </w:r>
      <w:r>
        <w:rPr>
          <w:rFonts w:cs="Tahoma"/>
          <w:bCs/>
        </w:rPr>
        <w:t> :</w:t>
      </w:r>
      <w:r w:rsidR="00D31F7B">
        <w:rPr>
          <w:rFonts w:cs="Tahoma"/>
          <w:bCs/>
        </w:rPr>
        <w:t xml:space="preserve"> a</w:t>
      </w:r>
      <w:r w:rsidR="005825A5" w:rsidRPr="005825A5">
        <w:rPr>
          <w:rFonts w:cs="Tahoma"/>
          <w:bCs/>
        </w:rPr>
        <w:t>ssocie les activités aux dessins</w:t>
      </w:r>
      <w:r w:rsidR="00BB571B">
        <w:rPr>
          <w:rFonts w:cs="Tahoma"/>
          <w:bCs/>
        </w:rPr>
        <w:t>.</w:t>
      </w:r>
    </w:p>
    <w:p w:rsidR="001F1177" w:rsidRDefault="001F1177" w:rsidP="00EE0749">
      <w:pPr>
        <w:pStyle w:val="textes"/>
        <w:spacing w:line="276" w:lineRule="auto"/>
        <w:jc w:val="both"/>
        <w:rPr>
          <w:rFonts w:cs="Tahoma"/>
          <w:bCs/>
          <w:szCs w:val="22"/>
        </w:rPr>
        <w:sectPr w:rsidR="001F1177">
          <w:headerReference w:type="default" r:id="rId14"/>
          <w:footerReference w:type="default" r:id="rId15"/>
          <w:pgSz w:w="11906" w:h="16838"/>
          <w:pgMar w:top="1843" w:right="851" w:bottom="1134" w:left="1026" w:header="567" w:footer="319" w:gutter="0"/>
          <w:cols w:space="708"/>
        </w:sectPr>
      </w:pPr>
    </w:p>
    <w:p w:rsidR="00D31F7B" w:rsidRDefault="00D31F7B" w:rsidP="00DD110E">
      <w:pPr>
        <w:pStyle w:val="textes"/>
        <w:spacing w:line="276" w:lineRule="auto"/>
        <w:jc w:val="both"/>
        <w:rPr>
          <w:rFonts w:cs="Tahoma"/>
          <w:bCs/>
          <w:szCs w:val="22"/>
        </w:rPr>
      </w:pPr>
    </w:p>
    <w:p w:rsidR="00114C22" w:rsidRPr="00340203" w:rsidRDefault="00340203" w:rsidP="00DD110E">
      <w:pPr>
        <w:pStyle w:val="textes"/>
        <w:spacing w:line="276" w:lineRule="auto"/>
        <w:jc w:val="both"/>
        <w:rPr>
          <w:rFonts w:cs="Tahoma"/>
          <w:bCs/>
          <w:szCs w:val="22"/>
        </w:rPr>
      </w:pPr>
      <w:r w:rsidRPr="00340203">
        <w:rPr>
          <w:rFonts w:cs="Tahoma"/>
          <w:bCs/>
          <w:szCs w:val="22"/>
        </w:rPr>
        <w:t>a. Dessiner</w:t>
      </w:r>
    </w:p>
    <w:p w:rsidR="00340203" w:rsidRPr="00340203" w:rsidRDefault="00340203" w:rsidP="00DD110E">
      <w:pPr>
        <w:pStyle w:val="textes"/>
        <w:spacing w:line="276" w:lineRule="auto"/>
        <w:jc w:val="both"/>
        <w:rPr>
          <w:rFonts w:cs="Tahoma"/>
          <w:bCs/>
          <w:szCs w:val="22"/>
        </w:rPr>
      </w:pPr>
      <w:r w:rsidRPr="00340203">
        <w:rPr>
          <w:rFonts w:cs="Tahoma"/>
          <w:bCs/>
          <w:szCs w:val="22"/>
        </w:rPr>
        <w:t>b. Jouer aux billes</w:t>
      </w:r>
    </w:p>
    <w:p w:rsidR="00340203" w:rsidRPr="00340203" w:rsidRDefault="00340203" w:rsidP="00DD110E">
      <w:pPr>
        <w:pStyle w:val="textes"/>
        <w:spacing w:line="276" w:lineRule="auto"/>
        <w:jc w:val="both"/>
        <w:rPr>
          <w:rFonts w:cs="Tahoma"/>
          <w:bCs/>
          <w:szCs w:val="22"/>
        </w:rPr>
      </w:pPr>
      <w:r w:rsidRPr="00340203">
        <w:rPr>
          <w:rFonts w:cs="Tahoma"/>
          <w:bCs/>
          <w:szCs w:val="22"/>
        </w:rPr>
        <w:t>c. Courir</w:t>
      </w:r>
    </w:p>
    <w:p w:rsidR="00D31F7B" w:rsidRDefault="00D31F7B" w:rsidP="00DD110E">
      <w:pPr>
        <w:pStyle w:val="textes"/>
        <w:spacing w:line="276" w:lineRule="auto"/>
        <w:jc w:val="both"/>
        <w:rPr>
          <w:rFonts w:cs="Tahoma"/>
          <w:bCs/>
          <w:szCs w:val="22"/>
        </w:rPr>
      </w:pPr>
    </w:p>
    <w:p w:rsidR="00340203" w:rsidRPr="00340203" w:rsidRDefault="00340203" w:rsidP="00DD110E">
      <w:pPr>
        <w:pStyle w:val="textes"/>
        <w:spacing w:line="276" w:lineRule="auto"/>
        <w:jc w:val="both"/>
        <w:rPr>
          <w:rFonts w:cs="Tahoma"/>
          <w:bCs/>
          <w:szCs w:val="22"/>
        </w:rPr>
      </w:pPr>
      <w:r w:rsidRPr="00340203">
        <w:rPr>
          <w:rFonts w:cs="Tahoma"/>
          <w:bCs/>
          <w:szCs w:val="22"/>
        </w:rPr>
        <w:t>d. Jouer à la marelle</w:t>
      </w:r>
    </w:p>
    <w:p w:rsidR="00340203" w:rsidRPr="00340203" w:rsidRDefault="00340203" w:rsidP="00DD110E">
      <w:pPr>
        <w:pStyle w:val="textes"/>
        <w:spacing w:line="276" w:lineRule="auto"/>
        <w:jc w:val="both"/>
        <w:rPr>
          <w:rFonts w:cs="Tahoma"/>
          <w:bCs/>
          <w:szCs w:val="22"/>
        </w:rPr>
      </w:pPr>
      <w:r w:rsidRPr="00340203">
        <w:rPr>
          <w:rFonts w:cs="Tahoma"/>
          <w:bCs/>
          <w:szCs w:val="22"/>
        </w:rPr>
        <w:t>e. Faire de la trottinette</w:t>
      </w:r>
    </w:p>
    <w:p w:rsidR="00340203" w:rsidRDefault="00340203" w:rsidP="00DD110E">
      <w:pPr>
        <w:pStyle w:val="textes"/>
        <w:spacing w:line="276" w:lineRule="auto"/>
        <w:jc w:val="both"/>
        <w:rPr>
          <w:rFonts w:cs="Tahoma"/>
          <w:bCs/>
          <w:szCs w:val="22"/>
        </w:rPr>
      </w:pPr>
      <w:r w:rsidRPr="00340203">
        <w:rPr>
          <w:rFonts w:cs="Tahoma"/>
          <w:bCs/>
          <w:szCs w:val="22"/>
        </w:rPr>
        <w:t>f. Faire du skateboard</w:t>
      </w:r>
    </w:p>
    <w:p w:rsidR="001F1177" w:rsidRDefault="001F1177" w:rsidP="00EE0749">
      <w:pPr>
        <w:pStyle w:val="textes"/>
        <w:spacing w:line="276" w:lineRule="auto"/>
        <w:jc w:val="both"/>
        <w:rPr>
          <w:rFonts w:cs="Tahoma"/>
          <w:bCs/>
          <w:szCs w:val="22"/>
        </w:rPr>
        <w:sectPr w:rsidR="001F1177" w:rsidSect="001F1177">
          <w:type w:val="continuous"/>
          <w:pgSz w:w="11906" w:h="16838"/>
          <w:pgMar w:top="1843" w:right="851" w:bottom="1134" w:left="1026" w:header="567" w:footer="319" w:gutter="0"/>
          <w:cols w:num="2" w:space="708"/>
        </w:sectPr>
      </w:pPr>
    </w:p>
    <w:p w:rsidR="00F33065" w:rsidRDefault="00F33065" w:rsidP="00EE0749">
      <w:pPr>
        <w:pStyle w:val="textes"/>
        <w:spacing w:line="276" w:lineRule="auto"/>
        <w:jc w:val="both"/>
        <w:rPr>
          <w:rFonts w:cs="Tahoma"/>
          <w:bCs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89"/>
        <w:gridCol w:w="3390"/>
        <w:gridCol w:w="3390"/>
      </w:tblGrid>
      <w:tr w:rsidR="00F33065" w:rsidTr="00F33065">
        <w:tc>
          <w:tcPr>
            <w:tcW w:w="3389" w:type="dxa"/>
          </w:tcPr>
          <w:p w:rsidR="00F33065" w:rsidRDefault="00F33065" w:rsidP="001F1177">
            <w:pPr>
              <w:pStyle w:val="textes"/>
              <w:spacing w:line="276" w:lineRule="auto"/>
              <w:jc w:val="center"/>
              <w:rPr>
                <w:rFonts w:cs="Tahoma"/>
                <w:bCs/>
                <w:szCs w:val="22"/>
              </w:rPr>
            </w:pPr>
            <w:r>
              <w:rPr>
                <w:rFonts w:cs="Tahoma"/>
                <w:bCs/>
                <w:noProof/>
              </w:rPr>
              <w:drawing>
                <wp:inline distT="0" distB="0" distL="0" distR="0" wp14:anchorId="29BFFD29" wp14:editId="455FE03E">
                  <wp:extent cx="772413" cy="780501"/>
                  <wp:effectExtent l="0" t="0" r="8890" b="635"/>
                  <wp:docPr id="34" name="Image 34" descr="C:\Users\msalgues\AppData\Local\Microsoft\Windows\Temporary Internet Files\Content.IE5\0A2ZJJ8W\MC90039095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msalgues\AppData\Local\Microsoft\Windows\Temporary Internet Files\Content.IE5\0A2ZJJ8W\MC90039095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413" cy="780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</w:tcPr>
          <w:p w:rsidR="00F33065" w:rsidRDefault="00F33065" w:rsidP="001F1177">
            <w:pPr>
              <w:pStyle w:val="textes"/>
              <w:spacing w:line="276" w:lineRule="auto"/>
              <w:jc w:val="center"/>
              <w:rPr>
                <w:rFonts w:cs="Tahoma"/>
                <w:bCs/>
                <w:szCs w:val="22"/>
              </w:rPr>
            </w:pPr>
            <w:r>
              <w:rPr>
                <w:rFonts w:cs="Tahoma"/>
                <w:bCs/>
                <w:noProof/>
              </w:rPr>
              <w:drawing>
                <wp:inline distT="0" distB="0" distL="0" distR="0" wp14:anchorId="0A2A75E8" wp14:editId="19F9EE6B">
                  <wp:extent cx="800100" cy="914400"/>
                  <wp:effectExtent l="0" t="0" r="0" b="0"/>
                  <wp:docPr id="39" name="Image 39" descr="C:\Users\msalgues\AppData\Local\Microsoft\Windows\Temporary Internet Files\Content.IE5\TCNQKNZ1\MC90033502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salgues\AppData\Local\Microsoft\Windows\Temporary Internet Files\Content.IE5\TCNQKNZ1\MC90033502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</w:tcPr>
          <w:p w:rsidR="00F33065" w:rsidRDefault="00F33065" w:rsidP="001F1177">
            <w:pPr>
              <w:pStyle w:val="textes"/>
              <w:spacing w:line="276" w:lineRule="auto"/>
              <w:jc w:val="center"/>
              <w:rPr>
                <w:rFonts w:cs="Tahoma"/>
                <w:bCs/>
                <w:szCs w:val="22"/>
              </w:rPr>
            </w:pPr>
            <w:r>
              <w:rPr>
                <w:rFonts w:cs="Tahoma"/>
                <w:bCs/>
                <w:noProof/>
              </w:rPr>
              <w:drawing>
                <wp:inline distT="0" distB="0" distL="0" distR="0" wp14:anchorId="243C4DFF" wp14:editId="38890249">
                  <wp:extent cx="957209" cy="835212"/>
                  <wp:effectExtent l="0" t="0" r="0" b="3175"/>
                  <wp:docPr id="40" name="Image 40" descr="C:\Users\msalgues\AppData\Local\Microsoft\Windows\Temporary Internet Files\Content.IE5\XXM94LI9\MC90029016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msalgues\AppData\Local\Microsoft\Windows\Temporary Internet Files\Content.IE5\XXM94LI9\MC90029016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209" cy="835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065" w:rsidTr="00F33065">
        <w:tc>
          <w:tcPr>
            <w:tcW w:w="3389" w:type="dxa"/>
          </w:tcPr>
          <w:p w:rsidR="00D31F7B" w:rsidRDefault="00D31F7B" w:rsidP="00017596">
            <w:pPr>
              <w:pStyle w:val="textes"/>
              <w:spacing w:line="276" w:lineRule="auto"/>
              <w:jc w:val="center"/>
              <w:rPr>
                <w:rFonts w:cs="Tahoma"/>
                <w:bCs/>
                <w:szCs w:val="22"/>
              </w:rPr>
            </w:pPr>
          </w:p>
          <w:p w:rsidR="00017596" w:rsidRPr="0036595D" w:rsidRDefault="0036595D" w:rsidP="00017596">
            <w:pPr>
              <w:pStyle w:val="textes"/>
              <w:spacing w:line="276" w:lineRule="auto"/>
              <w:jc w:val="center"/>
              <w:rPr>
                <w:rFonts w:cs="Tahoma"/>
                <w:bCs/>
                <w:szCs w:val="22"/>
              </w:rPr>
            </w:pPr>
            <w:r w:rsidRPr="0036595D">
              <w:rPr>
                <w:rFonts w:cs="Tahoma"/>
                <w:bCs/>
                <w:szCs w:val="22"/>
              </w:rPr>
              <w:t>……………………………………</w:t>
            </w:r>
          </w:p>
        </w:tc>
        <w:tc>
          <w:tcPr>
            <w:tcW w:w="3390" w:type="dxa"/>
          </w:tcPr>
          <w:p w:rsidR="00D31F7B" w:rsidRDefault="00D31F7B" w:rsidP="0036595D">
            <w:pPr>
              <w:pStyle w:val="textes"/>
              <w:spacing w:line="276" w:lineRule="auto"/>
              <w:jc w:val="center"/>
              <w:rPr>
                <w:rFonts w:cs="Tahoma"/>
                <w:bCs/>
                <w:szCs w:val="22"/>
              </w:rPr>
            </w:pPr>
          </w:p>
          <w:p w:rsidR="00F33065" w:rsidRDefault="0036595D" w:rsidP="0036595D">
            <w:pPr>
              <w:pStyle w:val="textes"/>
              <w:spacing w:line="276" w:lineRule="auto"/>
              <w:jc w:val="center"/>
              <w:rPr>
                <w:rFonts w:cs="Tahoma"/>
                <w:bCs/>
                <w:szCs w:val="22"/>
              </w:rPr>
            </w:pPr>
            <w:r w:rsidRPr="0036595D">
              <w:rPr>
                <w:rFonts w:cs="Tahoma"/>
                <w:bCs/>
                <w:szCs w:val="22"/>
              </w:rPr>
              <w:t>……………………………………</w:t>
            </w:r>
          </w:p>
        </w:tc>
        <w:tc>
          <w:tcPr>
            <w:tcW w:w="3390" w:type="dxa"/>
          </w:tcPr>
          <w:p w:rsidR="00D31F7B" w:rsidRDefault="00D31F7B" w:rsidP="0036595D">
            <w:pPr>
              <w:pStyle w:val="textes"/>
              <w:spacing w:line="276" w:lineRule="auto"/>
              <w:jc w:val="center"/>
              <w:rPr>
                <w:rFonts w:cs="Tahoma"/>
                <w:bCs/>
                <w:szCs w:val="22"/>
              </w:rPr>
            </w:pPr>
          </w:p>
          <w:p w:rsidR="00F33065" w:rsidRDefault="0036595D" w:rsidP="0036595D">
            <w:pPr>
              <w:pStyle w:val="textes"/>
              <w:spacing w:line="276" w:lineRule="auto"/>
              <w:jc w:val="center"/>
              <w:rPr>
                <w:rFonts w:cs="Tahoma"/>
                <w:bCs/>
                <w:szCs w:val="22"/>
              </w:rPr>
            </w:pPr>
            <w:r w:rsidRPr="0036595D">
              <w:rPr>
                <w:rFonts w:cs="Tahoma"/>
                <w:bCs/>
                <w:szCs w:val="22"/>
              </w:rPr>
              <w:t>……………………………………</w:t>
            </w:r>
          </w:p>
        </w:tc>
      </w:tr>
      <w:tr w:rsidR="00F33065" w:rsidTr="00F33065">
        <w:tc>
          <w:tcPr>
            <w:tcW w:w="3389" w:type="dxa"/>
          </w:tcPr>
          <w:p w:rsidR="00F33065" w:rsidRDefault="00F33065" w:rsidP="001F1177">
            <w:pPr>
              <w:pStyle w:val="textes"/>
              <w:spacing w:line="276" w:lineRule="auto"/>
              <w:jc w:val="center"/>
              <w:rPr>
                <w:rFonts w:cs="Tahoma"/>
                <w:bCs/>
                <w:szCs w:val="22"/>
              </w:rPr>
            </w:pPr>
            <w:r>
              <w:rPr>
                <w:rFonts w:cs="Tahoma"/>
                <w:bCs/>
                <w:noProof/>
              </w:rPr>
              <w:drawing>
                <wp:inline distT="0" distB="0" distL="0" distR="0" wp14:anchorId="7B296B67" wp14:editId="7F0A5A28">
                  <wp:extent cx="1283040" cy="695325"/>
                  <wp:effectExtent l="0" t="0" r="0" b="0"/>
                  <wp:docPr id="41" name="Image 41" descr="C:\Users\msalgues\AppData\Local\Microsoft\Windows\Temporary Internet Files\Content.IE5\VQI4ALDH\MC90032049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msalgues\AppData\Local\Microsoft\Windows\Temporary Internet Files\Content.IE5\VQI4ALDH\MC90032049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304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</w:tcPr>
          <w:p w:rsidR="00F33065" w:rsidRDefault="00F33065" w:rsidP="001F1177">
            <w:pPr>
              <w:pStyle w:val="textes"/>
              <w:spacing w:line="276" w:lineRule="auto"/>
              <w:jc w:val="center"/>
              <w:rPr>
                <w:rFonts w:cs="Tahoma"/>
                <w:bCs/>
                <w:szCs w:val="22"/>
              </w:rPr>
            </w:pPr>
            <w:r>
              <w:rPr>
                <w:rFonts w:cs="Tahoma"/>
                <w:bCs/>
                <w:noProof/>
              </w:rPr>
              <w:drawing>
                <wp:inline distT="0" distB="0" distL="0" distR="0" wp14:anchorId="4B31A798" wp14:editId="4AF73DD2">
                  <wp:extent cx="883358" cy="663841"/>
                  <wp:effectExtent l="0" t="0" r="0" b="3175"/>
                  <wp:docPr id="42" name="Image 42" descr="C:\Users\msalgues\AppData\Local\Microsoft\Windows\Temporary Internet Files\Content.IE5\TCNQKNZ1\MP900438806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msalgues\AppData\Local\Microsoft\Windows\Temporary Internet Files\Content.IE5\TCNQKNZ1\MP900438806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358" cy="663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</w:tcPr>
          <w:p w:rsidR="00F33065" w:rsidRDefault="00F33065" w:rsidP="001F1177">
            <w:pPr>
              <w:pStyle w:val="textes"/>
              <w:spacing w:line="276" w:lineRule="auto"/>
              <w:jc w:val="center"/>
              <w:rPr>
                <w:rFonts w:cs="Tahoma"/>
                <w:bCs/>
                <w:szCs w:val="22"/>
              </w:rPr>
            </w:pPr>
            <w:r>
              <w:rPr>
                <w:rFonts w:cs="Tahoma"/>
                <w:bCs/>
                <w:noProof/>
              </w:rPr>
              <w:drawing>
                <wp:inline distT="0" distB="0" distL="0" distR="0" wp14:anchorId="0A0B85B2" wp14:editId="7714C06C">
                  <wp:extent cx="762000" cy="762000"/>
                  <wp:effectExtent l="0" t="0" r="0" b="0"/>
                  <wp:docPr id="43" name="Image 43" descr="C:\Users\msalgues\AppData\Local\Microsoft\Windows\Temporary Internet Files\Content.IE5\XXM94LI9\MC90038357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salgues\AppData\Local\Microsoft\Windows\Temporary Internet Files\Content.IE5\XXM94LI9\MC90038357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065" w:rsidTr="00D31F7B">
        <w:trPr>
          <w:trHeight w:val="580"/>
        </w:trPr>
        <w:tc>
          <w:tcPr>
            <w:tcW w:w="3389" w:type="dxa"/>
          </w:tcPr>
          <w:p w:rsidR="00D31F7B" w:rsidRDefault="00D31F7B" w:rsidP="0036595D">
            <w:pPr>
              <w:pStyle w:val="textes"/>
              <w:spacing w:line="276" w:lineRule="auto"/>
              <w:jc w:val="center"/>
              <w:rPr>
                <w:rFonts w:cs="Tahoma"/>
                <w:bCs/>
                <w:szCs w:val="22"/>
              </w:rPr>
            </w:pPr>
          </w:p>
          <w:p w:rsidR="00D31F7B" w:rsidRDefault="0036595D" w:rsidP="00D31F7B">
            <w:pPr>
              <w:pStyle w:val="textes"/>
              <w:spacing w:line="276" w:lineRule="auto"/>
              <w:jc w:val="center"/>
              <w:rPr>
                <w:rFonts w:cs="Tahoma"/>
                <w:bCs/>
                <w:szCs w:val="22"/>
              </w:rPr>
            </w:pPr>
            <w:r w:rsidRPr="0036595D">
              <w:rPr>
                <w:rFonts w:cs="Tahoma"/>
                <w:bCs/>
                <w:szCs w:val="22"/>
              </w:rPr>
              <w:t>……………………………………</w:t>
            </w:r>
          </w:p>
        </w:tc>
        <w:tc>
          <w:tcPr>
            <w:tcW w:w="3390" w:type="dxa"/>
          </w:tcPr>
          <w:p w:rsidR="00D31F7B" w:rsidRDefault="00D31F7B" w:rsidP="0036595D">
            <w:pPr>
              <w:pStyle w:val="textes"/>
              <w:spacing w:line="276" w:lineRule="auto"/>
              <w:jc w:val="center"/>
              <w:rPr>
                <w:rFonts w:cs="Tahoma"/>
                <w:bCs/>
                <w:szCs w:val="22"/>
              </w:rPr>
            </w:pPr>
          </w:p>
          <w:p w:rsidR="00F33065" w:rsidRDefault="0036595D" w:rsidP="0036595D">
            <w:pPr>
              <w:pStyle w:val="textes"/>
              <w:spacing w:line="276" w:lineRule="auto"/>
              <w:jc w:val="center"/>
              <w:rPr>
                <w:rFonts w:cs="Tahoma"/>
                <w:bCs/>
                <w:szCs w:val="22"/>
              </w:rPr>
            </w:pPr>
            <w:r w:rsidRPr="0036595D">
              <w:rPr>
                <w:rFonts w:cs="Tahoma"/>
                <w:bCs/>
                <w:szCs w:val="22"/>
              </w:rPr>
              <w:t>……………………………………</w:t>
            </w:r>
          </w:p>
        </w:tc>
        <w:tc>
          <w:tcPr>
            <w:tcW w:w="3390" w:type="dxa"/>
          </w:tcPr>
          <w:p w:rsidR="00D31F7B" w:rsidRDefault="00D31F7B" w:rsidP="0036595D">
            <w:pPr>
              <w:pStyle w:val="textes"/>
              <w:spacing w:line="276" w:lineRule="auto"/>
              <w:jc w:val="center"/>
              <w:rPr>
                <w:rFonts w:cs="Tahoma"/>
                <w:bCs/>
                <w:szCs w:val="22"/>
              </w:rPr>
            </w:pPr>
          </w:p>
          <w:p w:rsidR="00F33065" w:rsidRDefault="0036595D" w:rsidP="0036595D">
            <w:pPr>
              <w:pStyle w:val="textes"/>
              <w:spacing w:line="276" w:lineRule="auto"/>
              <w:jc w:val="center"/>
              <w:rPr>
                <w:rFonts w:cs="Tahoma"/>
                <w:bCs/>
                <w:szCs w:val="22"/>
              </w:rPr>
            </w:pPr>
            <w:r w:rsidRPr="0036595D">
              <w:rPr>
                <w:rFonts w:cs="Tahoma"/>
                <w:bCs/>
                <w:szCs w:val="22"/>
              </w:rPr>
              <w:t>……………………………………</w:t>
            </w:r>
          </w:p>
        </w:tc>
      </w:tr>
    </w:tbl>
    <w:p w:rsidR="00F356F4" w:rsidRDefault="00F356F4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</w:p>
    <w:p w:rsidR="00CC029F" w:rsidRDefault="00CC029F">
      <w:pPr>
        <w:rPr>
          <w:rFonts w:ascii="Tahoma" w:eastAsia="Times" w:hAnsi="Tahoma" w:cs="Tahoma"/>
          <w:b/>
          <w:bCs/>
          <w:color w:val="000000"/>
          <w:szCs w:val="20"/>
        </w:rPr>
      </w:pPr>
      <w:r>
        <w:rPr>
          <w:rFonts w:cs="Tahoma"/>
          <w:b/>
          <w:bCs/>
        </w:rPr>
        <w:br w:type="page"/>
      </w:r>
    </w:p>
    <w:p w:rsidR="00DD4611" w:rsidRDefault="00DD4611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</w:p>
    <w:p w:rsidR="008C5080" w:rsidRDefault="009F096D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  <w:r>
        <w:rPr>
          <w:rFonts w:cs="Tahoma"/>
          <w:b/>
          <w:bCs/>
          <w:sz w:val="24"/>
        </w:rPr>
        <w:t>Au creux de l’oreille</w:t>
      </w:r>
    </w:p>
    <w:p w:rsidR="00633906" w:rsidRDefault="00EA4586" w:rsidP="00EA4586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  <w:u w:val="single"/>
        </w:rPr>
        <w:t xml:space="preserve">Activité </w:t>
      </w:r>
      <w:r w:rsidR="00633906">
        <w:rPr>
          <w:rFonts w:cs="Tahoma"/>
          <w:u w:val="single"/>
        </w:rPr>
        <w:t>3</w:t>
      </w:r>
      <w:r>
        <w:rPr>
          <w:rFonts w:cs="Tahoma"/>
        </w:rPr>
        <w:t> :</w:t>
      </w:r>
      <w:r w:rsidR="0050009D">
        <w:rPr>
          <w:rFonts w:cs="Tahoma"/>
        </w:rPr>
        <w:t xml:space="preserve"> </w:t>
      </w:r>
      <w:r w:rsidR="00DD4611">
        <w:rPr>
          <w:rFonts w:cs="Tahoma"/>
        </w:rPr>
        <w:t>é</w:t>
      </w:r>
      <w:r w:rsidR="002634DB">
        <w:rPr>
          <w:rFonts w:cs="Tahoma"/>
        </w:rPr>
        <w:t>coute la chanson.</w:t>
      </w:r>
      <w:r w:rsidR="0050009D">
        <w:rPr>
          <w:rFonts w:cs="Tahoma"/>
        </w:rPr>
        <w:t xml:space="preserve"> R</w:t>
      </w:r>
      <w:r w:rsidR="00F356F4">
        <w:rPr>
          <w:rFonts w:cs="Tahoma"/>
        </w:rPr>
        <w:t>emets les lettres dans l’</w:t>
      </w:r>
      <w:r w:rsidR="007A0D37">
        <w:rPr>
          <w:rFonts w:cs="Tahoma"/>
        </w:rPr>
        <w:t>ordre pour retrouver les mots</w:t>
      </w:r>
      <w:r w:rsidR="0050009D">
        <w:rPr>
          <w:rFonts w:cs="Tahoma"/>
        </w:rPr>
        <w:t xml:space="preserve"> dessinés</w:t>
      </w:r>
      <w:r w:rsidR="007A0D37">
        <w:rPr>
          <w:rFonts w:cs="Tahoma"/>
        </w:rPr>
        <w:t>.</w:t>
      </w:r>
    </w:p>
    <w:p w:rsidR="002F3AB2" w:rsidRDefault="002F3AB2" w:rsidP="00EA4586">
      <w:pPr>
        <w:pStyle w:val="textes"/>
        <w:spacing w:line="276" w:lineRule="auto"/>
        <w:jc w:val="both"/>
        <w:rPr>
          <w:rFonts w:cs="Tahoma"/>
        </w:rPr>
      </w:pPr>
    </w:p>
    <w:p w:rsidR="0050009D" w:rsidRPr="00BB571B" w:rsidRDefault="0050009D" w:rsidP="00EA4586">
      <w:pPr>
        <w:pStyle w:val="textes"/>
        <w:spacing w:line="276" w:lineRule="auto"/>
        <w:jc w:val="both"/>
        <w:rPr>
          <w:rFonts w:cs="Tahoma"/>
        </w:rPr>
        <w:sectPr w:rsidR="0050009D" w:rsidRPr="00BB571B" w:rsidSect="00F36E77">
          <w:type w:val="continuous"/>
          <w:pgSz w:w="11906" w:h="16838"/>
          <w:pgMar w:top="1843" w:right="851" w:bottom="1134" w:left="1026" w:header="567" w:footer="319" w:gutter="0"/>
          <w:cols w:space="708"/>
        </w:sect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395"/>
        <w:gridCol w:w="1581"/>
        <w:gridCol w:w="3246"/>
        <w:gridCol w:w="1839"/>
      </w:tblGrid>
      <w:tr w:rsidR="00131655" w:rsidTr="00D31F7B">
        <w:tc>
          <w:tcPr>
            <w:tcW w:w="3395" w:type="dxa"/>
            <w:tcBorders>
              <w:right w:val="nil"/>
            </w:tcBorders>
            <w:vAlign w:val="center"/>
          </w:tcPr>
          <w:p w:rsidR="00131655" w:rsidRDefault="00131655" w:rsidP="0050009D">
            <w:pPr>
              <w:pStyle w:val="textes"/>
              <w:spacing w:line="276" w:lineRule="auto"/>
              <w:rPr>
                <w:rFonts w:cs="Tahoma"/>
                <w:lang w:val="en-US"/>
              </w:rPr>
            </w:pPr>
            <w:r w:rsidRPr="00D20900">
              <w:rPr>
                <w:rFonts w:cs="Tahoma"/>
                <w:lang w:val="en-US"/>
              </w:rPr>
              <w:lastRenderedPageBreak/>
              <w:t>R _ _ _ _ (V-R-E-R-E)</w:t>
            </w:r>
          </w:p>
        </w:tc>
        <w:tc>
          <w:tcPr>
            <w:tcW w:w="1581" w:type="dxa"/>
            <w:tcBorders>
              <w:left w:val="nil"/>
            </w:tcBorders>
            <w:vAlign w:val="center"/>
          </w:tcPr>
          <w:p w:rsidR="00131655" w:rsidRDefault="00131655" w:rsidP="0050009D">
            <w:pPr>
              <w:pStyle w:val="textes"/>
              <w:spacing w:line="276" w:lineRule="auto"/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1FF39880" wp14:editId="5F2E2C1B">
                  <wp:extent cx="866775" cy="749172"/>
                  <wp:effectExtent l="0" t="0" r="0" b="0"/>
                  <wp:docPr id="54" name="Image 54" descr="C:\Users\msalgues\AppData\Local\Microsoft\Windows\Temporary Internet Files\Content.IE5\XXM94LI9\MC90043004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msalgues\AppData\Local\Microsoft\Windows\Temporary Internet Files\Content.IE5\XXM94LI9\MC90043004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749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  <w:tcBorders>
              <w:right w:val="nil"/>
            </w:tcBorders>
            <w:vAlign w:val="center"/>
          </w:tcPr>
          <w:p w:rsidR="00131655" w:rsidRDefault="00131655" w:rsidP="0050009D">
            <w:pPr>
              <w:pStyle w:val="textes"/>
              <w:spacing w:line="276" w:lineRule="auto"/>
              <w:rPr>
                <w:rFonts w:cs="Tahoma"/>
                <w:lang w:val="en-US"/>
              </w:rPr>
            </w:pPr>
            <w:r>
              <w:rPr>
                <w:rFonts w:cs="Tahoma"/>
                <w:lang w:val="en-US"/>
              </w:rPr>
              <w:t>A _ _ _ _ (M-R-A-I-E)</w:t>
            </w:r>
          </w:p>
        </w:tc>
        <w:tc>
          <w:tcPr>
            <w:tcW w:w="1839" w:type="dxa"/>
            <w:tcBorders>
              <w:left w:val="nil"/>
            </w:tcBorders>
            <w:vAlign w:val="center"/>
          </w:tcPr>
          <w:p w:rsidR="00131655" w:rsidRDefault="00131655" w:rsidP="0050009D">
            <w:pPr>
              <w:pStyle w:val="textes"/>
              <w:spacing w:line="276" w:lineRule="auto"/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095EFE33" wp14:editId="1C4A9DB5">
                  <wp:extent cx="876300" cy="576358"/>
                  <wp:effectExtent l="0" t="0" r="0" b="0"/>
                  <wp:docPr id="56" name="Image 56" descr="C:\Users\msalgues\AppData\Local\Microsoft\Windows\Temporary Internet Files\Content.IE5\0A2ZJJ8W\MM900297072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msalgues\AppData\Local\Microsoft\Windows\Temporary Internet Files\Content.IE5\0A2ZJJ8W\MM900297072[1]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576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1655" w:rsidTr="00D31F7B">
        <w:tc>
          <w:tcPr>
            <w:tcW w:w="3395" w:type="dxa"/>
            <w:tcBorders>
              <w:right w:val="nil"/>
            </w:tcBorders>
            <w:vAlign w:val="center"/>
          </w:tcPr>
          <w:p w:rsidR="00131655" w:rsidRDefault="00131655" w:rsidP="0050009D">
            <w:pPr>
              <w:pStyle w:val="textes"/>
              <w:spacing w:line="276" w:lineRule="auto"/>
              <w:rPr>
                <w:rFonts w:cs="Tahoma"/>
                <w:lang w:val="en-US"/>
              </w:rPr>
            </w:pPr>
            <w:r w:rsidRPr="0076701F">
              <w:rPr>
                <w:rFonts w:cs="Tahoma"/>
                <w:lang w:val="en-US"/>
              </w:rPr>
              <w:t>P _ _ _ _ _ (M-R-F-U-P-A)</w:t>
            </w:r>
          </w:p>
        </w:tc>
        <w:tc>
          <w:tcPr>
            <w:tcW w:w="1581" w:type="dxa"/>
            <w:tcBorders>
              <w:left w:val="nil"/>
            </w:tcBorders>
            <w:vAlign w:val="center"/>
          </w:tcPr>
          <w:p w:rsidR="00131655" w:rsidRDefault="00131655" w:rsidP="0050009D">
            <w:pPr>
              <w:pStyle w:val="textes"/>
              <w:spacing w:line="276" w:lineRule="auto"/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08FB9602" wp14:editId="36B67609">
                  <wp:extent cx="819150" cy="819150"/>
                  <wp:effectExtent l="0" t="0" r="0" b="0"/>
                  <wp:docPr id="53" name="Image 53" descr="C:\Users\msalgues\AppData\Local\Microsoft\Windows\Temporary Internet Files\Content.IE5\XXM94LI9\MC900387179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msalgues\AppData\Local\Microsoft\Windows\Temporary Internet Files\Content.IE5\XXM94LI9\MC900387179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  <w:tcBorders>
              <w:right w:val="nil"/>
            </w:tcBorders>
            <w:vAlign w:val="center"/>
          </w:tcPr>
          <w:p w:rsidR="00131655" w:rsidRDefault="00131655" w:rsidP="0050009D">
            <w:pPr>
              <w:pStyle w:val="textes"/>
              <w:spacing w:line="276" w:lineRule="auto"/>
              <w:rPr>
                <w:rFonts w:cs="Tahoma"/>
                <w:lang w:val="en-US"/>
              </w:rPr>
            </w:pPr>
            <w:r w:rsidRPr="0076701F">
              <w:rPr>
                <w:rFonts w:cs="Tahoma"/>
                <w:lang w:val="en-US"/>
              </w:rPr>
              <w:t>C _ _ _ _ (O-U-C-E-R)</w:t>
            </w:r>
          </w:p>
        </w:tc>
        <w:tc>
          <w:tcPr>
            <w:tcW w:w="1839" w:type="dxa"/>
            <w:tcBorders>
              <w:left w:val="nil"/>
            </w:tcBorders>
            <w:vAlign w:val="center"/>
          </w:tcPr>
          <w:p w:rsidR="00131655" w:rsidRDefault="003F0D5F" w:rsidP="0050009D">
            <w:pPr>
              <w:pStyle w:val="textes"/>
              <w:spacing w:line="276" w:lineRule="auto"/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10DB10AA" wp14:editId="3F1AF19F">
                  <wp:extent cx="742950" cy="776817"/>
                  <wp:effectExtent l="0" t="0" r="0" b="4445"/>
                  <wp:docPr id="57" name="Image 57" descr="C:\Users\msalgues\AppData\Local\Microsoft\Windows\Temporary Internet Files\Content.IE5\0A2ZJJ8W\MC90033588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msalgues\AppData\Local\Microsoft\Windows\Temporary Internet Files\Content.IE5\0A2ZJJ8W\MC90033588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768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1655" w:rsidTr="00D31F7B">
        <w:tc>
          <w:tcPr>
            <w:tcW w:w="3395" w:type="dxa"/>
            <w:tcBorders>
              <w:right w:val="nil"/>
            </w:tcBorders>
            <w:vAlign w:val="center"/>
          </w:tcPr>
          <w:p w:rsidR="00131655" w:rsidRDefault="00131655" w:rsidP="0050009D">
            <w:pPr>
              <w:pStyle w:val="textes"/>
              <w:spacing w:line="276" w:lineRule="auto"/>
              <w:rPr>
                <w:rFonts w:cs="Tahoma"/>
                <w:lang w:val="en-US"/>
              </w:rPr>
            </w:pPr>
            <w:r>
              <w:rPr>
                <w:rFonts w:cs="Tahoma"/>
                <w:lang w:val="en-US"/>
              </w:rPr>
              <w:t>C _ _ _ _ _ _ (U-R-O-L-E-U-C)</w:t>
            </w:r>
          </w:p>
        </w:tc>
        <w:tc>
          <w:tcPr>
            <w:tcW w:w="1581" w:type="dxa"/>
            <w:tcBorders>
              <w:left w:val="nil"/>
            </w:tcBorders>
            <w:vAlign w:val="center"/>
          </w:tcPr>
          <w:p w:rsidR="00131655" w:rsidRDefault="00131655" w:rsidP="0050009D">
            <w:pPr>
              <w:pStyle w:val="textes"/>
              <w:spacing w:line="276" w:lineRule="auto"/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1DD22B2B" wp14:editId="22CEC440">
                  <wp:extent cx="830009" cy="552450"/>
                  <wp:effectExtent l="0" t="0" r="8255" b="0"/>
                  <wp:docPr id="55" name="Image 55" descr="C:\Users\msalgues\AppData\Local\Microsoft\Windows\Temporary Internet Files\Content.IE5\TCNQKNZ1\MP900430535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msalgues\AppData\Local\Microsoft\Windows\Temporary Internet Files\Content.IE5\TCNQKNZ1\MP900430535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009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6" w:type="dxa"/>
            <w:tcBorders>
              <w:right w:val="nil"/>
            </w:tcBorders>
            <w:vAlign w:val="center"/>
          </w:tcPr>
          <w:p w:rsidR="00131655" w:rsidRDefault="003F0D5F" w:rsidP="0050009D">
            <w:pPr>
              <w:pStyle w:val="textes"/>
              <w:spacing w:line="276" w:lineRule="auto"/>
              <w:rPr>
                <w:rFonts w:cs="Tahoma"/>
                <w:lang w:val="en-US"/>
              </w:rPr>
            </w:pPr>
            <w:r>
              <w:rPr>
                <w:rFonts w:cs="Tahoma"/>
                <w:lang w:val="en-US"/>
              </w:rPr>
              <w:t>S _ _ _ _ _ (L-E-L-I-S-O)</w:t>
            </w:r>
          </w:p>
        </w:tc>
        <w:tc>
          <w:tcPr>
            <w:tcW w:w="1839" w:type="dxa"/>
            <w:tcBorders>
              <w:left w:val="nil"/>
            </w:tcBorders>
            <w:vAlign w:val="center"/>
          </w:tcPr>
          <w:p w:rsidR="00131655" w:rsidRDefault="003F0D5F" w:rsidP="0050009D">
            <w:pPr>
              <w:pStyle w:val="textes"/>
              <w:spacing w:line="276" w:lineRule="auto"/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714B847E" wp14:editId="7926CD48">
                  <wp:extent cx="704850" cy="704850"/>
                  <wp:effectExtent l="0" t="0" r="0" b="0"/>
                  <wp:docPr id="58" name="Image 58" descr="C:\Users\msalgues\AppData\Local\Microsoft\Windows\Temporary Internet Files\Content.IE5\0A2ZJJ8W\MC90044135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msalgues\AppData\Local\Microsoft\Windows\Temporary Internet Files\Content.IE5\0A2ZJJ8W\MC90044135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3AB2" w:rsidRDefault="002F3AB2" w:rsidP="00EA4586">
      <w:pPr>
        <w:pStyle w:val="textes"/>
        <w:spacing w:line="276" w:lineRule="auto"/>
        <w:jc w:val="both"/>
        <w:rPr>
          <w:rFonts w:cs="Tahoma"/>
          <w:lang w:val="en-US"/>
        </w:rPr>
        <w:sectPr w:rsidR="002F3AB2" w:rsidSect="00F36E77">
          <w:type w:val="continuous"/>
          <w:pgSz w:w="11906" w:h="16838"/>
          <w:pgMar w:top="1843" w:right="851" w:bottom="1134" w:left="1026" w:header="567" w:footer="319" w:gutter="0"/>
          <w:cols w:space="708"/>
        </w:sectPr>
      </w:pPr>
    </w:p>
    <w:p w:rsidR="00CC029F" w:rsidRDefault="00CC029F" w:rsidP="00EA4586">
      <w:pPr>
        <w:pStyle w:val="textes"/>
        <w:spacing w:line="276" w:lineRule="auto"/>
        <w:jc w:val="both"/>
        <w:rPr>
          <w:rFonts w:cs="Tahoma"/>
          <w:b/>
          <w:sz w:val="24"/>
        </w:rPr>
      </w:pPr>
    </w:p>
    <w:p w:rsidR="00CC029F" w:rsidRDefault="00CC029F" w:rsidP="00EA4586">
      <w:pPr>
        <w:pStyle w:val="textes"/>
        <w:spacing w:line="276" w:lineRule="auto"/>
        <w:jc w:val="both"/>
        <w:rPr>
          <w:rFonts w:cs="Tahoma"/>
          <w:b/>
          <w:sz w:val="24"/>
        </w:rPr>
      </w:pPr>
    </w:p>
    <w:p w:rsidR="002F363C" w:rsidRPr="00BB571B" w:rsidRDefault="006E48D9" w:rsidP="00EA4586">
      <w:pPr>
        <w:pStyle w:val="textes"/>
        <w:spacing w:line="276" w:lineRule="auto"/>
        <w:jc w:val="both"/>
        <w:rPr>
          <w:rFonts w:cs="Tahoma"/>
          <w:b/>
          <w:sz w:val="24"/>
        </w:rPr>
      </w:pPr>
      <w:r w:rsidRPr="00BB571B">
        <w:rPr>
          <w:rFonts w:cs="Tahoma"/>
          <w:b/>
          <w:sz w:val="24"/>
        </w:rPr>
        <w:t xml:space="preserve">Des </w:t>
      </w:r>
      <w:r w:rsidRPr="006E48D9">
        <w:rPr>
          <w:rFonts w:cs="Tahoma"/>
          <w:b/>
          <w:sz w:val="24"/>
        </w:rPr>
        <w:t>goûts</w:t>
      </w:r>
      <w:r w:rsidRPr="00BB571B">
        <w:rPr>
          <w:rFonts w:cs="Tahoma"/>
          <w:b/>
          <w:sz w:val="24"/>
        </w:rPr>
        <w:t xml:space="preserve"> et des </w:t>
      </w:r>
      <w:r w:rsidRPr="006E48D9">
        <w:rPr>
          <w:rFonts w:cs="Tahoma"/>
          <w:b/>
          <w:sz w:val="24"/>
        </w:rPr>
        <w:t>couleurs</w:t>
      </w:r>
    </w:p>
    <w:p w:rsidR="00360992" w:rsidRDefault="00A03A29" w:rsidP="00A03A29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  <w:u w:val="single"/>
        </w:rPr>
        <w:t>Activité 4</w:t>
      </w:r>
      <w:r>
        <w:rPr>
          <w:rFonts w:cs="Tahoma"/>
        </w:rPr>
        <w:t> :</w:t>
      </w:r>
      <w:r w:rsidR="00360992">
        <w:rPr>
          <w:rFonts w:cs="Tahoma"/>
        </w:rPr>
        <w:t xml:space="preserve"> </w:t>
      </w:r>
      <w:r>
        <w:rPr>
          <w:rFonts w:cs="Tahoma"/>
        </w:rPr>
        <w:t xml:space="preserve">Quels jeux </w:t>
      </w:r>
      <w:r w:rsidR="00553860">
        <w:rPr>
          <w:rFonts w:cs="Tahoma"/>
        </w:rPr>
        <w:t>aimes</w:t>
      </w:r>
      <w:r>
        <w:rPr>
          <w:rFonts w:cs="Tahoma"/>
        </w:rPr>
        <w:t xml:space="preserve">-tu ? </w:t>
      </w:r>
    </w:p>
    <w:p w:rsidR="00360992" w:rsidRDefault="002B0F2A" w:rsidP="00360992">
      <w:pPr>
        <w:pStyle w:val="textes"/>
        <w:numPr>
          <w:ilvl w:val="0"/>
          <w:numId w:val="22"/>
        </w:numPr>
        <w:spacing w:line="276" w:lineRule="auto"/>
        <w:jc w:val="both"/>
        <w:rPr>
          <w:rFonts w:cs="Tahoma"/>
        </w:rPr>
      </w:pPr>
      <w:r>
        <w:rPr>
          <w:rFonts w:cs="Tahoma"/>
        </w:rPr>
        <w:t>Dessine les smileys dans</w:t>
      </w:r>
      <w:r w:rsidR="00A03A29">
        <w:rPr>
          <w:rFonts w:cs="Tahoma"/>
        </w:rPr>
        <w:t xml:space="preserve"> le tableau</w:t>
      </w:r>
      <w:r w:rsidR="00360992">
        <w:rPr>
          <w:rFonts w:cs="Tahoma"/>
        </w:rPr>
        <w:t>.</w:t>
      </w:r>
      <w:r w:rsidR="00870D1A">
        <w:rPr>
          <w:rFonts w:cs="Tahoma"/>
        </w:rPr>
        <w:t xml:space="preserve"> </w:t>
      </w:r>
      <w:r w:rsidR="00360992">
        <w:rPr>
          <w:rFonts w:cs="Tahoma"/>
        </w:rPr>
        <w:t>Dessine un autre jeu.</w:t>
      </w:r>
    </w:p>
    <w:p w:rsidR="00A03A29" w:rsidRDefault="00360992" w:rsidP="00360992">
      <w:pPr>
        <w:pStyle w:val="textes"/>
        <w:numPr>
          <w:ilvl w:val="0"/>
          <w:numId w:val="22"/>
        </w:numPr>
        <w:spacing w:line="276" w:lineRule="auto"/>
        <w:jc w:val="both"/>
        <w:rPr>
          <w:rFonts w:cs="Tahoma"/>
        </w:rPr>
      </w:pPr>
      <w:r>
        <w:rPr>
          <w:rFonts w:cs="Tahoma"/>
        </w:rPr>
        <w:t>D</w:t>
      </w:r>
      <w:r w:rsidR="00A03A29">
        <w:rPr>
          <w:rFonts w:cs="Tahoma"/>
        </w:rPr>
        <w:t>emande à ton / ta camarade de classe quels</w:t>
      </w:r>
      <w:r w:rsidR="00553860">
        <w:rPr>
          <w:rFonts w:cs="Tahoma"/>
        </w:rPr>
        <w:t xml:space="preserve"> jeux il / elle aime</w:t>
      </w:r>
      <w:r w:rsidR="00870D1A">
        <w:rPr>
          <w:rFonts w:cs="Tahoma"/>
        </w:rPr>
        <w:t>.</w:t>
      </w:r>
    </w:p>
    <w:p w:rsidR="006E48D9" w:rsidRPr="00456BE7" w:rsidRDefault="002B0F2A" w:rsidP="00EA4586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2"/>
        <w:gridCol w:w="2542"/>
        <w:gridCol w:w="2542"/>
        <w:gridCol w:w="2543"/>
      </w:tblGrid>
      <w:tr w:rsidR="00386516" w:rsidTr="00456BE7">
        <w:tc>
          <w:tcPr>
            <w:tcW w:w="2542" w:type="dxa"/>
          </w:tcPr>
          <w:p w:rsidR="00386516" w:rsidRDefault="00386516" w:rsidP="00386516">
            <w:pPr>
              <w:pStyle w:val="textes"/>
              <w:spacing w:line="276" w:lineRule="auto"/>
              <w:jc w:val="center"/>
              <w:rPr>
                <w:rFonts w:cs="Tahoma"/>
                <w:sz w:val="24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4FE28D60" wp14:editId="41566DFF">
                  <wp:extent cx="340519" cy="358441"/>
                  <wp:effectExtent l="0" t="0" r="2540" b="3810"/>
                  <wp:docPr id="65" name="Image 65" descr="C:\Users\msalgues\AppData\Local\Microsoft\Windows\Temporary Internet Files\Content.IE5\TCNQKNZ1\MC90042810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msalgues\AppData\Local\Microsoft\Windows\Temporary Internet Files\Content.IE5\TCNQKNZ1\MC90042810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3" cy="360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5E80">
              <w:rPr>
                <w:rFonts w:cs="Tahoma"/>
                <w:noProof/>
              </w:rPr>
              <w:drawing>
                <wp:inline distT="0" distB="0" distL="0" distR="0" wp14:anchorId="2BC6AC79" wp14:editId="7FD379D1">
                  <wp:extent cx="340519" cy="358441"/>
                  <wp:effectExtent l="0" t="0" r="2540" b="3810"/>
                  <wp:docPr id="77" name="Image 77" descr="C:\Users\msalgues\AppData\Local\Microsoft\Windows\Temporary Internet Files\Content.IE5\TCNQKNZ1\MC90042810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msalgues\AppData\Local\Microsoft\Windows\Temporary Internet Files\Content.IE5\TCNQKNZ1\MC90042810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3" cy="360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2" w:type="dxa"/>
          </w:tcPr>
          <w:p w:rsidR="00386516" w:rsidRDefault="009C5E80" w:rsidP="00386516">
            <w:pPr>
              <w:pStyle w:val="textes"/>
              <w:spacing w:line="276" w:lineRule="auto"/>
              <w:jc w:val="center"/>
              <w:rPr>
                <w:rFonts w:cs="Tahoma"/>
                <w:sz w:val="24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6EF53B49" wp14:editId="50F0632B">
                  <wp:extent cx="340519" cy="358441"/>
                  <wp:effectExtent l="0" t="0" r="2540" b="3810"/>
                  <wp:docPr id="78" name="Image 78" descr="C:\Users\msalgues\AppData\Local\Microsoft\Windows\Temporary Internet Files\Content.IE5\TCNQKNZ1\MC90042810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msalgues\AppData\Local\Microsoft\Windows\Temporary Internet Files\Content.IE5\TCNQKNZ1\MC90042810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3" cy="360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2" w:type="dxa"/>
          </w:tcPr>
          <w:p w:rsidR="00386516" w:rsidRDefault="00386516" w:rsidP="00386516">
            <w:pPr>
              <w:pStyle w:val="textes"/>
              <w:spacing w:line="276" w:lineRule="auto"/>
              <w:jc w:val="center"/>
              <w:rPr>
                <w:rFonts w:cs="Tahoma"/>
                <w:sz w:val="24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31194802" wp14:editId="31EC30F8">
                  <wp:extent cx="343669" cy="361950"/>
                  <wp:effectExtent l="0" t="0" r="0" b="0"/>
                  <wp:docPr id="68" name="Image 68" descr="C:\Users\msalgues\AppData\Local\Microsoft\Windows\Temporary Internet Files\Content.IE5\XXM94LI9\MC90042448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msalgues\AppData\Local\Microsoft\Windows\Temporary Internet Files\Content.IE5\XXM94LI9\MC90042448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783" cy="367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3" w:type="dxa"/>
          </w:tcPr>
          <w:p w:rsidR="00386516" w:rsidRDefault="009C5E80" w:rsidP="00386516">
            <w:pPr>
              <w:pStyle w:val="textes"/>
              <w:spacing w:line="276" w:lineRule="auto"/>
              <w:jc w:val="center"/>
              <w:rPr>
                <w:rFonts w:cs="Tahoma"/>
                <w:sz w:val="24"/>
              </w:rPr>
            </w:pPr>
            <w:r>
              <w:rPr>
                <w:rFonts w:cs="Tahoma"/>
                <w:noProof/>
              </w:rPr>
              <w:drawing>
                <wp:inline distT="0" distB="0" distL="0" distR="0" wp14:anchorId="4D1F756E" wp14:editId="4AE8E6E9">
                  <wp:extent cx="343669" cy="361950"/>
                  <wp:effectExtent l="0" t="0" r="0" b="0"/>
                  <wp:docPr id="79" name="Image 79" descr="C:\Users\msalgues\AppData\Local\Microsoft\Windows\Temporary Internet Files\Content.IE5\XXM94LI9\MC90042448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msalgues\AppData\Local\Microsoft\Windows\Temporary Internet Files\Content.IE5\XXM94LI9\MC90042448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783" cy="367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ahoma"/>
                <w:noProof/>
              </w:rPr>
              <w:drawing>
                <wp:inline distT="0" distB="0" distL="0" distR="0" wp14:anchorId="63EF4C56" wp14:editId="6E507B52">
                  <wp:extent cx="343669" cy="361950"/>
                  <wp:effectExtent l="0" t="0" r="0" b="0"/>
                  <wp:docPr id="80" name="Image 80" descr="C:\Users\msalgues\AppData\Local\Microsoft\Windows\Temporary Internet Files\Content.IE5\XXM94LI9\MC90042448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msalgues\AppData\Local\Microsoft\Windows\Temporary Internet Files\Content.IE5\XXM94LI9\MC90042448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783" cy="367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6516" w:rsidTr="00456BE7">
        <w:tc>
          <w:tcPr>
            <w:tcW w:w="2542" w:type="dxa"/>
          </w:tcPr>
          <w:p w:rsidR="00386516" w:rsidRPr="00386516" w:rsidRDefault="00386516" w:rsidP="00386516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 w:rsidRPr="00386516">
              <w:rPr>
                <w:rFonts w:cs="Tahoma"/>
              </w:rPr>
              <w:t>J’aime beaucoup</w:t>
            </w:r>
          </w:p>
        </w:tc>
        <w:tc>
          <w:tcPr>
            <w:tcW w:w="2542" w:type="dxa"/>
          </w:tcPr>
          <w:p w:rsidR="00386516" w:rsidRPr="00386516" w:rsidRDefault="00386516" w:rsidP="00386516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 w:rsidRPr="00386516">
              <w:rPr>
                <w:rFonts w:cs="Tahoma"/>
              </w:rPr>
              <w:t>J’aime bien</w:t>
            </w:r>
          </w:p>
        </w:tc>
        <w:tc>
          <w:tcPr>
            <w:tcW w:w="2542" w:type="dxa"/>
          </w:tcPr>
          <w:p w:rsidR="00386516" w:rsidRPr="00386516" w:rsidRDefault="00386516" w:rsidP="00386516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 w:rsidRPr="00386516">
              <w:rPr>
                <w:rFonts w:cs="Tahoma"/>
              </w:rPr>
              <w:t>Je n’aime pas</w:t>
            </w:r>
          </w:p>
        </w:tc>
        <w:tc>
          <w:tcPr>
            <w:tcW w:w="2543" w:type="dxa"/>
          </w:tcPr>
          <w:p w:rsidR="00386516" w:rsidRPr="00386516" w:rsidRDefault="00386516" w:rsidP="00386516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 w:rsidRPr="00386516">
              <w:rPr>
                <w:rFonts w:cs="Tahoma"/>
              </w:rPr>
              <w:t>Je n’aime pas du tout</w:t>
            </w:r>
          </w:p>
        </w:tc>
      </w:tr>
    </w:tbl>
    <w:p w:rsidR="008C5080" w:rsidRPr="00870D1A" w:rsidRDefault="008C5080" w:rsidP="00EE0749">
      <w:pPr>
        <w:pStyle w:val="textes"/>
        <w:spacing w:line="276" w:lineRule="auto"/>
        <w:jc w:val="both"/>
        <w:rPr>
          <w:rFonts w:cs="Tahom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52"/>
        <w:gridCol w:w="1247"/>
        <w:gridCol w:w="1247"/>
        <w:gridCol w:w="1247"/>
        <w:gridCol w:w="1247"/>
        <w:gridCol w:w="1247"/>
        <w:gridCol w:w="1247"/>
        <w:gridCol w:w="1247"/>
      </w:tblGrid>
      <w:tr w:rsidR="00CC029F" w:rsidTr="00DD4611">
        <w:tc>
          <w:tcPr>
            <w:tcW w:w="1452" w:type="dxa"/>
            <w:tcBorders>
              <w:top w:val="nil"/>
              <w:left w:val="nil"/>
            </w:tcBorders>
          </w:tcPr>
          <w:p w:rsidR="00CC029F" w:rsidRDefault="00CC029F" w:rsidP="00EE0749">
            <w:pPr>
              <w:pStyle w:val="textes"/>
              <w:spacing w:line="276" w:lineRule="auto"/>
              <w:jc w:val="both"/>
              <w:rPr>
                <w:rFonts w:cs="Tahoma"/>
              </w:rPr>
            </w:pPr>
          </w:p>
        </w:tc>
        <w:tc>
          <w:tcPr>
            <w:tcW w:w="1247" w:type="dxa"/>
            <w:vAlign w:val="center"/>
          </w:tcPr>
          <w:p w:rsidR="00CC029F" w:rsidRDefault="00CC029F" w:rsidP="00CC029F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  <w:bCs/>
                <w:noProof/>
              </w:rPr>
              <w:drawing>
                <wp:inline distT="0" distB="0" distL="0" distR="0" wp14:anchorId="0EE46D8C" wp14:editId="6C4B5D5D">
                  <wp:extent cx="534404" cy="540000"/>
                  <wp:effectExtent l="0" t="0" r="0" b="0"/>
                  <wp:docPr id="81" name="Image 81" descr="C:\Users\msalgues\AppData\Local\Microsoft\Windows\Temporary Internet Files\Content.IE5\0A2ZJJ8W\MC90039095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msalgues\AppData\Local\Microsoft\Windows\Temporary Internet Files\Content.IE5\0A2ZJJ8W\MC90039095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404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" w:type="dxa"/>
            <w:vAlign w:val="center"/>
          </w:tcPr>
          <w:p w:rsidR="00CC029F" w:rsidRDefault="00CC029F" w:rsidP="00CC029F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  <w:bCs/>
                <w:noProof/>
              </w:rPr>
              <w:drawing>
                <wp:inline distT="0" distB="0" distL="0" distR="0" wp14:anchorId="2249A78D" wp14:editId="7EAD89BC">
                  <wp:extent cx="472500" cy="540000"/>
                  <wp:effectExtent l="0" t="0" r="3810" b="0"/>
                  <wp:docPr id="82" name="Image 82" descr="C:\Users\msalgues\AppData\Local\Microsoft\Windows\Temporary Internet Files\Content.IE5\TCNQKNZ1\MC90033502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salgues\AppData\Local\Microsoft\Windows\Temporary Internet Files\Content.IE5\TCNQKNZ1\MC90033502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5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" w:type="dxa"/>
            <w:vAlign w:val="center"/>
          </w:tcPr>
          <w:p w:rsidR="00CC029F" w:rsidRDefault="00CC029F" w:rsidP="00CC029F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  <w:bCs/>
                <w:noProof/>
              </w:rPr>
              <w:drawing>
                <wp:inline distT="0" distB="0" distL="0" distR="0" wp14:anchorId="5C1456E0" wp14:editId="1355BF79">
                  <wp:extent cx="618876" cy="540000"/>
                  <wp:effectExtent l="0" t="0" r="0" b="0"/>
                  <wp:docPr id="83" name="Image 83" descr="C:\Users\msalgues\AppData\Local\Microsoft\Windows\Temporary Internet Files\Content.IE5\XXM94LI9\MC90029016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msalgues\AppData\Local\Microsoft\Windows\Temporary Internet Files\Content.IE5\XXM94LI9\MC90029016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876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" w:type="dxa"/>
            <w:vAlign w:val="center"/>
          </w:tcPr>
          <w:p w:rsidR="00CC029F" w:rsidRDefault="00CC029F" w:rsidP="00CC029F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  <w:bCs/>
                <w:noProof/>
              </w:rPr>
              <w:drawing>
                <wp:inline distT="0" distB="0" distL="0" distR="0" wp14:anchorId="4DC425A8" wp14:editId="78E57C37">
                  <wp:extent cx="540000" cy="396368"/>
                  <wp:effectExtent l="0" t="0" r="0" b="3810"/>
                  <wp:docPr id="84" name="Image 84" descr="C:\Users\msalgues\AppData\Local\Microsoft\Windows\Temporary Internet Files\Content.IE5\VQI4ALDH\MC90032049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msalgues\AppData\Local\Microsoft\Windows\Temporary Internet Files\Content.IE5\VQI4ALDH\MC90032049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396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" w:type="dxa"/>
            <w:vAlign w:val="center"/>
          </w:tcPr>
          <w:p w:rsidR="00CC029F" w:rsidRDefault="00CC029F" w:rsidP="00CC029F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  <w:bCs/>
                <w:noProof/>
              </w:rPr>
              <w:drawing>
                <wp:inline distT="0" distB="0" distL="0" distR="0" wp14:anchorId="16DB302F" wp14:editId="71D44B9F">
                  <wp:extent cx="540000" cy="405807"/>
                  <wp:effectExtent l="0" t="0" r="0" b="0"/>
                  <wp:docPr id="85" name="Image 85" descr="C:\Users\msalgues\AppData\Local\Microsoft\Windows\Temporary Internet Files\Content.IE5\TCNQKNZ1\MP900438806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msalgues\AppData\Local\Microsoft\Windows\Temporary Internet Files\Content.IE5\TCNQKNZ1\MP900438806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405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" w:type="dxa"/>
            <w:vAlign w:val="center"/>
          </w:tcPr>
          <w:p w:rsidR="00CC029F" w:rsidRDefault="00CC029F" w:rsidP="00CC029F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  <w:bCs/>
                <w:noProof/>
              </w:rPr>
              <w:drawing>
                <wp:inline distT="0" distB="0" distL="0" distR="0" wp14:anchorId="7865F6B7" wp14:editId="7AB6B028">
                  <wp:extent cx="540000" cy="540000"/>
                  <wp:effectExtent l="0" t="0" r="0" b="0"/>
                  <wp:docPr id="86" name="Image 86" descr="C:\Users\msalgues\AppData\Local\Microsoft\Windows\Temporary Internet Files\Content.IE5\XXM94LI9\MC90038357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msalgues\AppData\Local\Microsoft\Windows\Temporary Internet Files\Content.IE5\XXM94LI9\MC90038357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" w:type="dxa"/>
            <w:vAlign w:val="center"/>
          </w:tcPr>
          <w:p w:rsidR="00CC029F" w:rsidRPr="00DD4611" w:rsidRDefault="00CC029F" w:rsidP="00CC029F">
            <w:pPr>
              <w:pStyle w:val="textes"/>
              <w:spacing w:line="276" w:lineRule="auto"/>
              <w:jc w:val="center"/>
              <w:rPr>
                <w:rFonts w:cs="Tahoma"/>
                <w:bCs/>
                <w:noProof/>
                <w:color w:val="808080" w:themeColor="background1" w:themeShade="80"/>
                <w:szCs w:val="22"/>
              </w:rPr>
            </w:pPr>
          </w:p>
          <w:p w:rsidR="00DD4611" w:rsidRPr="00360992" w:rsidRDefault="00DD4611" w:rsidP="00CC029F">
            <w:pPr>
              <w:pStyle w:val="textes"/>
              <w:spacing w:line="276" w:lineRule="auto"/>
              <w:jc w:val="center"/>
              <w:rPr>
                <w:rFonts w:cs="Tahoma"/>
                <w:b/>
                <w:bCs/>
                <w:noProof/>
                <w:szCs w:val="22"/>
              </w:rPr>
            </w:pPr>
            <w:r w:rsidRPr="00DD4611">
              <w:rPr>
                <w:rFonts w:cs="Tahoma"/>
                <w:bCs/>
                <w:noProof/>
                <w:color w:val="808080" w:themeColor="background1" w:themeShade="80"/>
                <w:szCs w:val="22"/>
              </w:rPr>
              <w:t>…</w:t>
            </w:r>
          </w:p>
        </w:tc>
      </w:tr>
      <w:tr w:rsidR="00CC029F" w:rsidTr="00187154">
        <w:trPr>
          <w:trHeight w:val="851"/>
        </w:trPr>
        <w:tc>
          <w:tcPr>
            <w:tcW w:w="1452" w:type="dxa"/>
            <w:vAlign w:val="center"/>
          </w:tcPr>
          <w:p w:rsidR="00CC029F" w:rsidRDefault="00CC029F" w:rsidP="00187154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Moi</w:t>
            </w:r>
          </w:p>
        </w:tc>
        <w:tc>
          <w:tcPr>
            <w:tcW w:w="1247" w:type="dxa"/>
            <w:vAlign w:val="center"/>
          </w:tcPr>
          <w:p w:rsidR="00CC029F" w:rsidRDefault="00CC029F" w:rsidP="00CC029F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  <w:tc>
          <w:tcPr>
            <w:tcW w:w="1247" w:type="dxa"/>
            <w:vAlign w:val="center"/>
          </w:tcPr>
          <w:p w:rsidR="00CC029F" w:rsidRDefault="00CC029F" w:rsidP="00CC029F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  <w:tc>
          <w:tcPr>
            <w:tcW w:w="1247" w:type="dxa"/>
            <w:vAlign w:val="center"/>
          </w:tcPr>
          <w:p w:rsidR="00CC029F" w:rsidRDefault="00CC029F" w:rsidP="00CC029F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  <w:tc>
          <w:tcPr>
            <w:tcW w:w="1247" w:type="dxa"/>
            <w:vAlign w:val="center"/>
          </w:tcPr>
          <w:p w:rsidR="00CC029F" w:rsidRDefault="00CC029F" w:rsidP="00CC029F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  <w:tc>
          <w:tcPr>
            <w:tcW w:w="1247" w:type="dxa"/>
            <w:vAlign w:val="center"/>
          </w:tcPr>
          <w:p w:rsidR="00CC029F" w:rsidRDefault="00CC029F" w:rsidP="00CC029F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  <w:tc>
          <w:tcPr>
            <w:tcW w:w="1247" w:type="dxa"/>
            <w:vAlign w:val="center"/>
          </w:tcPr>
          <w:p w:rsidR="00CC029F" w:rsidRDefault="00CC029F" w:rsidP="00CC029F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  <w:tc>
          <w:tcPr>
            <w:tcW w:w="1247" w:type="dxa"/>
            <w:vAlign w:val="center"/>
          </w:tcPr>
          <w:p w:rsidR="00CC029F" w:rsidRDefault="00CC029F" w:rsidP="00CC029F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</w:tr>
      <w:tr w:rsidR="00CC029F" w:rsidTr="00187154">
        <w:trPr>
          <w:trHeight w:val="851"/>
        </w:trPr>
        <w:tc>
          <w:tcPr>
            <w:tcW w:w="1452" w:type="dxa"/>
            <w:vAlign w:val="center"/>
          </w:tcPr>
          <w:p w:rsidR="00CC029F" w:rsidRDefault="00CC029F" w:rsidP="00187154">
            <w:pPr>
              <w:pStyle w:val="textes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Mon / ma camarade</w:t>
            </w:r>
          </w:p>
        </w:tc>
        <w:tc>
          <w:tcPr>
            <w:tcW w:w="1247" w:type="dxa"/>
            <w:vAlign w:val="center"/>
          </w:tcPr>
          <w:p w:rsidR="00CC029F" w:rsidRDefault="00CC029F" w:rsidP="00CC029F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  <w:tc>
          <w:tcPr>
            <w:tcW w:w="1247" w:type="dxa"/>
            <w:vAlign w:val="center"/>
          </w:tcPr>
          <w:p w:rsidR="00CC029F" w:rsidRDefault="00CC029F" w:rsidP="00CC029F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  <w:tc>
          <w:tcPr>
            <w:tcW w:w="1247" w:type="dxa"/>
            <w:vAlign w:val="center"/>
          </w:tcPr>
          <w:p w:rsidR="00CC029F" w:rsidRDefault="00CC029F" w:rsidP="00CC029F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  <w:tc>
          <w:tcPr>
            <w:tcW w:w="1247" w:type="dxa"/>
            <w:vAlign w:val="center"/>
          </w:tcPr>
          <w:p w:rsidR="00CC029F" w:rsidRDefault="00CC029F" w:rsidP="00CC029F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  <w:tc>
          <w:tcPr>
            <w:tcW w:w="1247" w:type="dxa"/>
            <w:vAlign w:val="center"/>
          </w:tcPr>
          <w:p w:rsidR="00CC029F" w:rsidRDefault="00CC029F" w:rsidP="00CC029F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  <w:tc>
          <w:tcPr>
            <w:tcW w:w="1247" w:type="dxa"/>
            <w:vAlign w:val="center"/>
          </w:tcPr>
          <w:p w:rsidR="00CC029F" w:rsidRDefault="00CC029F" w:rsidP="00CC029F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  <w:tc>
          <w:tcPr>
            <w:tcW w:w="1247" w:type="dxa"/>
            <w:vAlign w:val="center"/>
          </w:tcPr>
          <w:p w:rsidR="00CC029F" w:rsidRDefault="00CC029F" w:rsidP="00CC029F">
            <w:pPr>
              <w:pStyle w:val="textes"/>
              <w:spacing w:line="276" w:lineRule="auto"/>
              <w:jc w:val="center"/>
              <w:rPr>
                <w:rFonts w:cs="Tahoma"/>
              </w:rPr>
            </w:pPr>
          </w:p>
        </w:tc>
      </w:tr>
    </w:tbl>
    <w:p w:rsidR="004B4626" w:rsidRPr="000A1F73" w:rsidRDefault="004B4626" w:rsidP="00EE0749">
      <w:pPr>
        <w:pStyle w:val="textes"/>
        <w:spacing w:line="276" w:lineRule="auto"/>
        <w:jc w:val="both"/>
        <w:rPr>
          <w:rFonts w:cs="Tahoma"/>
        </w:rPr>
      </w:pPr>
    </w:p>
    <w:sectPr w:rsidR="004B4626" w:rsidRPr="000A1F73" w:rsidSect="001F1177">
      <w:type w:val="continuous"/>
      <w:pgSz w:w="11906" w:h="16838"/>
      <w:pgMar w:top="1843" w:right="851" w:bottom="1134" w:left="1026" w:header="567" w:footer="3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F94" w:rsidRDefault="00514F94" w:rsidP="008C5080">
      <w:pPr>
        <w:pStyle w:val="TitreemissionOK"/>
      </w:pPr>
      <w:r>
        <w:separator/>
      </w:r>
    </w:p>
  </w:endnote>
  <w:endnote w:type="continuationSeparator" w:id="0">
    <w:p w:rsidR="00514F94" w:rsidRDefault="00514F94" w:rsidP="008C5080">
      <w:pPr>
        <w:pStyle w:val="Titreemission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E31" w:rsidRDefault="007A2E31" w:rsidP="007A2E31">
    <w:pPr>
      <w:pStyle w:val="Pieddepage"/>
      <w:tabs>
        <w:tab w:val="clear" w:pos="4536"/>
        <w:tab w:val="clear" w:pos="9072"/>
        <w:tab w:val="left" w:pos="1125"/>
      </w:tabs>
    </w:pPr>
    <w:r>
      <w:tab/>
    </w:r>
  </w:p>
  <w:tbl>
    <w:tblPr>
      <w:tblW w:w="1017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7"/>
      <w:gridCol w:w="5087"/>
    </w:tblGrid>
    <w:tr w:rsidR="007A2E31" w:rsidTr="00695EE1">
      <w:trPr>
        <w:trHeight w:val="340"/>
      </w:trPr>
      <w:tc>
        <w:tcPr>
          <w:tcW w:w="10174" w:type="dxa"/>
          <w:gridSpan w:val="2"/>
          <w:tcBorders>
            <w:top w:val="single" w:sz="4" w:space="0" w:color="0B8B99"/>
            <w:bottom w:val="single" w:sz="4" w:space="0" w:color="0B8B99"/>
          </w:tcBorders>
          <w:vAlign w:val="center"/>
        </w:tcPr>
        <w:p w:rsidR="007A2E31" w:rsidRPr="00695EE1" w:rsidRDefault="00695EE1" w:rsidP="00695EE1">
          <w:pPr>
            <w:pStyle w:val="Pieddepage"/>
            <w:jc w:val="center"/>
            <w:rPr>
              <w:rFonts w:ascii="Tahoma" w:hAnsi="Tahoma"/>
              <w:b/>
              <w:bCs/>
              <w:color w:val="0B8B99"/>
              <w:sz w:val="20"/>
              <w:szCs w:val="20"/>
            </w:rPr>
          </w:pPr>
          <w:r w:rsidRPr="000E5AAC">
            <w:rPr>
              <w:rFonts w:ascii="Tahoma" w:hAnsi="Tahoma"/>
              <w:b/>
              <w:bCs/>
              <w:color w:val="0B8B99"/>
              <w:sz w:val="20"/>
              <w:szCs w:val="20"/>
            </w:rPr>
            <w:t>Retrouvez des exercices en ligne, gratuits sur http://apprendre.tv5monde.com/</w:t>
          </w:r>
        </w:p>
      </w:tc>
    </w:tr>
    <w:tr w:rsidR="007A2E31" w:rsidTr="00695EE1">
      <w:tc>
        <w:tcPr>
          <w:tcW w:w="5087" w:type="dxa"/>
          <w:tcBorders>
            <w:top w:val="single" w:sz="4" w:space="0" w:color="0B8B99"/>
          </w:tcBorders>
        </w:tcPr>
        <w:p w:rsidR="007A2E31" w:rsidRDefault="007A2E31" w:rsidP="00695EE1">
          <w:pPr>
            <w:pStyle w:val="Pieddepage"/>
            <w:spacing w:before="60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Fiche réalisée par </w:t>
          </w:r>
          <w:r w:rsidR="00B754A5">
            <w:rPr>
              <w:rFonts w:ascii="Tahoma" w:hAnsi="Tahoma"/>
              <w:sz w:val="18"/>
            </w:rPr>
            <w:t xml:space="preserve">Marie </w:t>
          </w:r>
          <w:proofErr w:type="spellStart"/>
          <w:r w:rsidR="00B754A5">
            <w:rPr>
              <w:rFonts w:ascii="Tahoma" w:hAnsi="Tahoma"/>
              <w:sz w:val="18"/>
            </w:rPr>
            <w:t>Salgues</w:t>
          </w:r>
          <w:proofErr w:type="spellEnd"/>
        </w:p>
        <w:p w:rsidR="007A2E31" w:rsidRDefault="006A1CEF" w:rsidP="00B754A5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CAVILAM – Alliance française, </w:t>
          </w:r>
          <w:r w:rsidR="00B754A5" w:rsidRPr="00B754A5">
            <w:rPr>
              <w:rFonts w:ascii="Tahoma" w:hAnsi="Tahoma"/>
              <w:sz w:val="18"/>
            </w:rPr>
            <w:t>novembre</w:t>
          </w:r>
          <w:r w:rsidR="007A2E31" w:rsidRPr="00B754A5">
            <w:rPr>
              <w:rFonts w:ascii="Tahoma" w:hAnsi="Tahoma"/>
              <w:sz w:val="18"/>
            </w:rPr>
            <w:t xml:space="preserve"> </w:t>
          </w:r>
          <w:r>
            <w:rPr>
              <w:rFonts w:ascii="Tahoma" w:hAnsi="Tahoma"/>
              <w:sz w:val="18"/>
            </w:rPr>
            <w:t>20</w:t>
          </w:r>
          <w:r w:rsidR="00E17F5E">
            <w:rPr>
              <w:rFonts w:ascii="Tahoma" w:hAnsi="Tahoma"/>
              <w:sz w:val="18"/>
            </w:rPr>
            <w:t>1</w:t>
          </w:r>
          <w:r w:rsidR="00B754A5">
            <w:rPr>
              <w:rFonts w:ascii="Tahoma" w:hAnsi="Tahoma"/>
              <w:sz w:val="18"/>
            </w:rPr>
            <w:t>4</w:t>
          </w:r>
        </w:p>
      </w:tc>
      <w:tc>
        <w:tcPr>
          <w:tcW w:w="5087" w:type="dxa"/>
          <w:tcBorders>
            <w:top w:val="single" w:sz="4" w:space="0" w:color="0B8B99"/>
          </w:tcBorders>
        </w:tcPr>
        <w:p w:rsidR="007A2E31" w:rsidRDefault="00B754A5" w:rsidP="005E41E5">
          <w:pPr>
            <w:pStyle w:val="Pieddepage"/>
            <w:jc w:val="right"/>
            <w:rPr>
              <w:rStyle w:val="Numrodepage"/>
            </w:rPr>
          </w:pPr>
          <w:r>
            <w:rPr>
              <w:rFonts w:ascii="Tahoma" w:hAnsi="Tahoma"/>
              <w:sz w:val="18"/>
            </w:rPr>
            <w:t>Laissons-les rêver</w:t>
          </w:r>
          <w:r w:rsidR="007A2E31">
            <w:rPr>
              <w:rFonts w:ascii="Tahoma" w:hAnsi="Tahoma"/>
              <w:sz w:val="18"/>
            </w:rPr>
            <w:t xml:space="preserve"> </w:t>
          </w:r>
          <w:r w:rsidR="007A2E31">
            <w:rPr>
              <w:rStyle w:val="Numrodepage"/>
              <w:rFonts w:ascii="Tahoma" w:hAnsi="Tahoma"/>
              <w:sz w:val="18"/>
            </w:rPr>
            <w:fldChar w:fldCharType="begin"/>
          </w:r>
          <w:r w:rsidR="007A2E31">
            <w:rPr>
              <w:rStyle w:val="Numrodepage"/>
              <w:rFonts w:ascii="Tahoma" w:hAnsi="Tahoma"/>
              <w:sz w:val="18"/>
            </w:rPr>
            <w:instrText xml:space="preserve"> PAGE </w:instrText>
          </w:r>
          <w:r w:rsidR="007A2E31">
            <w:rPr>
              <w:rStyle w:val="Numrodepage"/>
              <w:rFonts w:ascii="Tahoma" w:hAnsi="Tahoma"/>
              <w:sz w:val="18"/>
            </w:rPr>
            <w:fldChar w:fldCharType="separate"/>
          </w:r>
          <w:r w:rsidR="00CF3999">
            <w:rPr>
              <w:rStyle w:val="Numrodepage"/>
              <w:rFonts w:ascii="Tahoma" w:hAnsi="Tahoma"/>
              <w:noProof/>
              <w:sz w:val="18"/>
            </w:rPr>
            <w:t>2</w:t>
          </w:r>
          <w:r w:rsidR="007A2E31">
            <w:rPr>
              <w:rStyle w:val="Numrodepage"/>
              <w:rFonts w:ascii="Tahoma" w:hAnsi="Tahoma"/>
              <w:sz w:val="18"/>
            </w:rPr>
            <w:fldChar w:fldCharType="end"/>
          </w:r>
          <w:r w:rsidR="007A2E31">
            <w:rPr>
              <w:rStyle w:val="Numrodepage"/>
              <w:rFonts w:ascii="Tahoma" w:hAnsi="Tahoma"/>
              <w:sz w:val="18"/>
            </w:rPr>
            <w:t>/</w:t>
          </w:r>
          <w:r w:rsidR="007A2E31">
            <w:rPr>
              <w:rStyle w:val="Numrodepage"/>
              <w:rFonts w:ascii="Tahoma" w:hAnsi="Tahoma"/>
              <w:sz w:val="18"/>
            </w:rPr>
            <w:fldChar w:fldCharType="begin"/>
          </w:r>
          <w:r w:rsidR="007A2E31">
            <w:rPr>
              <w:rStyle w:val="Numrodepage"/>
              <w:rFonts w:ascii="Tahoma" w:hAnsi="Tahoma"/>
              <w:sz w:val="18"/>
            </w:rPr>
            <w:instrText xml:space="preserve"> NUMPAGES </w:instrText>
          </w:r>
          <w:r w:rsidR="007A2E31">
            <w:rPr>
              <w:rStyle w:val="Numrodepage"/>
              <w:rFonts w:ascii="Tahoma" w:hAnsi="Tahoma"/>
              <w:sz w:val="18"/>
            </w:rPr>
            <w:fldChar w:fldCharType="separate"/>
          </w:r>
          <w:r w:rsidR="00CF3999">
            <w:rPr>
              <w:rStyle w:val="Numrodepage"/>
              <w:rFonts w:ascii="Tahoma" w:hAnsi="Tahoma"/>
              <w:noProof/>
              <w:sz w:val="18"/>
            </w:rPr>
            <w:t>2</w:t>
          </w:r>
          <w:r w:rsidR="007A2E31">
            <w:rPr>
              <w:rStyle w:val="Numrodepage"/>
              <w:rFonts w:ascii="Tahoma" w:hAnsi="Tahoma"/>
              <w:sz w:val="18"/>
            </w:rPr>
            <w:fldChar w:fldCharType="end"/>
          </w:r>
        </w:p>
        <w:p w:rsidR="007A2E31" w:rsidRDefault="007A2E31" w:rsidP="00B754A5">
          <w:pPr>
            <w:pStyle w:val="Pieddepage"/>
            <w:jc w:val="right"/>
            <w:rPr>
              <w:rFonts w:ascii="Tahoma" w:hAnsi="Tahoma"/>
              <w:sz w:val="18"/>
            </w:rPr>
          </w:pPr>
          <w:r>
            <w:rPr>
              <w:rStyle w:val="Numrodepage"/>
              <w:rFonts w:ascii="Tahoma" w:hAnsi="Tahoma"/>
              <w:sz w:val="18"/>
            </w:rPr>
            <w:t>Niveau :</w:t>
          </w:r>
          <w:r w:rsidR="00B754A5">
            <w:rPr>
              <w:rStyle w:val="Numrodepage"/>
              <w:rFonts w:ascii="Tahoma" w:hAnsi="Tahoma"/>
              <w:sz w:val="18"/>
            </w:rPr>
            <w:t xml:space="preserve"> A1</w:t>
          </w:r>
        </w:p>
      </w:tc>
    </w:tr>
  </w:tbl>
  <w:p w:rsidR="008C5080" w:rsidRDefault="008C5080" w:rsidP="007A2E31">
    <w:pPr>
      <w:pStyle w:val="Pieddepage"/>
      <w:tabs>
        <w:tab w:val="clear" w:pos="4536"/>
        <w:tab w:val="clear" w:pos="9072"/>
        <w:tab w:val="left" w:pos="112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F94" w:rsidRDefault="00514F94" w:rsidP="008C5080">
      <w:pPr>
        <w:pStyle w:val="TitreemissionOK"/>
      </w:pPr>
      <w:r>
        <w:separator/>
      </w:r>
    </w:p>
  </w:footnote>
  <w:footnote w:type="continuationSeparator" w:id="0">
    <w:p w:rsidR="00514F94" w:rsidRDefault="00514F94" w:rsidP="008C5080">
      <w:pPr>
        <w:pStyle w:val="TitreemissionO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080" w:rsidRDefault="007A2E31">
    <w:pPr>
      <w:pStyle w:val="En-tte"/>
    </w:pPr>
    <w:r>
      <w:rPr>
        <w:noProof/>
      </w:rPr>
      <w:drawing>
        <wp:inline distT="0" distB="0" distL="0" distR="0" wp14:anchorId="23DF51F3" wp14:editId="495798D7">
          <wp:extent cx="6362700" cy="676275"/>
          <wp:effectExtent l="0" t="0" r="0" b="0"/>
          <wp:docPr id="2" name="Image 2" descr="ParolesDeClips-ap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rolesDeClips-ap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26D6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CD0F95"/>
    <w:multiLevelType w:val="hybridMultilevel"/>
    <w:tmpl w:val="4F3E4F4A"/>
    <w:lvl w:ilvl="0" w:tplc="46C21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DD3F2D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7C2CA5"/>
    <w:multiLevelType w:val="hybridMultilevel"/>
    <w:tmpl w:val="EF8A19A8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9560E65A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B96A3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60F5F"/>
    <w:multiLevelType w:val="hybridMultilevel"/>
    <w:tmpl w:val="AC7C8BD4"/>
    <w:lvl w:ilvl="0" w:tplc="E40C400E">
      <w:start w:val="1"/>
      <w:numFmt w:val="bullet"/>
      <w:lvlText w:val="o"/>
      <w:lvlJc w:val="left"/>
      <w:pPr>
        <w:tabs>
          <w:tab w:val="num" w:pos="720"/>
        </w:tabs>
        <w:ind w:left="720" w:hanging="55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1A5ABB"/>
    <w:multiLevelType w:val="multilevel"/>
    <w:tmpl w:val="63CE2F34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3C3663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C002F7"/>
    <w:multiLevelType w:val="hybridMultilevel"/>
    <w:tmpl w:val="D7D82964"/>
    <w:lvl w:ilvl="0" w:tplc="0001040C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0">
    <w:nsid w:val="56024B06"/>
    <w:multiLevelType w:val="hybridMultilevel"/>
    <w:tmpl w:val="63C049EE"/>
    <w:lvl w:ilvl="0" w:tplc="A40CE7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1D1F8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3B3443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651AD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2530C6"/>
    <w:multiLevelType w:val="hybridMultilevel"/>
    <w:tmpl w:val="B77C81D4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67F67E2"/>
    <w:multiLevelType w:val="hybridMultilevel"/>
    <w:tmpl w:val="DAC2043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E73C73"/>
    <w:multiLevelType w:val="hybridMultilevel"/>
    <w:tmpl w:val="BCE2CC6E"/>
    <w:lvl w:ilvl="0" w:tplc="5E4856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ECB285E"/>
    <w:multiLevelType w:val="hybridMultilevel"/>
    <w:tmpl w:val="9A7C1060"/>
    <w:lvl w:ilvl="0" w:tplc="0001040C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8">
    <w:nsid w:val="72A32F48"/>
    <w:multiLevelType w:val="hybridMultilevel"/>
    <w:tmpl w:val="F2309B70"/>
    <w:lvl w:ilvl="0" w:tplc="464E6F1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4CF6CC5"/>
    <w:multiLevelType w:val="hybridMultilevel"/>
    <w:tmpl w:val="4120B642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72043D8C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70714FC"/>
    <w:multiLevelType w:val="hybridMultilevel"/>
    <w:tmpl w:val="63CE2F34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69B6D75C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D5B6242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18"/>
  </w:num>
  <w:num w:numId="5">
    <w:abstractNumId w:val="6"/>
  </w:num>
  <w:num w:numId="6">
    <w:abstractNumId w:val="5"/>
  </w:num>
  <w:num w:numId="7">
    <w:abstractNumId w:val="8"/>
  </w:num>
  <w:num w:numId="8">
    <w:abstractNumId w:val="11"/>
  </w:num>
  <w:num w:numId="9">
    <w:abstractNumId w:val="13"/>
  </w:num>
  <w:num w:numId="10">
    <w:abstractNumId w:val="20"/>
  </w:num>
  <w:num w:numId="11">
    <w:abstractNumId w:val="7"/>
  </w:num>
  <w:num w:numId="12">
    <w:abstractNumId w:val="19"/>
  </w:num>
  <w:num w:numId="13">
    <w:abstractNumId w:val="12"/>
  </w:num>
  <w:num w:numId="14">
    <w:abstractNumId w:val="3"/>
  </w:num>
  <w:num w:numId="15">
    <w:abstractNumId w:val="21"/>
  </w:num>
  <w:num w:numId="16">
    <w:abstractNumId w:val="0"/>
  </w:num>
  <w:num w:numId="17">
    <w:abstractNumId w:val="4"/>
  </w:num>
  <w:num w:numId="18">
    <w:abstractNumId w:val="17"/>
  </w:num>
  <w:num w:numId="19">
    <w:abstractNumId w:val="9"/>
  </w:num>
  <w:num w:numId="20">
    <w:abstractNumId w:val="16"/>
  </w:num>
  <w:num w:numId="21">
    <w:abstractNumId w:val="1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83B"/>
    <w:rsid w:val="00017596"/>
    <w:rsid w:val="0002035F"/>
    <w:rsid w:val="00031E4B"/>
    <w:rsid w:val="00036B44"/>
    <w:rsid w:val="00062535"/>
    <w:rsid w:val="000803F2"/>
    <w:rsid w:val="000A114F"/>
    <w:rsid w:val="000A1F73"/>
    <w:rsid w:val="000A5294"/>
    <w:rsid w:val="00101204"/>
    <w:rsid w:val="00114C22"/>
    <w:rsid w:val="00131655"/>
    <w:rsid w:val="001473D3"/>
    <w:rsid w:val="00155DA6"/>
    <w:rsid w:val="00187154"/>
    <w:rsid w:val="001A403B"/>
    <w:rsid w:val="001B0514"/>
    <w:rsid w:val="001B286A"/>
    <w:rsid w:val="001B62B8"/>
    <w:rsid w:val="001F1177"/>
    <w:rsid w:val="00201CC4"/>
    <w:rsid w:val="00202E03"/>
    <w:rsid w:val="002138D6"/>
    <w:rsid w:val="002450F1"/>
    <w:rsid w:val="002634DB"/>
    <w:rsid w:val="00297B75"/>
    <w:rsid w:val="002A14C3"/>
    <w:rsid w:val="002A2AF2"/>
    <w:rsid w:val="002A47D8"/>
    <w:rsid w:val="002A6CA8"/>
    <w:rsid w:val="002B0F2A"/>
    <w:rsid w:val="002C7848"/>
    <w:rsid w:val="002F363C"/>
    <w:rsid w:val="002F3AB2"/>
    <w:rsid w:val="002F49FB"/>
    <w:rsid w:val="002F5823"/>
    <w:rsid w:val="00301523"/>
    <w:rsid w:val="0030279C"/>
    <w:rsid w:val="00333AEF"/>
    <w:rsid w:val="00340203"/>
    <w:rsid w:val="00360992"/>
    <w:rsid w:val="0036595D"/>
    <w:rsid w:val="00386516"/>
    <w:rsid w:val="003C23CD"/>
    <w:rsid w:val="003F0D5F"/>
    <w:rsid w:val="003F240B"/>
    <w:rsid w:val="00413337"/>
    <w:rsid w:val="00456BE7"/>
    <w:rsid w:val="004640AD"/>
    <w:rsid w:val="004B4626"/>
    <w:rsid w:val="004C7422"/>
    <w:rsid w:val="004E4D2A"/>
    <w:rsid w:val="0050009D"/>
    <w:rsid w:val="00514F94"/>
    <w:rsid w:val="00532389"/>
    <w:rsid w:val="00540CDD"/>
    <w:rsid w:val="00553860"/>
    <w:rsid w:val="005825A5"/>
    <w:rsid w:val="00594EE0"/>
    <w:rsid w:val="005A30B8"/>
    <w:rsid w:val="005C07D4"/>
    <w:rsid w:val="005F532A"/>
    <w:rsid w:val="005F5A63"/>
    <w:rsid w:val="006013CA"/>
    <w:rsid w:val="00612682"/>
    <w:rsid w:val="00633906"/>
    <w:rsid w:val="00636D27"/>
    <w:rsid w:val="0064037E"/>
    <w:rsid w:val="00650ECE"/>
    <w:rsid w:val="006607B6"/>
    <w:rsid w:val="00682A1D"/>
    <w:rsid w:val="00695EE1"/>
    <w:rsid w:val="006A1CEF"/>
    <w:rsid w:val="006A69EE"/>
    <w:rsid w:val="006B72A2"/>
    <w:rsid w:val="006E48D9"/>
    <w:rsid w:val="00720ECF"/>
    <w:rsid w:val="007278ED"/>
    <w:rsid w:val="00737579"/>
    <w:rsid w:val="00741272"/>
    <w:rsid w:val="007415C0"/>
    <w:rsid w:val="00751E8D"/>
    <w:rsid w:val="00760148"/>
    <w:rsid w:val="0076701F"/>
    <w:rsid w:val="007A0D37"/>
    <w:rsid w:val="007A2E31"/>
    <w:rsid w:val="007A66B8"/>
    <w:rsid w:val="007C5268"/>
    <w:rsid w:val="007D43DE"/>
    <w:rsid w:val="007F246F"/>
    <w:rsid w:val="007F2708"/>
    <w:rsid w:val="00811098"/>
    <w:rsid w:val="0085069E"/>
    <w:rsid w:val="008524B4"/>
    <w:rsid w:val="00870D1A"/>
    <w:rsid w:val="0088743D"/>
    <w:rsid w:val="008A3DA2"/>
    <w:rsid w:val="008B57BE"/>
    <w:rsid w:val="008C5080"/>
    <w:rsid w:val="008E50F4"/>
    <w:rsid w:val="008E6BF3"/>
    <w:rsid w:val="008F3791"/>
    <w:rsid w:val="009010E1"/>
    <w:rsid w:val="00907A64"/>
    <w:rsid w:val="00921E37"/>
    <w:rsid w:val="0092339A"/>
    <w:rsid w:val="009438A6"/>
    <w:rsid w:val="00963AC1"/>
    <w:rsid w:val="009739AA"/>
    <w:rsid w:val="009830F8"/>
    <w:rsid w:val="009A5C74"/>
    <w:rsid w:val="009C5E80"/>
    <w:rsid w:val="009C6FF7"/>
    <w:rsid w:val="009F096D"/>
    <w:rsid w:val="00A03A29"/>
    <w:rsid w:val="00A074C3"/>
    <w:rsid w:val="00A11B71"/>
    <w:rsid w:val="00A33884"/>
    <w:rsid w:val="00AA3BB1"/>
    <w:rsid w:val="00AB41F7"/>
    <w:rsid w:val="00AC3B58"/>
    <w:rsid w:val="00AD0FE9"/>
    <w:rsid w:val="00B0019D"/>
    <w:rsid w:val="00B251D2"/>
    <w:rsid w:val="00B26709"/>
    <w:rsid w:val="00B35D08"/>
    <w:rsid w:val="00B754A5"/>
    <w:rsid w:val="00BA5C68"/>
    <w:rsid w:val="00BB1DAB"/>
    <w:rsid w:val="00BB571B"/>
    <w:rsid w:val="00C02DC6"/>
    <w:rsid w:val="00C13BCB"/>
    <w:rsid w:val="00C363F5"/>
    <w:rsid w:val="00C84B9A"/>
    <w:rsid w:val="00CC029F"/>
    <w:rsid w:val="00CF3999"/>
    <w:rsid w:val="00D02E75"/>
    <w:rsid w:val="00D03613"/>
    <w:rsid w:val="00D20900"/>
    <w:rsid w:val="00D213F9"/>
    <w:rsid w:val="00D250D4"/>
    <w:rsid w:val="00D31F7B"/>
    <w:rsid w:val="00D41FF1"/>
    <w:rsid w:val="00D43A3E"/>
    <w:rsid w:val="00D514F8"/>
    <w:rsid w:val="00D8529B"/>
    <w:rsid w:val="00DB46F7"/>
    <w:rsid w:val="00DC02BA"/>
    <w:rsid w:val="00DD110E"/>
    <w:rsid w:val="00DD4611"/>
    <w:rsid w:val="00E17F5E"/>
    <w:rsid w:val="00E27537"/>
    <w:rsid w:val="00E4194C"/>
    <w:rsid w:val="00E57361"/>
    <w:rsid w:val="00E60D4C"/>
    <w:rsid w:val="00E64E02"/>
    <w:rsid w:val="00EA4586"/>
    <w:rsid w:val="00EB5849"/>
    <w:rsid w:val="00EB6967"/>
    <w:rsid w:val="00EE0749"/>
    <w:rsid w:val="00F12011"/>
    <w:rsid w:val="00F12112"/>
    <w:rsid w:val="00F33065"/>
    <w:rsid w:val="00F356F4"/>
    <w:rsid w:val="00F36E77"/>
    <w:rsid w:val="00F771B9"/>
    <w:rsid w:val="00F77E00"/>
    <w:rsid w:val="00F9579E"/>
    <w:rsid w:val="00FB483B"/>
    <w:rsid w:val="00FD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table" w:styleId="Grilledutableau">
    <w:name w:val="Table Grid"/>
    <w:basedOn w:val="TableauNormal"/>
    <w:rsid w:val="00F12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  <w:style w:type="table" w:styleId="Grilledutableau">
    <w:name w:val="Table Grid"/>
    <w:basedOn w:val="TableauNormal"/>
    <w:rsid w:val="00F12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0.wmf"/><Relationship Id="rId26" Type="http://schemas.openxmlformats.org/officeDocument/2006/relationships/image" Target="media/image18.jpeg"/><Relationship Id="rId3" Type="http://schemas.microsoft.com/office/2007/relationships/stylesWithEffects" Target="stylesWithEffects.xml"/><Relationship Id="rId21" Type="http://schemas.openxmlformats.org/officeDocument/2006/relationships/image" Target="media/image13.w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2.jpeg"/><Relationship Id="rId29" Type="http://schemas.openxmlformats.org/officeDocument/2006/relationships/image" Target="media/image21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6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image" Target="media/image15.gif"/><Relationship Id="rId28" Type="http://schemas.openxmlformats.org/officeDocument/2006/relationships/image" Target="media/image20.wmf"/><Relationship Id="rId10" Type="http://schemas.openxmlformats.org/officeDocument/2006/relationships/image" Target="media/image3.wmf"/><Relationship Id="rId19" Type="http://schemas.openxmlformats.org/officeDocument/2006/relationships/image" Target="media/image11.w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Relationship Id="rId22" Type="http://schemas.openxmlformats.org/officeDocument/2006/relationships/image" Target="media/image14.wmf"/><Relationship Id="rId27" Type="http://schemas.openxmlformats.org/officeDocument/2006/relationships/image" Target="media/image19.png"/><Relationship Id="rId30" Type="http://schemas.openxmlformats.org/officeDocument/2006/relationships/image" Target="media/image2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FESSEURS\RESSOURCES\03.%20Chanson\Clips%20Chansons\gabarit_sept_2013\Gabarit_app_2013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Gabarit_app_2013</Template>
  <TotalTime>196</TotalTime>
  <Pages>2</Pages>
  <Words>202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Face à l’image</vt:lpstr>
    </vt:vector>
  </TitlesOfParts>
  <Company>dco</Company>
  <LinksUpToDate>false</LinksUpToDate>
  <CharactersWithSpaces>1217</CharactersWithSpaces>
  <SharedDoc>false</SharedDoc>
  <HLinks>
    <vt:vector size="12" baseType="variant"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http://www.tv5.org/</vt:lpwstr>
      </vt:variant>
      <vt:variant>
        <vt:lpwstr/>
      </vt:variant>
      <vt:variant>
        <vt:i4>4456557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liste_activite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 à l’image</dc:title>
  <dc:creator>Marie SALGUES</dc:creator>
  <cp:lastModifiedBy>Helene EMILE</cp:lastModifiedBy>
  <cp:revision>42</cp:revision>
  <cp:lastPrinted>2014-11-13T11:09:00Z</cp:lastPrinted>
  <dcterms:created xsi:type="dcterms:W3CDTF">2014-11-03T13:15:00Z</dcterms:created>
  <dcterms:modified xsi:type="dcterms:W3CDTF">2014-11-13T11:09:00Z</dcterms:modified>
</cp:coreProperties>
</file>