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77BA2D" w14:textId="77777777" w:rsidR="0026095A" w:rsidRDefault="00934533" w:rsidP="00F81614">
      <w:pPr>
        <w:pStyle w:val="Titre"/>
        <w:tabs>
          <w:tab w:val="left" w:pos="5954"/>
        </w:tabs>
      </w:pPr>
      <w:bookmarkStart w:id="0" w:name="_GoBack"/>
      <w:bookmarkEnd w:id="0"/>
      <w:r>
        <w:t>Soprano</w:t>
      </w:r>
      <w:r w:rsidR="001D1857">
        <w:t xml:space="preserve"> </w:t>
      </w:r>
      <w:r w:rsidR="00422800">
        <w:t>–</w:t>
      </w:r>
      <w:r w:rsidR="004D56AE" w:rsidRPr="00422800">
        <w:t xml:space="preserve"> </w:t>
      </w:r>
      <w:r w:rsidR="00422800" w:rsidRPr="00DC6B49">
        <w:t>« </w:t>
      </w:r>
      <w:r w:rsidRPr="00DC6B49">
        <w:t>Fragile</w:t>
      </w:r>
      <w:r w:rsidR="00422800" w:rsidRPr="00DC6B49">
        <w:t> »</w:t>
      </w:r>
      <w:r>
        <w:t xml:space="preserve"> </w:t>
      </w:r>
    </w:p>
    <w:p w14:paraId="422E1EF3" w14:textId="77777777" w:rsidR="00566E50" w:rsidRPr="00B21AAA" w:rsidRDefault="00566E50" w:rsidP="00566E50">
      <w:pPr>
        <w:rPr>
          <w:rFonts w:eastAsia="Times New Roman" w:cs="Tahoma"/>
          <w:smallCaps/>
          <w:color w:val="365F91"/>
          <w:szCs w:val="20"/>
        </w:rPr>
      </w:pPr>
      <w:r w:rsidRPr="00B21AAA">
        <w:rPr>
          <w:rFonts w:eastAsia="Times New Roman" w:cs="Tahoma"/>
          <w:smallCaps/>
          <w:color w:val="365F91"/>
          <w:szCs w:val="20"/>
        </w:rPr>
        <w:t xml:space="preserve">Paroles et musique : </w:t>
      </w:r>
      <w:proofErr w:type="spellStart"/>
      <w:r w:rsidR="001D1857">
        <w:rPr>
          <w:rFonts w:eastAsia="Times New Roman" w:cs="Tahoma"/>
          <w:smallCaps/>
          <w:color w:val="365F91"/>
          <w:szCs w:val="20"/>
        </w:rPr>
        <w:t>Said</w:t>
      </w:r>
      <w:proofErr w:type="spellEnd"/>
      <w:r w:rsidR="001D1857">
        <w:rPr>
          <w:rFonts w:eastAsia="Times New Roman" w:cs="Tahoma"/>
          <w:smallCaps/>
          <w:color w:val="365F91"/>
          <w:szCs w:val="20"/>
        </w:rPr>
        <w:t xml:space="preserve"> M’</w:t>
      </w:r>
      <w:proofErr w:type="spellStart"/>
      <w:r w:rsidR="001D1857">
        <w:rPr>
          <w:rFonts w:eastAsia="Times New Roman" w:cs="Tahoma"/>
          <w:smallCaps/>
          <w:color w:val="365F91"/>
          <w:szCs w:val="20"/>
        </w:rPr>
        <w:t>Roumbaba</w:t>
      </w:r>
      <w:proofErr w:type="spellEnd"/>
      <w:r w:rsidRPr="001D1857">
        <w:rPr>
          <w:rFonts w:eastAsia="Times New Roman" w:cs="Tahoma"/>
          <w:smallCaps/>
          <w:color w:val="365F91"/>
          <w:szCs w:val="20"/>
        </w:rPr>
        <w:t xml:space="preserve"> </w:t>
      </w:r>
      <w:r w:rsidRPr="00903F7F">
        <w:rPr>
          <w:rFonts w:eastAsia="Times New Roman" w:cs="Tahoma"/>
          <w:smallCaps/>
          <w:color w:val="365F91"/>
          <w:szCs w:val="20"/>
        </w:rPr>
        <w:t>©</w:t>
      </w:r>
      <w:r w:rsidRPr="00B21AAA">
        <w:rPr>
          <w:rFonts w:eastAsia="Times New Roman" w:cs="Tahoma"/>
          <w:smallCaps/>
          <w:color w:val="365F91"/>
          <w:szCs w:val="20"/>
        </w:rPr>
        <w:t xml:space="preserve"> </w:t>
      </w:r>
      <w:r w:rsidR="001D1857">
        <w:rPr>
          <w:rFonts w:eastAsia="Times New Roman" w:cs="Tahoma"/>
          <w:smallCaps/>
          <w:color w:val="365F91"/>
          <w:szCs w:val="20"/>
        </w:rPr>
        <w:t>Warner Chappell Music France, Unive</w:t>
      </w:r>
      <w:r w:rsidR="000879DC">
        <w:rPr>
          <w:rFonts w:eastAsia="Times New Roman" w:cs="Tahoma"/>
          <w:smallCaps/>
          <w:color w:val="365F91"/>
          <w:szCs w:val="20"/>
        </w:rPr>
        <w:t>r</w:t>
      </w:r>
      <w:r w:rsidR="001D1857">
        <w:rPr>
          <w:rFonts w:eastAsia="Times New Roman" w:cs="Tahoma"/>
          <w:smallCaps/>
          <w:color w:val="365F91"/>
          <w:szCs w:val="20"/>
        </w:rPr>
        <w:t xml:space="preserve">sal Music </w:t>
      </w:r>
    </w:p>
    <w:p w14:paraId="7E661881" w14:textId="77777777" w:rsidR="0026095A" w:rsidRPr="009168AF" w:rsidRDefault="0026095A" w:rsidP="0026095A">
      <w:pPr>
        <w:jc w:val="right"/>
        <w:rPr>
          <w:i/>
          <w:color w:val="7F7F7F"/>
          <w:sz w:val="18"/>
        </w:rPr>
      </w:pPr>
      <w:r w:rsidRPr="009168AF">
        <w:rPr>
          <w:i/>
          <w:color w:val="7F7F7F"/>
          <w:sz w:val="18"/>
        </w:rPr>
        <w:t xml:space="preserve">Date de mise en ligne : </w:t>
      </w:r>
      <w:r w:rsidR="00DC6B49">
        <w:rPr>
          <w:rStyle w:val="Miseenligne"/>
        </w:rPr>
        <w:t>juin 2019</w:t>
      </w:r>
    </w:p>
    <w:p w14:paraId="2DC710F7" w14:textId="77777777" w:rsidR="009168AF" w:rsidRDefault="009168AF" w:rsidP="0026095A"/>
    <w:p w14:paraId="48E29033" w14:textId="77777777" w:rsidR="0003795C" w:rsidRDefault="00185962" w:rsidP="0026095A">
      <w:r>
        <w:t>Soprano dénonce le harcèlement scolaire et redonne espoir à la jeunesse.</w:t>
      </w:r>
    </w:p>
    <w:p w14:paraId="36C2BE68" w14:textId="77777777" w:rsidR="00185962" w:rsidRDefault="005E0601" w:rsidP="0026095A">
      <w:r>
        <w:t>Commenter une photo sur les réseaux sociaux</w:t>
      </w:r>
      <w:r w:rsidR="00185962">
        <w:t>.</w:t>
      </w:r>
    </w:p>
    <w:p w14:paraId="680F795D" w14:textId="77777777" w:rsidR="0003795C" w:rsidRPr="00A953C2" w:rsidRDefault="0003795C" w:rsidP="0026095A"/>
    <w:p w14:paraId="34AFDFF8" w14:textId="77777777" w:rsidR="0026095A" w:rsidRPr="00A953C2" w:rsidRDefault="0026095A" w:rsidP="0026095A">
      <w:pPr>
        <w:pStyle w:val="Pardeliste"/>
        <w:numPr>
          <w:ilvl w:val="0"/>
          <w:numId w:val="3"/>
        </w:numPr>
      </w:pPr>
      <w:r w:rsidRPr="00A953C2">
        <w:rPr>
          <w:b/>
        </w:rPr>
        <w:t>Thème</w:t>
      </w:r>
      <w:r w:rsidR="00E0564D">
        <w:rPr>
          <w:b/>
        </w:rPr>
        <w:t>s</w:t>
      </w:r>
      <w:r w:rsidRPr="00A953C2">
        <w:t xml:space="preserve"> : </w:t>
      </w:r>
      <w:r w:rsidR="00F041D1">
        <w:t>vie quoti</w:t>
      </w:r>
      <w:r w:rsidR="00F041D1" w:rsidRPr="00646100">
        <w:t>dienne</w:t>
      </w:r>
      <w:r w:rsidR="00F041D1" w:rsidRPr="00646100">
        <w:rPr>
          <w:color w:val="000000" w:themeColor="text1"/>
        </w:rPr>
        <w:t>, amis,</w:t>
      </w:r>
      <w:r w:rsidR="00F041D1" w:rsidRPr="00646100">
        <w:t xml:space="preserve"> nouvelles</w:t>
      </w:r>
      <w:r w:rsidR="00F041D1">
        <w:t xml:space="preserve"> technologies</w:t>
      </w:r>
    </w:p>
    <w:p w14:paraId="5A2FF83F" w14:textId="77777777" w:rsidR="0026095A" w:rsidRPr="00A953C2" w:rsidRDefault="0026095A" w:rsidP="0026095A">
      <w:pPr>
        <w:pStyle w:val="Pardeliste"/>
        <w:numPr>
          <w:ilvl w:val="0"/>
          <w:numId w:val="3"/>
        </w:numPr>
      </w:pPr>
      <w:r w:rsidRPr="00A953C2">
        <w:rPr>
          <w:b/>
        </w:rPr>
        <w:t>Niveau</w:t>
      </w:r>
      <w:r w:rsidRPr="00A953C2">
        <w:t xml:space="preserve"> :</w:t>
      </w:r>
      <w:r>
        <w:t xml:space="preserve"> </w:t>
      </w:r>
      <w:r w:rsidR="00DC6B49">
        <w:t>A2</w:t>
      </w:r>
    </w:p>
    <w:p w14:paraId="7D5369D7" w14:textId="77777777" w:rsidR="0026095A" w:rsidRPr="002206C6" w:rsidRDefault="0026095A" w:rsidP="0026095A">
      <w:pPr>
        <w:pStyle w:val="Pardeliste"/>
        <w:numPr>
          <w:ilvl w:val="0"/>
          <w:numId w:val="3"/>
        </w:numPr>
      </w:pPr>
      <w:r w:rsidRPr="002206C6">
        <w:rPr>
          <w:b/>
        </w:rPr>
        <w:t>Public </w:t>
      </w:r>
      <w:r w:rsidRPr="002206C6">
        <w:t>:</w:t>
      </w:r>
      <w:r w:rsidR="009168AF">
        <w:t xml:space="preserve"> </w:t>
      </w:r>
      <w:r w:rsidR="00DC6B49">
        <w:t>adolescents</w:t>
      </w:r>
    </w:p>
    <w:p w14:paraId="04105EF6" w14:textId="77777777" w:rsidR="0026095A" w:rsidRPr="001A37C2" w:rsidRDefault="0026095A" w:rsidP="0026095A">
      <w:pPr>
        <w:pStyle w:val="Pardeliste"/>
        <w:numPr>
          <w:ilvl w:val="0"/>
          <w:numId w:val="3"/>
        </w:numPr>
      </w:pPr>
      <w:r w:rsidRPr="001A37C2">
        <w:rPr>
          <w:b/>
        </w:rPr>
        <w:t>Durée indicative </w:t>
      </w:r>
      <w:r w:rsidRPr="001A37C2">
        <w:t xml:space="preserve">: </w:t>
      </w:r>
      <w:r w:rsidR="00FF7580">
        <w:t>60 minutes environ</w:t>
      </w:r>
    </w:p>
    <w:p w14:paraId="0317AE9B" w14:textId="77777777" w:rsidR="00537FCA" w:rsidRPr="00537FCA" w:rsidRDefault="00537FCA" w:rsidP="00537FCA">
      <w:pPr>
        <w:pStyle w:val="Titre1"/>
      </w:pPr>
      <w:r w:rsidRPr="00537FCA">
        <w:t>Parcours pédagogique</w:t>
      </w:r>
    </w:p>
    <w:p w14:paraId="3E921C5E" w14:textId="77777777" w:rsidR="00EF3040" w:rsidRDefault="00554B94">
      <w:pPr>
        <w:pStyle w:val="TM1"/>
        <w:rPr>
          <w:rFonts w:asciiTheme="minorHAnsi" w:eastAsiaTheme="minorEastAsia" w:hAnsiTheme="minorHAnsi" w:cstheme="minorBidi"/>
          <w:b w:val="0"/>
          <w:noProof/>
          <w:sz w:val="22"/>
          <w:szCs w:val="22"/>
          <w:lang w:eastAsia="fr-FR"/>
        </w:rPr>
      </w:pPr>
      <w:r>
        <w:fldChar w:fldCharType="begin"/>
      </w:r>
      <w:r>
        <w:instrText xml:space="preserve"> TOC \t "Titre 2;1;Titre 3;2" </w:instrText>
      </w:r>
      <w:r>
        <w:fldChar w:fldCharType="separate"/>
      </w:r>
      <w:r w:rsidR="00EF3040">
        <w:rPr>
          <w:noProof/>
        </w:rPr>
        <w:t>Étape 1 – Pour donner le « la »</w:t>
      </w:r>
      <w:r w:rsidR="00EF3040">
        <w:rPr>
          <w:noProof/>
        </w:rPr>
        <w:tab/>
      </w:r>
      <w:r w:rsidR="00EF3040">
        <w:rPr>
          <w:noProof/>
        </w:rPr>
        <w:fldChar w:fldCharType="begin"/>
      </w:r>
      <w:r w:rsidR="00EF3040">
        <w:rPr>
          <w:noProof/>
        </w:rPr>
        <w:instrText xml:space="preserve"> PAGEREF _Toc10816659 \h </w:instrText>
      </w:r>
      <w:r w:rsidR="00EF3040">
        <w:rPr>
          <w:noProof/>
        </w:rPr>
      </w:r>
      <w:r w:rsidR="00EF3040">
        <w:rPr>
          <w:noProof/>
        </w:rPr>
        <w:fldChar w:fldCharType="separate"/>
      </w:r>
      <w:r w:rsidR="00B02ABA">
        <w:rPr>
          <w:noProof/>
        </w:rPr>
        <w:t>1</w:t>
      </w:r>
      <w:r w:rsidR="00EF3040">
        <w:rPr>
          <w:noProof/>
        </w:rPr>
        <w:fldChar w:fldCharType="end"/>
      </w:r>
    </w:p>
    <w:p w14:paraId="06571480" w14:textId="77777777" w:rsidR="00EF3040" w:rsidRDefault="00EF3040">
      <w:pPr>
        <w:pStyle w:val="TM2"/>
        <w:tabs>
          <w:tab w:val="left" w:pos="600"/>
          <w:tab w:val="right" w:leader="dot" w:pos="9622"/>
        </w:tabs>
        <w:rPr>
          <w:rFonts w:asciiTheme="minorHAnsi" w:eastAsiaTheme="minorEastAsia" w:hAnsiTheme="minorHAnsi" w:cstheme="minorBidi"/>
          <w:noProof/>
          <w:sz w:val="22"/>
          <w:szCs w:val="22"/>
          <w:lang w:eastAsia="fr-FR"/>
        </w:rPr>
      </w:pPr>
      <w:r w:rsidRPr="00F6596F">
        <w:rPr>
          <w:rFonts w:ascii="Symbol" w:hAnsi="Symbol"/>
          <w:noProof/>
        </w:rPr>
        <w:t></w:t>
      </w:r>
      <w:r>
        <w:rPr>
          <w:rFonts w:asciiTheme="minorHAnsi" w:eastAsiaTheme="minorEastAsia" w:hAnsiTheme="minorHAnsi" w:cstheme="minorBidi"/>
          <w:noProof/>
          <w:sz w:val="22"/>
          <w:szCs w:val="22"/>
          <w:lang w:eastAsia="fr-FR"/>
        </w:rPr>
        <w:tab/>
      </w:r>
      <w:r>
        <w:rPr>
          <w:noProof/>
        </w:rPr>
        <w:t>Décrire un lieu de son environnement scolaire</w:t>
      </w:r>
      <w:r>
        <w:rPr>
          <w:noProof/>
        </w:rPr>
        <w:tab/>
      </w:r>
      <w:r>
        <w:rPr>
          <w:noProof/>
        </w:rPr>
        <w:fldChar w:fldCharType="begin"/>
      </w:r>
      <w:r>
        <w:rPr>
          <w:noProof/>
        </w:rPr>
        <w:instrText xml:space="preserve"> PAGEREF _Toc10816660 \h </w:instrText>
      </w:r>
      <w:r>
        <w:rPr>
          <w:noProof/>
        </w:rPr>
      </w:r>
      <w:r>
        <w:rPr>
          <w:noProof/>
        </w:rPr>
        <w:fldChar w:fldCharType="separate"/>
      </w:r>
      <w:r w:rsidR="00B02ABA">
        <w:rPr>
          <w:noProof/>
        </w:rPr>
        <w:t>1</w:t>
      </w:r>
      <w:r>
        <w:rPr>
          <w:noProof/>
        </w:rPr>
        <w:fldChar w:fldCharType="end"/>
      </w:r>
    </w:p>
    <w:p w14:paraId="55BA2E84" w14:textId="77777777" w:rsidR="00EF3040" w:rsidRDefault="00EF3040">
      <w:pPr>
        <w:pStyle w:val="TM1"/>
        <w:rPr>
          <w:rFonts w:asciiTheme="minorHAnsi" w:eastAsiaTheme="minorEastAsia" w:hAnsiTheme="minorHAnsi" w:cstheme="minorBidi"/>
          <w:b w:val="0"/>
          <w:noProof/>
          <w:sz w:val="22"/>
          <w:szCs w:val="22"/>
          <w:lang w:eastAsia="fr-FR"/>
        </w:rPr>
      </w:pPr>
      <w:r>
        <w:rPr>
          <w:noProof/>
        </w:rPr>
        <w:t>Étape 2 – À vue d’œil</w:t>
      </w:r>
      <w:r>
        <w:rPr>
          <w:noProof/>
        </w:rPr>
        <w:tab/>
      </w:r>
      <w:r>
        <w:rPr>
          <w:noProof/>
        </w:rPr>
        <w:fldChar w:fldCharType="begin"/>
      </w:r>
      <w:r>
        <w:rPr>
          <w:noProof/>
        </w:rPr>
        <w:instrText xml:space="preserve"> PAGEREF _Toc10816661 \h </w:instrText>
      </w:r>
      <w:r>
        <w:rPr>
          <w:noProof/>
        </w:rPr>
      </w:r>
      <w:r>
        <w:rPr>
          <w:noProof/>
        </w:rPr>
        <w:fldChar w:fldCharType="separate"/>
      </w:r>
      <w:r w:rsidR="00B02ABA">
        <w:rPr>
          <w:noProof/>
        </w:rPr>
        <w:t>2</w:t>
      </w:r>
      <w:r>
        <w:rPr>
          <w:noProof/>
        </w:rPr>
        <w:fldChar w:fldCharType="end"/>
      </w:r>
    </w:p>
    <w:p w14:paraId="62976ABF" w14:textId="77777777" w:rsidR="00EF3040" w:rsidRDefault="00EF3040">
      <w:pPr>
        <w:pStyle w:val="TM2"/>
        <w:tabs>
          <w:tab w:val="left" w:pos="600"/>
          <w:tab w:val="right" w:leader="dot" w:pos="9622"/>
        </w:tabs>
        <w:rPr>
          <w:rFonts w:asciiTheme="minorHAnsi" w:eastAsiaTheme="minorEastAsia" w:hAnsiTheme="minorHAnsi" w:cstheme="minorBidi"/>
          <w:noProof/>
          <w:sz w:val="22"/>
          <w:szCs w:val="22"/>
          <w:lang w:eastAsia="fr-FR"/>
        </w:rPr>
      </w:pPr>
      <w:r w:rsidRPr="00F6596F">
        <w:rPr>
          <w:rFonts w:ascii="Symbol" w:hAnsi="Symbol"/>
          <w:noProof/>
        </w:rPr>
        <w:t></w:t>
      </w:r>
      <w:r>
        <w:rPr>
          <w:rFonts w:asciiTheme="minorHAnsi" w:eastAsiaTheme="minorEastAsia" w:hAnsiTheme="minorHAnsi" w:cstheme="minorBidi"/>
          <w:noProof/>
          <w:sz w:val="22"/>
          <w:szCs w:val="22"/>
          <w:lang w:eastAsia="fr-FR"/>
        </w:rPr>
        <w:tab/>
      </w:r>
      <w:r>
        <w:rPr>
          <w:noProof/>
        </w:rPr>
        <w:t>Identifier des éléments présents dans le clip (Activité 1)</w:t>
      </w:r>
      <w:r>
        <w:rPr>
          <w:noProof/>
        </w:rPr>
        <w:tab/>
      </w:r>
      <w:r>
        <w:rPr>
          <w:noProof/>
        </w:rPr>
        <w:fldChar w:fldCharType="begin"/>
      </w:r>
      <w:r>
        <w:rPr>
          <w:noProof/>
        </w:rPr>
        <w:instrText xml:space="preserve"> PAGEREF _Toc10816662 \h </w:instrText>
      </w:r>
      <w:r>
        <w:rPr>
          <w:noProof/>
        </w:rPr>
      </w:r>
      <w:r>
        <w:rPr>
          <w:noProof/>
        </w:rPr>
        <w:fldChar w:fldCharType="separate"/>
      </w:r>
      <w:r w:rsidR="00B02ABA">
        <w:rPr>
          <w:noProof/>
        </w:rPr>
        <w:t>2</w:t>
      </w:r>
      <w:r>
        <w:rPr>
          <w:noProof/>
        </w:rPr>
        <w:fldChar w:fldCharType="end"/>
      </w:r>
    </w:p>
    <w:p w14:paraId="65E717B2" w14:textId="77777777" w:rsidR="00EF3040" w:rsidRDefault="00EF3040">
      <w:pPr>
        <w:pStyle w:val="TM1"/>
        <w:rPr>
          <w:rFonts w:asciiTheme="minorHAnsi" w:eastAsiaTheme="minorEastAsia" w:hAnsiTheme="minorHAnsi" w:cstheme="minorBidi"/>
          <w:b w:val="0"/>
          <w:noProof/>
          <w:sz w:val="22"/>
          <w:szCs w:val="22"/>
          <w:lang w:eastAsia="fr-FR"/>
        </w:rPr>
      </w:pPr>
      <w:r>
        <w:rPr>
          <w:noProof/>
        </w:rPr>
        <w:t>Étape 3 – Un temps de réflexion</w:t>
      </w:r>
      <w:r>
        <w:rPr>
          <w:noProof/>
        </w:rPr>
        <w:tab/>
      </w:r>
      <w:r>
        <w:rPr>
          <w:noProof/>
        </w:rPr>
        <w:fldChar w:fldCharType="begin"/>
      </w:r>
      <w:r>
        <w:rPr>
          <w:noProof/>
        </w:rPr>
        <w:instrText xml:space="preserve"> PAGEREF _Toc10816663 \h </w:instrText>
      </w:r>
      <w:r>
        <w:rPr>
          <w:noProof/>
        </w:rPr>
      </w:r>
      <w:r>
        <w:rPr>
          <w:noProof/>
        </w:rPr>
        <w:fldChar w:fldCharType="separate"/>
      </w:r>
      <w:r w:rsidR="00B02ABA">
        <w:rPr>
          <w:noProof/>
        </w:rPr>
        <w:t>2</w:t>
      </w:r>
      <w:r>
        <w:rPr>
          <w:noProof/>
        </w:rPr>
        <w:fldChar w:fldCharType="end"/>
      </w:r>
    </w:p>
    <w:p w14:paraId="6D850099" w14:textId="77777777" w:rsidR="00EF3040" w:rsidRDefault="00EF3040">
      <w:pPr>
        <w:pStyle w:val="TM2"/>
        <w:tabs>
          <w:tab w:val="left" w:pos="600"/>
          <w:tab w:val="right" w:leader="dot" w:pos="9622"/>
        </w:tabs>
        <w:rPr>
          <w:rFonts w:asciiTheme="minorHAnsi" w:eastAsiaTheme="minorEastAsia" w:hAnsiTheme="minorHAnsi" w:cstheme="minorBidi"/>
          <w:noProof/>
          <w:sz w:val="22"/>
          <w:szCs w:val="22"/>
          <w:lang w:eastAsia="fr-FR"/>
        </w:rPr>
      </w:pPr>
      <w:r w:rsidRPr="00F6596F">
        <w:rPr>
          <w:rFonts w:ascii="Symbol" w:hAnsi="Symbol"/>
          <w:noProof/>
        </w:rPr>
        <w:t></w:t>
      </w:r>
      <w:r>
        <w:rPr>
          <w:rFonts w:asciiTheme="minorHAnsi" w:eastAsiaTheme="minorEastAsia" w:hAnsiTheme="minorHAnsi" w:cstheme="minorBidi"/>
          <w:noProof/>
          <w:sz w:val="22"/>
          <w:szCs w:val="22"/>
          <w:lang w:eastAsia="fr-FR"/>
        </w:rPr>
        <w:tab/>
      </w:r>
      <w:r>
        <w:rPr>
          <w:noProof/>
        </w:rPr>
        <w:t>Décrire une personne, identifier des sentiments</w:t>
      </w:r>
      <w:r>
        <w:rPr>
          <w:noProof/>
        </w:rPr>
        <w:tab/>
      </w:r>
      <w:r>
        <w:rPr>
          <w:noProof/>
        </w:rPr>
        <w:fldChar w:fldCharType="begin"/>
      </w:r>
      <w:r>
        <w:rPr>
          <w:noProof/>
        </w:rPr>
        <w:instrText xml:space="preserve"> PAGEREF _Toc10816664 \h </w:instrText>
      </w:r>
      <w:r>
        <w:rPr>
          <w:noProof/>
        </w:rPr>
      </w:r>
      <w:r>
        <w:rPr>
          <w:noProof/>
        </w:rPr>
        <w:fldChar w:fldCharType="separate"/>
      </w:r>
      <w:r w:rsidR="00B02ABA">
        <w:rPr>
          <w:noProof/>
        </w:rPr>
        <w:t>2</w:t>
      </w:r>
      <w:r>
        <w:rPr>
          <w:noProof/>
        </w:rPr>
        <w:fldChar w:fldCharType="end"/>
      </w:r>
    </w:p>
    <w:p w14:paraId="2274CDDE" w14:textId="77777777" w:rsidR="00EF3040" w:rsidRDefault="00EF3040">
      <w:pPr>
        <w:pStyle w:val="TM2"/>
        <w:tabs>
          <w:tab w:val="left" w:pos="600"/>
          <w:tab w:val="right" w:leader="dot" w:pos="9622"/>
        </w:tabs>
        <w:rPr>
          <w:rFonts w:asciiTheme="minorHAnsi" w:eastAsiaTheme="minorEastAsia" w:hAnsiTheme="minorHAnsi" w:cstheme="minorBidi"/>
          <w:noProof/>
          <w:sz w:val="22"/>
          <w:szCs w:val="22"/>
          <w:lang w:eastAsia="fr-FR"/>
        </w:rPr>
      </w:pPr>
      <w:r w:rsidRPr="00F6596F">
        <w:rPr>
          <w:rFonts w:ascii="Symbol" w:hAnsi="Symbol"/>
          <w:noProof/>
        </w:rPr>
        <w:t></w:t>
      </w:r>
      <w:r>
        <w:rPr>
          <w:rFonts w:asciiTheme="minorHAnsi" w:eastAsiaTheme="minorEastAsia" w:hAnsiTheme="minorHAnsi" w:cstheme="minorBidi"/>
          <w:noProof/>
          <w:sz w:val="22"/>
          <w:szCs w:val="22"/>
          <w:lang w:eastAsia="fr-FR"/>
        </w:rPr>
        <w:tab/>
      </w:r>
      <w:r>
        <w:rPr>
          <w:noProof/>
        </w:rPr>
        <w:t>Comprendre l’idée principale de la chanson</w:t>
      </w:r>
      <w:r>
        <w:rPr>
          <w:noProof/>
        </w:rPr>
        <w:tab/>
      </w:r>
      <w:r>
        <w:rPr>
          <w:noProof/>
        </w:rPr>
        <w:fldChar w:fldCharType="begin"/>
      </w:r>
      <w:r>
        <w:rPr>
          <w:noProof/>
        </w:rPr>
        <w:instrText xml:space="preserve"> PAGEREF _Toc10816665 \h </w:instrText>
      </w:r>
      <w:r>
        <w:rPr>
          <w:noProof/>
        </w:rPr>
      </w:r>
      <w:r>
        <w:rPr>
          <w:noProof/>
        </w:rPr>
        <w:fldChar w:fldCharType="separate"/>
      </w:r>
      <w:r w:rsidR="00B02ABA">
        <w:rPr>
          <w:noProof/>
        </w:rPr>
        <w:t>2</w:t>
      </w:r>
      <w:r>
        <w:rPr>
          <w:noProof/>
        </w:rPr>
        <w:fldChar w:fldCharType="end"/>
      </w:r>
    </w:p>
    <w:p w14:paraId="760A80DB" w14:textId="77777777" w:rsidR="00EF3040" w:rsidRDefault="00EF3040">
      <w:pPr>
        <w:pStyle w:val="TM1"/>
        <w:rPr>
          <w:rFonts w:asciiTheme="minorHAnsi" w:eastAsiaTheme="minorEastAsia" w:hAnsiTheme="minorHAnsi" w:cstheme="minorBidi"/>
          <w:b w:val="0"/>
          <w:noProof/>
          <w:sz w:val="22"/>
          <w:szCs w:val="22"/>
          <w:lang w:eastAsia="fr-FR"/>
        </w:rPr>
      </w:pPr>
      <w:r>
        <w:rPr>
          <w:noProof/>
        </w:rPr>
        <w:t>Étape 4 – Au creux de l’oreille</w:t>
      </w:r>
      <w:r>
        <w:rPr>
          <w:noProof/>
        </w:rPr>
        <w:tab/>
      </w:r>
      <w:r>
        <w:rPr>
          <w:noProof/>
        </w:rPr>
        <w:fldChar w:fldCharType="begin"/>
      </w:r>
      <w:r>
        <w:rPr>
          <w:noProof/>
        </w:rPr>
        <w:instrText xml:space="preserve"> PAGEREF _Toc10816666 \h </w:instrText>
      </w:r>
      <w:r>
        <w:rPr>
          <w:noProof/>
        </w:rPr>
      </w:r>
      <w:r>
        <w:rPr>
          <w:noProof/>
        </w:rPr>
        <w:fldChar w:fldCharType="separate"/>
      </w:r>
      <w:r w:rsidR="00B02ABA">
        <w:rPr>
          <w:noProof/>
        </w:rPr>
        <w:t>3</w:t>
      </w:r>
      <w:r>
        <w:rPr>
          <w:noProof/>
        </w:rPr>
        <w:fldChar w:fldCharType="end"/>
      </w:r>
    </w:p>
    <w:p w14:paraId="0BFE4F24" w14:textId="77777777" w:rsidR="00EF3040" w:rsidRDefault="00EF3040">
      <w:pPr>
        <w:pStyle w:val="TM2"/>
        <w:tabs>
          <w:tab w:val="left" w:pos="600"/>
          <w:tab w:val="right" w:leader="dot" w:pos="9622"/>
        </w:tabs>
        <w:rPr>
          <w:rFonts w:asciiTheme="minorHAnsi" w:eastAsiaTheme="minorEastAsia" w:hAnsiTheme="minorHAnsi" w:cstheme="minorBidi"/>
          <w:noProof/>
          <w:sz w:val="22"/>
          <w:szCs w:val="22"/>
          <w:lang w:eastAsia="fr-FR"/>
        </w:rPr>
      </w:pPr>
      <w:r w:rsidRPr="00F6596F">
        <w:rPr>
          <w:rFonts w:ascii="Symbol" w:hAnsi="Symbol"/>
          <w:noProof/>
        </w:rPr>
        <w:t></w:t>
      </w:r>
      <w:r>
        <w:rPr>
          <w:rFonts w:asciiTheme="minorHAnsi" w:eastAsiaTheme="minorEastAsia" w:hAnsiTheme="minorHAnsi" w:cstheme="minorBidi"/>
          <w:noProof/>
          <w:sz w:val="22"/>
          <w:szCs w:val="22"/>
          <w:lang w:eastAsia="fr-FR"/>
        </w:rPr>
        <w:tab/>
      </w:r>
      <w:r>
        <w:rPr>
          <w:noProof/>
        </w:rPr>
        <w:t>Comprendre du lexique relatif aux réseaux sociaux (Activité 2)</w:t>
      </w:r>
      <w:r>
        <w:rPr>
          <w:noProof/>
        </w:rPr>
        <w:tab/>
      </w:r>
      <w:r>
        <w:rPr>
          <w:noProof/>
        </w:rPr>
        <w:fldChar w:fldCharType="begin"/>
      </w:r>
      <w:r>
        <w:rPr>
          <w:noProof/>
        </w:rPr>
        <w:instrText xml:space="preserve"> PAGEREF _Toc10816667 \h </w:instrText>
      </w:r>
      <w:r>
        <w:rPr>
          <w:noProof/>
        </w:rPr>
      </w:r>
      <w:r>
        <w:rPr>
          <w:noProof/>
        </w:rPr>
        <w:fldChar w:fldCharType="separate"/>
      </w:r>
      <w:r w:rsidR="00B02ABA">
        <w:rPr>
          <w:noProof/>
        </w:rPr>
        <w:t>3</w:t>
      </w:r>
      <w:r>
        <w:rPr>
          <w:noProof/>
        </w:rPr>
        <w:fldChar w:fldCharType="end"/>
      </w:r>
    </w:p>
    <w:p w14:paraId="362EDC0A" w14:textId="77777777" w:rsidR="00EF3040" w:rsidRDefault="00EF3040">
      <w:pPr>
        <w:pStyle w:val="TM2"/>
        <w:tabs>
          <w:tab w:val="left" w:pos="600"/>
          <w:tab w:val="right" w:leader="dot" w:pos="9622"/>
        </w:tabs>
        <w:rPr>
          <w:rFonts w:asciiTheme="minorHAnsi" w:eastAsiaTheme="minorEastAsia" w:hAnsiTheme="minorHAnsi" w:cstheme="minorBidi"/>
          <w:noProof/>
          <w:sz w:val="22"/>
          <w:szCs w:val="22"/>
          <w:lang w:eastAsia="fr-FR"/>
        </w:rPr>
      </w:pPr>
      <w:r w:rsidRPr="00F6596F">
        <w:rPr>
          <w:rFonts w:ascii="Symbol" w:hAnsi="Symbol"/>
          <w:noProof/>
        </w:rPr>
        <w:t></w:t>
      </w:r>
      <w:r>
        <w:rPr>
          <w:rFonts w:asciiTheme="minorHAnsi" w:eastAsiaTheme="minorEastAsia" w:hAnsiTheme="minorHAnsi" w:cstheme="minorBidi"/>
          <w:noProof/>
          <w:sz w:val="22"/>
          <w:szCs w:val="22"/>
          <w:lang w:eastAsia="fr-FR"/>
        </w:rPr>
        <w:tab/>
      </w:r>
      <w:r>
        <w:rPr>
          <w:noProof/>
        </w:rPr>
        <w:t>Décrire des actions</w:t>
      </w:r>
      <w:r>
        <w:rPr>
          <w:noProof/>
        </w:rPr>
        <w:tab/>
      </w:r>
      <w:r>
        <w:rPr>
          <w:noProof/>
        </w:rPr>
        <w:fldChar w:fldCharType="begin"/>
      </w:r>
      <w:r>
        <w:rPr>
          <w:noProof/>
        </w:rPr>
        <w:instrText xml:space="preserve"> PAGEREF _Toc10816668 \h </w:instrText>
      </w:r>
      <w:r>
        <w:rPr>
          <w:noProof/>
        </w:rPr>
      </w:r>
      <w:r>
        <w:rPr>
          <w:noProof/>
        </w:rPr>
        <w:fldChar w:fldCharType="separate"/>
      </w:r>
      <w:r w:rsidR="00B02ABA">
        <w:rPr>
          <w:noProof/>
        </w:rPr>
        <w:t>3</w:t>
      </w:r>
      <w:r>
        <w:rPr>
          <w:noProof/>
        </w:rPr>
        <w:fldChar w:fldCharType="end"/>
      </w:r>
    </w:p>
    <w:p w14:paraId="3EBC3BCE" w14:textId="77777777" w:rsidR="00EF3040" w:rsidRDefault="00EF3040">
      <w:pPr>
        <w:pStyle w:val="TM1"/>
        <w:rPr>
          <w:rFonts w:asciiTheme="minorHAnsi" w:eastAsiaTheme="minorEastAsia" w:hAnsiTheme="minorHAnsi" w:cstheme="minorBidi"/>
          <w:b w:val="0"/>
          <w:noProof/>
          <w:sz w:val="22"/>
          <w:szCs w:val="22"/>
          <w:lang w:eastAsia="fr-FR"/>
        </w:rPr>
      </w:pPr>
      <w:r>
        <w:rPr>
          <w:noProof/>
        </w:rPr>
        <w:t>Étape 5 – Des gouts et des couleurs</w:t>
      </w:r>
      <w:r>
        <w:rPr>
          <w:noProof/>
        </w:rPr>
        <w:tab/>
      </w:r>
      <w:r>
        <w:rPr>
          <w:noProof/>
        </w:rPr>
        <w:fldChar w:fldCharType="begin"/>
      </w:r>
      <w:r>
        <w:rPr>
          <w:noProof/>
        </w:rPr>
        <w:instrText xml:space="preserve"> PAGEREF _Toc10816669 \h </w:instrText>
      </w:r>
      <w:r>
        <w:rPr>
          <w:noProof/>
        </w:rPr>
      </w:r>
      <w:r>
        <w:rPr>
          <w:noProof/>
        </w:rPr>
        <w:fldChar w:fldCharType="separate"/>
      </w:r>
      <w:r w:rsidR="00B02ABA">
        <w:rPr>
          <w:noProof/>
        </w:rPr>
        <w:t>3</w:t>
      </w:r>
      <w:r>
        <w:rPr>
          <w:noProof/>
        </w:rPr>
        <w:fldChar w:fldCharType="end"/>
      </w:r>
    </w:p>
    <w:p w14:paraId="564F3550" w14:textId="77777777" w:rsidR="00EF3040" w:rsidRDefault="00EF3040">
      <w:pPr>
        <w:pStyle w:val="TM2"/>
        <w:tabs>
          <w:tab w:val="left" w:pos="600"/>
          <w:tab w:val="right" w:leader="dot" w:pos="9622"/>
        </w:tabs>
        <w:rPr>
          <w:rFonts w:asciiTheme="minorHAnsi" w:eastAsiaTheme="minorEastAsia" w:hAnsiTheme="minorHAnsi" w:cstheme="minorBidi"/>
          <w:noProof/>
          <w:sz w:val="22"/>
          <w:szCs w:val="22"/>
          <w:lang w:eastAsia="fr-FR"/>
        </w:rPr>
      </w:pPr>
      <w:r w:rsidRPr="00F6596F">
        <w:rPr>
          <w:rFonts w:ascii="Symbol" w:hAnsi="Symbol"/>
          <w:noProof/>
        </w:rPr>
        <w:t></w:t>
      </w:r>
      <w:r>
        <w:rPr>
          <w:rFonts w:asciiTheme="minorHAnsi" w:eastAsiaTheme="minorEastAsia" w:hAnsiTheme="minorHAnsi" w:cstheme="minorBidi"/>
          <w:noProof/>
          <w:sz w:val="22"/>
          <w:szCs w:val="22"/>
          <w:lang w:eastAsia="fr-FR"/>
        </w:rPr>
        <w:tab/>
      </w:r>
      <w:r>
        <w:rPr>
          <w:noProof/>
        </w:rPr>
        <w:t>Échanger sur son utilisation des réseaux sociaux (Activité 3)</w:t>
      </w:r>
      <w:r>
        <w:rPr>
          <w:noProof/>
        </w:rPr>
        <w:tab/>
      </w:r>
      <w:r>
        <w:rPr>
          <w:noProof/>
        </w:rPr>
        <w:fldChar w:fldCharType="begin"/>
      </w:r>
      <w:r>
        <w:rPr>
          <w:noProof/>
        </w:rPr>
        <w:instrText xml:space="preserve"> PAGEREF _Toc10816670 \h </w:instrText>
      </w:r>
      <w:r>
        <w:rPr>
          <w:noProof/>
        </w:rPr>
      </w:r>
      <w:r>
        <w:rPr>
          <w:noProof/>
        </w:rPr>
        <w:fldChar w:fldCharType="separate"/>
      </w:r>
      <w:r w:rsidR="00B02ABA">
        <w:rPr>
          <w:noProof/>
        </w:rPr>
        <w:t>3</w:t>
      </w:r>
      <w:r>
        <w:rPr>
          <w:noProof/>
        </w:rPr>
        <w:fldChar w:fldCharType="end"/>
      </w:r>
    </w:p>
    <w:p w14:paraId="37BD11FC" w14:textId="77777777" w:rsidR="00EF3040" w:rsidRDefault="00EF3040">
      <w:pPr>
        <w:pStyle w:val="TM1"/>
        <w:rPr>
          <w:rFonts w:asciiTheme="minorHAnsi" w:eastAsiaTheme="minorEastAsia" w:hAnsiTheme="minorHAnsi" w:cstheme="minorBidi"/>
          <w:b w:val="0"/>
          <w:noProof/>
          <w:sz w:val="22"/>
          <w:szCs w:val="22"/>
          <w:lang w:eastAsia="fr-FR"/>
        </w:rPr>
      </w:pPr>
      <w:r>
        <w:rPr>
          <w:noProof/>
        </w:rPr>
        <w:t>Étape 6 – Au cœur de l’action</w:t>
      </w:r>
      <w:r>
        <w:rPr>
          <w:noProof/>
        </w:rPr>
        <w:tab/>
      </w:r>
      <w:r>
        <w:rPr>
          <w:noProof/>
        </w:rPr>
        <w:fldChar w:fldCharType="begin"/>
      </w:r>
      <w:r>
        <w:rPr>
          <w:noProof/>
        </w:rPr>
        <w:instrText xml:space="preserve"> PAGEREF _Toc10816671 \h </w:instrText>
      </w:r>
      <w:r>
        <w:rPr>
          <w:noProof/>
        </w:rPr>
      </w:r>
      <w:r>
        <w:rPr>
          <w:noProof/>
        </w:rPr>
        <w:fldChar w:fldCharType="separate"/>
      </w:r>
      <w:r w:rsidR="00B02ABA">
        <w:rPr>
          <w:noProof/>
        </w:rPr>
        <w:t>4</w:t>
      </w:r>
      <w:r>
        <w:rPr>
          <w:noProof/>
        </w:rPr>
        <w:fldChar w:fldCharType="end"/>
      </w:r>
    </w:p>
    <w:p w14:paraId="6B67B4CE" w14:textId="77777777" w:rsidR="00EF3040" w:rsidRDefault="00EF3040">
      <w:pPr>
        <w:pStyle w:val="TM2"/>
        <w:tabs>
          <w:tab w:val="left" w:pos="600"/>
          <w:tab w:val="right" w:leader="dot" w:pos="9622"/>
        </w:tabs>
        <w:rPr>
          <w:rFonts w:asciiTheme="minorHAnsi" w:eastAsiaTheme="minorEastAsia" w:hAnsiTheme="minorHAnsi" w:cstheme="minorBidi"/>
          <w:noProof/>
          <w:sz w:val="22"/>
          <w:szCs w:val="22"/>
          <w:lang w:eastAsia="fr-FR"/>
        </w:rPr>
      </w:pPr>
      <w:r w:rsidRPr="00F6596F">
        <w:rPr>
          <w:rFonts w:ascii="Symbol" w:hAnsi="Symbol"/>
          <w:noProof/>
        </w:rPr>
        <w:t></w:t>
      </w:r>
      <w:r>
        <w:rPr>
          <w:rFonts w:asciiTheme="minorHAnsi" w:eastAsiaTheme="minorEastAsia" w:hAnsiTheme="minorHAnsi" w:cstheme="minorBidi"/>
          <w:noProof/>
          <w:sz w:val="22"/>
          <w:szCs w:val="22"/>
          <w:lang w:eastAsia="fr-FR"/>
        </w:rPr>
        <w:tab/>
      </w:r>
      <w:r>
        <w:rPr>
          <w:noProof/>
        </w:rPr>
        <w:t>Rédiger le commentaire d’une photo Instagram (Activité 4)</w:t>
      </w:r>
      <w:r>
        <w:rPr>
          <w:noProof/>
        </w:rPr>
        <w:tab/>
      </w:r>
      <w:r>
        <w:rPr>
          <w:noProof/>
        </w:rPr>
        <w:fldChar w:fldCharType="begin"/>
      </w:r>
      <w:r>
        <w:rPr>
          <w:noProof/>
        </w:rPr>
        <w:instrText xml:space="preserve"> PAGEREF _Toc10816672 \h </w:instrText>
      </w:r>
      <w:r>
        <w:rPr>
          <w:noProof/>
        </w:rPr>
      </w:r>
      <w:r>
        <w:rPr>
          <w:noProof/>
        </w:rPr>
        <w:fldChar w:fldCharType="separate"/>
      </w:r>
      <w:r w:rsidR="00B02ABA">
        <w:rPr>
          <w:noProof/>
        </w:rPr>
        <w:t>4</w:t>
      </w:r>
      <w:r>
        <w:rPr>
          <w:noProof/>
        </w:rPr>
        <w:fldChar w:fldCharType="end"/>
      </w:r>
    </w:p>
    <w:p w14:paraId="04902EE3" w14:textId="77777777" w:rsidR="0026095A" w:rsidRDefault="00554B94" w:rsidP="00554B94">
      <w:pPr>
        <w:pStyle w:val="TM1"/>
      </w:pPr>
      <w:r>
        <w:fldChar w:fldCharType="end"/>
      </w:r>
    </w:p>
    <w:p w14:paraId="2A636B3F" w14:textId="77777777" w:rsidR="00554B94" w:rsidRDefault="00554B94" w:rsidP="00017367">
      <w:pPr>
        <w:pStyle w:val="Objectifs"/>
        <w:sectPr w:rsidR="00554B94" w:rsidSect="0026095A">
          <w:headerReference w:type="default" r:id="rId8"/>
          <w:footerReference w:type="default" r:id="rId9"/>
          <w:pgSz w:w="11900" w:h="16840"/>
          <w:pgMar w:top="1417" w:right="1134" w:bottom="1134" w:left="1134" w:header="708" w:footer="284" w:gutter="0"/>
          <w:cols w:space="708"/>
          <w:docGrid w:linePitch="360"/>
        </w:sectPr>
      </w:pPr>
    </w:p>
    <w:p w14:paraId="43160CE1" w14:textId="77777777" w:rsidR="0026095A" w:rsidRDefault="0026095A" w:rsidP="00017367">
      <w:pPr>
        <w:pStyle w:val="Objectifs"/>
      </w:pPr>
      <w:r>
        <w:lastRenderedPageBreak/>
        <w:t xml:space="preserve">Objectifs </w:t>
      </w:r>
      <w:r w:rsidRPr="00017367">
        <w:t>communicatifs</w:t>
      </w:r>
      <w:r w:rsidRPr="00EB19F9">
        <w:t xml:space="preserve"> / pragmatiques</w:t>
      </w:r>
      <w:r>
        <w:t xml:space="preserve"> </w:t>
      </w:r>
    </w:p>
    <w:p w14:paraId="3FF8E808" w14:textId="77777777" w:rsidR="00C32FFF" w:rsidRDefault="00C32FFF" w:rsidP="000E7777">
      <w:pPr>
        <w:pStyle w:val="Listeobjectifs"/>
        <w:numPr>
          <w:ilvl w:val="0"/>
          <w:numId w:val="20"/>
        </w:numPr>
      </w:pPr>
      <w:r>
        <w:t>Décrire un lieu de son environnement quotidien</w:t>
      </w:r>
      <w:r w:rsidR="005E0601">
        <w:t>.</w:t>
      </w:r>
    </w:p>
    <w:p w14:paraId="4AEA6202" w14:textId="77777777" w:rsidR="00C32FFF" w:rsidRDefault="00207684" w:rsidP="000E7777">
      <w:pPr>
        <w:pStyle w:val="Listeobjectifs"/>
        <w:numPr>
          <w:ilvl w:val="0"/>
          <w:numId w:val="20"/>
        </w:numPr>
      </w:pPr>
      <w:r>
        <w:t>Faire des comparaisons</w:t>
      </w:r>
      <w:r w:rsidR="005E0601">
        <w:t>.</w:t>
      </w:r>
    </w:p>
    <w:p w14:paraId="1CBEBE2C" w14:textId="77777777" w:rsidR="00207684" w:rsidRDefault="00207684" w:rsidP="000E7777">
      <w:pPr>
        <w:pStyle w:val="Listeobjectifs"/>
        <w:numPr>
          <w:ilvl w:val="0"/>
          <w:numId w:val="20"/>
        </w:numPr>
      </w:pPr>
      <w:r>
        <w:t>Décrire des personnes</w:t>
      </w:r>
      <w:r w:rsidR="005E0601">
        <w:t>.</w:t>
      </w:r>
    </w:p>
    <w:p w14:paraId="5C92507C" w14:textId="77777777" w:rsidR="00207684" w:rsidRDefault="00207684" w:rsidP="000E7777">
      <w:pPr>
        <w:pStyle w:val="Listeobjectifs"/>
        <w:numPr>
          <w:ilvl w:val="0"/>
          <w:numId w:val="20"/>
        </w:numPr>
      </w:pPr>
      <w:r>
        <w:t>Décrire des actions</w:t>
      </w:r>
      <w:r w:rsidR="005E0601">
        <w:t>.</w:t>
      </w:r>
    </w:p>
    <w:p w14:paraId="74268F38" w14:textId="77777777" w:rsidR="00C32FFF" w:rsidRDefault="00C32FFF" w:rsidP="000E7777">
      <w:pPr>
        <w:pStyle w:val="Listeobjectifs"/>
        <w:numPr>
          <w:ilvl w:val="0"/>
          <w:numId w:val="20"/>
        </w:numPr>
      </w:pPr>
      <w:r>
        <w:t>Identifier des sentiments</w:t>
      </w:r>
      <w:r w:rsidR="005E0601">
        <w:t>.</w:t>
      </w:r>
    </w:p>
    <w:p w14:paraId="06513FF3" w14:textId="77777777" w:rsidR="004826B4" w:rsidRDefault="00C32FFF" w:rsidP="000E7777">
      <w:pPr>
        <w:pStyle w:val="Listeobjectifs"/>
        <w:numPr>
          <w:ilvl w:val="0"/>
          <w:numId w:val="20"/>
        </w:numPr>
      </w:pPr>
      <w:r>
        <w:t>Faire des hypothèses</w:t>
      </w:r>
      <w:r w:rsidR="000E7777">
        <w:t>.</w:t>
      </w:r>
    </w:p>
    <w:p w14:paraId="760EF044" w14:textId="77777777" w:rsidR="00C32FFF" w:rsidRDefault="00C32FFF" w:rsidP="000E7777">
      <w:pPr>
        <w:pStyle w:val="Listeobjectifs"/>
        <w:numPr>
          <w:ilvl w:val="0"/>
          <w:numId w:val="20"/>
        </w:numPr>
      </w:pPr>
      <w:r>
        <w:t>Comprendre l’idée principale d’une chanson</w:t>
      </w:r>
      <w:r w:rsidR="005E0601">
        <w:t>.</w:t>
      </w:r>
    </w:p>
    <w:p w14:paraId="36245A3D" w14:textId="77777777" w:rsidR="00D8502B" w:rsidRDefault="007612B3" w:rsidP="000E7777">
      <w:pPr>
        <w:pStyle w:val="Listeobjectifs"/>
        <w:numPr>
          <w:ilvl w:val="0"/>
          <w:numId w:val="20"/>
        </w:numPr>
      </w:pPr>
      <w:r>
        <w:t>Échanger</w:t>
      </w:r>
      <w:r w:rsidR="00D8502B">
        <w:t xml:space="preserve"> sur son utilisation des réseaux sociaux</w:t>
      </w:r>
      <w:r w:rsidR="005E0601">
        <w:t>.</w:t>
      </w:r>
    </w:p>
    <w:p w14:paraId="2BA6A19D" w14:textId="77777777" w:rsidR="00C32FFF" w:rsidRDefault="00C32FFF" w:rsidP="000E7777">
      <w:pPr>
        <w:pStyle w:val="Listeobjectifs"/>
        <w:numPr>
          <w:ilvl w:val="0"/>
          <w:numId w:val="20"/>
        </w:numPr>
      </w:pPr>
      <w:r>
        <w:t>Rédi</w:t>
      </w:r>
      <w:r w:rsidR="00A609FE">
        <w:t>ger le c</w:t>
      </w:r>
      <w:r w:rsidR="005E0601">
        <w:t>ommentaire d’une photo.</w:t>
      </w:r>
    </w:p>
    <w:p w14:paraId="3292DA81" w14:textId="77777777" w:rsidR="0026095A" w:rsidRDefault="007612B3" w:rsidP="00017367">
      <w:pPr>
        <w:pStyle w:val="Objectifs"/>
      </w:pPr>
      <w:r>
        <w:br w:type="column"/>
      </w:r>
      <w:r w:rsidR="0026095A" w:rsidRPr="00EB19F9">
        <w:lastRenderedPageBreak/>
        <w:t xml:space="preserve">Objectifs </w:t>
      </w:r>
      <w:r w:rsidR="0026095A">
        <w:t>linguistiques</w:t>
      </w:r>
      <w:r w:rsidR="0026095A" w:rsidRPr="00EB19F9">
        <w:t xml:space="preserve"> </w:t>
      </w:r>
    </w:p>
    <w:p w14:paraId="46D551DE" w14:textId="77777777" w:rsidR="00554B94" w:rsidRDefault="00C32FFF" w:rsidP="00554B94">
      <w:pPr>
        <w:pStyle w:val="Listeobjectifs"/>
        <w:numPr>
          <w:ilvl w:val="0"/>
          <w:numId w:val="20"/>
        </w:numPr>
      </w:pPr>
      <w:r>
        <w:t>Enrichir son lexique sur les réseaux sociaux</w:t>
      </w:r>
      <w:r w:rsidR="000E7777">
        <w:t>.</w:t>
      </w:r>
    </w:p>
    <w:p w14:paraId="00B284AC" w14:textId="77777777" w:rsidR="00207684" w:rsidRDefault="00207684" w:rsidP="00EB1CB0">
      <w:pPr>
        <w:pStyle w:val="Listeobjectifs"/>
        <w:numPr>
          <w:ilvl w:val="0"/>
          <w:numId w:val="20"/>
        </w:numPr>
        <w:jc w:val="left"/>
        <w:sectPr w:rsidR="00207684" w:rsidSect="00554B94">
          <w:type w:val="continuous"/>
          <w:pgSz w:w="11900" w:h="16840"/>
          <w:pgMar w:top="1417" w:right="1134" w:bottom="1134" w:left="1134" w:header="708" w:footer="284" w:gutter="0"/>
          <w:cols w:num="2" w:space="708"/>
          <w:docGrid w:linePitch="360"/>
        </w:sectPr>
      </w:pPr>
      <w:r>
        <w:t>Réviser le passé composé</w:t>
      </w:r>
      <w:r w:rsidR="005E0601">
        <w:t>.</w:t>
      </w:r>
    </w:p>
    <w:p w14:paraId="5B9877D9" w14:textId="77777777" w:rsidR="00554B94" w:rsidRDefault="00554B94" w:rsidP="00554B94"/>
    <w:p w14:paraId="033AB6F9" w14:textId="77777777" w:rsidR="0026095A" w:rsidRDefault="00934533" w:rsidP="006E38DE">
      <w:pPr>
        <w:pStyle w:val="Titre2"/>
      </w:pPr>
      <w:bookmarkStart w:id="1" w:name="_Toc10816659"/>
      <w:r>
        <w:t>Étape 1 – Pour donner le « la »</w:t>
      </w:r>
      <w:bookmarkEnd w:id="1"/>
      <w:r w:rsidR="000E7777">
        <w:t xml:space="preserve"> </w:t>
      </w:r>
    </w:p>
    <w:p w14:paraId="7E8A260D" w14:textId="77777777" w:rsidR="008C032B" w:rsidRDefault="004A3A55" w:rsidP="008E76C4">
      <w:pPr>
        <w:pStyle w:val="Titre3"/>
        <w:numPr>
          <w:ilvl w:val="0"/>
          <w:numId w:val="29"/>
        </w:numPr>
      </w:pPr>
      <w:r>
        <w:t xml:space="preserve"> </w:t>
      </w:r>
      <w:bookmarkStart w:id="2" w:name="_Toc10816660"/>
      <w:r w:rsidR="00C84BB9">
        <w:t xml:space="preserve">Décrire un lieu de son environnement </w:t>
      </w:r>
      <w:r w:rsidR="00C33E98" w:rsidRPr="00C33E98">
        <w:t>scolaire</w:t>
      </w:r>
      <w:bookmarkEnd w:id="2"/>
    </w:p>
    <w:p w14:paraId="14E2B863" w14:textId="77777777" w:rsidR="001F1F35" w:rsidRDefault="00C84BB9" w:rsidP="008E76C4">
      <w:pPr>
        <w:pStyle w:val="Infosactivit"/>
      </w:pPr>
      <w:r>
        <w:rPr>
          <w:b/>
        </w:rPr>
        <w:t>Production orale</w:t>
      </w:r>
      <w:r w:rsidR="0050589A" w:rsidRPr="00C84BB9">
        <w:rPr>
          <w:b/>
        </w:rPr>
        <w:t xml:space="preserve"> </w:t>
      </w:r>
      <w:r w:rsidR="001F1F35" w:rsidRPr="00C84BB9">
        <w:t xml:space="preserve">– </w:t>
      </w:r>
      <w:r>
        <w:t>petits groupes</w:t>
      </w:r>
      <w:r w:rsidR="0050589A">
        <w:t xml:space="preserve"> – </w:t>
      </w:r>
      <w:r>
        <w:t xml:space="preserve">10 min </w:t>
      </w:r>
    </w:p>
    <w:p w14:paraId="58C87B84" w14:textId="77777777" w:rsidR="0003795C" w:rsidRDefault="005E0601" w:rsidP="001F1F35">
      <w:r>
        <w:t>Constituez de</w:t>
      </w:r>
      <w:r w:rsidR="0003795C">
        <w:t xml:space="preserve"> petits groupes de 3 personnes.</w:t>
      </w:r>
    </w:p>
    <w:p w14:paraId="1E3750B8" w14:textId="77777777" w:rsidR="0003795C" w:rsidRDefault="0003795C" w:rsidP="0003795C">
      <w:pPr>
        <w:rPr>
          <w:rFonts w:eastAsia="Arial Unicode MS"/>
        </w:rPr>
      </w:pPr>
      <w:r>
        <w:t xml:space="preserve">Inviter les </w:t>
      </w:r>
      <w:proofErr w:type="spellStart"/>
      <w:r>
        <w:rPr>
          <w:rFonts w:eastAsia="Arial Unicode MS"/>
        </w:rPr>
        <w:t>apprenant·e·s</w:t>
      </w:r>
      <w:proofErr w:type="spellEnd"/>
      <w:r w:rsidR="007F7A1F">
        <w:rPr>
          <w:rFonts w:eastAsia="Arial Unicode MS"/>
        </w:rPr>
        <w:t xml:space="preserve"> de chaque groupe à décrire leur lieu d’enseignement (type de structure, situation géographique, taille, spécificités, type d’architecture). </w:t>
      </w:r>
    </w:p>
    <w:p w14:paraId="4B206D8C" w14:textId="77777777" w:rsidR="001D1857" w:rsidRDefault="00DC6B49" w:rsidP="001F1F35">
      <w:pPr>
        <w:rPr>
          <w:i/>
        </w:rPr>
      </w:pPr>
      <w:r>
        <w:t xml:space="preserve">En petits groupes. </w:t>
      </w:r>
      <w:r w:rsidRPr="00BF0250">
        <w:rPr>
          <w:i/>
        </w:rPr>
        <w:t>D</w:t>
      </w:r>
      <w:r w:rsidR="00C44EFB" w:rsidRPr="00BF0250">
        <w:rPr>
          <w:i/>
        </w:rPr>
        <w:t>iscutez de votre établissement scolaire et décrivez-le.</w:t>
      </w:r>
    </w:p>
    <w:p w14:paraId="3617715F" w14:textId="77777777" w:rsidR="0003795C" w:rsidRDefault="00890E81" w:rsidP="001F1F35">
      <w:r>
        <w:t>Mis</w:t>
      </w:r>
      <w:r w:rsidR="00C77CF1">
        <w:t>e</w:t>
      </w:r>
      <w:r>
        <w:t xml:space="preserve"> en commun à l’oral en groupe classe. </w:t>
      </w:r>
    </w:p>
    <w:p w14:paraId="3C65175D" w14:textId="77777777" w:rsidR="00FD00D4" w:rsidRDefault="00FD00D4" w:rsidP="001F1F35"/>
    <w:p w14:paraId="0D3E1A10" w14:textId="77777777" w:rsidR="00FD00D4" w:rsidRDefault="00FD00D4" w:rsidP="00FD00D4">
      <w:pPr>
        <w:rPr>
          <w:i/>
        </w:rPr>
      </w:pPr>
      <w:r>
        <w:rPr>
          <w:i/>
        </w:rPr>
        <w:t>Vous sentez-vous bien votre</w:t>
      </w:r>
      <w:r w:rsidRPr="00C84BB9">
        <w:rPr>
          <w:i/>
        </w:rPr>
        <w:t xml:space="preserve"> établissement</w:t>
      </w:r>
      <w:r>
        <w:rPr>
          <w:i/>
        </w:rPr>
        <w:t xml:space="preserve"> scolaire</w:t>
      </w:r>
      <w:r w:rsidRPr="00C84BB9">
        <w:rPr>
          <w:i/>
        </w:rPr>
        <w:t> ? Pourquoi ?</w:t>
      </w:r>
    </w:p>
    <w:p w14:paraId="227A9209" w14:textId="77777777" w:rsidR="00FD00D4" w:rsidRDefault="00FD00D4" w:rsidP="00371F76">
      <w:pPr>
        <w:rPr>
          <w:i/>
        </w:rPr>
      </w:pPr>
      <w:r w:rsidRPr="00E05104">
        <w:t xml:space="preserve">Inciter tous les </w:t>
      </w:r>
      <w:proofErr w:type="spellStart"/>
      <w:r w:rsidRPr="00C33E98">
        <w:rPr>
          <w:rFonts w:eastAsia="Arial Unicode MS"/>
        </w:rPr>
        <w:t>apprenant·e·s</w:t>
      </w:r>
      <w:proofErr w:type="spellEnd"/>
      <w:r w:rsidRPr="00C33E98">
        <w:rPr>
          <w:rFonts w:eastAsia="Arial Unicode MS"/>
        </w:rPr>
        <w:t xml:space="preserve"> à prendre la paro</w:t>
      </w:r>
      <w:r>
        <w:rPr>
          <w:rFonts w:eastAsia="Arial Unicode MS"/>
        </w:rPr>
        <w:t>le. </w:t>
      </w:r>
    </w:p>
    <w:p w14:paraId="53411BEA" w14:textId="77777777" w:rsidR="00C33E98" w:rsidRDefault="00C33E98" w:rsidP="001F1F35">
      <w:pPr>
        <w:rPr>
          <w:i/>
        </w:rPr>
      </w:pPr>
    </w:p>
    <w:p w14:paraId="03D8C624" w14:textId="77777777" w:rsidR="0026095A" w:rsidRDefault="0026095A" w:rsidP="0026095A">
      <w:pPr>
        <w:pStyle w:val="Pistecorrection"/>
      </w:pPr>
      <w:r w:rsidRPr="00A953C2">
        <w:lastRenderedPageBreak/>
        <w:t>Pistes de correction / Corrigés :</w:t>
      </w:r>
    </w:p>
    <w:p w14:paraId="2E35F64C" w14:textId="77777777" w:rsidR="00C33E98" w:rsidRPr="00E05104" w:rsidRDefault="00091925" w:rsidP="0026095A">
      <w:pPr>
        <w:pStyle w:val="Pistecorrection"/>
        <w:rPr>
          <w:b w:val="0"/>
        </w:rPr>
      </w:pPr>
      <w:r>
        <w:rPr>
          <w:b w:val="0"/>
        </w:rPr>
        <w:t xml:space="preserve">- </w:t>
      </w:r>
      <w:r w:rsidR="00C33E98" w:rsidRPr="007F7A1F">
        <w:rPr>
          <w:b w:val="0"/>
        </w:rPr>
        <w:t>J’étudie dans un collège situé à 5 kilomètres de chez moi. Il est très moderne et très grand. Il y a environ 20 salles de classes. Il y a un gran</w:t>
      </w:r>
      <w:r w:rsidR="00C33E98">
        <w:rPr>
          <w:b w:val="0"/>
        </w:rPr>
        <w:t>d parc où on peut se reposer pendant les pauses</w:t>
      </w:r>
      <w:r w:rsidR="00C33E98" w:rsidRPr="007F7A1F">
        <w:rPr>
          <w:b w:val="0"/>
        </w:rPr>
        <w:t>.</w:t>
      </w:r>
      <w:r w:rsidR="00C33E98">
        <w:rPr>
          <w:b w:val="0"/>
        </w:rPr>
        <w:t xml:space="preserve"> Il y a une petite bibliothèque…</w:t>
      </w:r>
      <w:r w:rsidR="00C33E98" w:rsidRPr="007F7A1F">
        <w:rPr>
          <w:b w:val="0"/>
        </w:rPr>
        <w:t xml:space="preserve"> </w:t>
      </w:r>
    </w:p>
    <w:p w14:paraId="67368352" w14:textId="77777777" w:rsidR="00890E81" w:rsidRDefault="00091925" w:rsidP="00E05104">
      <w:r>
        <w:rPr>
          <w:sz w:val="18"/>
          <w:szCs w:val="18"/>
        </w:rPr>
        <w:t>-</w:t>
      </w:r>
      <w:r w:rsidR="00FD00D4">
        <w:rPr>
          <w:sz w:val="18"/>
          <w:szCs w:val="18"/>
        </w:rPr>
        <w:t xml:space="preserve"> </w:t>
      </w:r>
      <w:r w:rsidR="00890E81" w:rsidRPr="00273615">
        <w:rPr>
          <w:sz w:val="18"/>
          <w:szCs w:val="18"/>
        </w:rPr>
        <w:t xml:space="preserve">J’aime beaucoup mon collège, les professeurs sont très sympas et à l’écoute. J’ai beaucoup d’amis, on s’amuse bien. </w:t>
      </w:r>
      <w:r w:rsidR="007F7A1F" w:rsidRPr="00273615">
        <w:rPr>
          <w:sz w:val="18"/>
          <w:szCs w:val="18"/>
        </w:rPr>
        <w:t xml:space="preserve">Dans mon collège, je préfère le parc. Il est très grand. On peut marcher, s’asseoir sur les bancs, courir pendant la pause. Quand il fait beau, on s’allonge sur l’herbe avec mes amis. On discute, on joue de la guitare ou on se repose. J’aime beaucoup mon collège, les professeurs sont très sympas et à l’écoute. J’ai beaucoup d’amis, on s’amuse bien. </w:t>
      </w:r>
      <w:r w:rsidR="007F7A1F" w:rsidRPr="00273615">
        <w:rPr>
          <w:sz w:val="18"/>
          <w:szCs w:val="18"/>
        </w:rPr>
        <w:tab/>
      </w:r>
    </w:p>
    <w:p w14:paraId="3158C618" w14:textId="77777777" w:rsidR="00777134" w:rsidRDefault="00777134" w:rsidP="00777134">
      <w:pPr>
        <w:pStyle w:val="Titre2"/>
      </w:pPr>
      <w:bookmarkStart w:id="3" w:name="_Toc10816661"/>
      <w:r w:rsidRPr="009168AF">
        <w:t xml:space="preserve">Étape 2 – </w:t>
      </w:r>
      <w:r w:rsidR="00DC6B49">
        <w:t>À vue d’</w:t>
      </w:r>
      <w:r w:rsidR="00991B94">
        <w:t>œil</w:t>
      </w:r>
      <w:bookmarkEnd w:id="3"/>
      <w:r w:rsidR="00991B94">
        <w:t xml:space="preserve"> </w:t>
      </w:r>
    </w:p>
    <w:p w14:paraId="35B45060" w14:textId="77777777" w:rsidR="006C0EC2" w:rsidRDefault="00C84BB9" w:rsidP="008E76C4">
      <w:pPr>
        <w:pStyle w:val="Titre3"/>
      </w:pPr>
      <w:bookmarkStart w:id="4" w:name="_Toc10816662"/>
      <w:r>
        <w:t>Identifier des éléments pr</w:t>
      </w:r>
      <w:r w:rsidR="00112E5D">
        <w:t>ésents dans le clip (A</w:t>
      </w:r>
      <w:r>
        <w:t>ctivité 1)</w:t>
      </w:r>
      <w:bookmarkEnd w:id="4"/>
    </w:p>
    <w:p w14:paraId="617C3B8E" w14:textId="77777777" w:rsidR="00777134" w:rsidRPr="00777134" w:rsidRDefault="005E0601" w:rsidP="008E76C4">
      <w:pPr>
        <w:pStyle w:val="Infosactivit"/>
        <w:rPr>
          <w:rFonts w:eastAsia="Arial Unicode MS"/>
        </w:rPr>
      </w:pPr>
      <w:r>
        <w:rPr>
          <w:b/>
        </w:rPr>
        <w:t>Repérage visuel, l</w:t>
      </w:r>
      <w:r w:rsidR="00C84BB9" w:rsidRPr="00C84BB9">
        <w:rPr>
          <w:b/>
        </w:rPr>
        <w:t>exique</w:t>
      </w:r>
      <w:r w:rsidR="00777134" w:rsidRPr="00C84BB9">
        <w:rPr>
          <w:b/>
        </w:rPr>
        <w:t xml:space="preserve"> </w:t>
      </w:r>
      <w:r w:rsidR="005F575A" w:rsidRPr="00C84BB9">
        <w:t xml:space="preserve">– </w:t>
      </w:r>
      <w:r w:rsidR="00C84BB9">
        <w:t>individuel</w:t>
      </w:r>
      <w:r w:rsidR="00185962">
        <w:t>, binômes</w:t>
      </w:r>
      <w:r w:rsidR="00777134" w:rsidRPr="005F575A">
        <w:t xml:space="preserve"> –</w:t>
      </w:r>
      <w:r w:rsidR="00FF7580">
        <w:t xml:space="preserve"> 10</w:t>
      </w:r>
      <w:r w:rsidR="00903EA5">
        <w:t xml:space="preserve"> </w:t>
      </w:r>
      <w:r w:rsidR="00777134">
        <w:t>min (support</w:t>
      </w:r>
      <w:r>
        <w:t>s</w:t>
      </w:r>
      <w:r w:rsidR="00777134">
        <w:t xml:space="preserve"> : </w:t>
      </w:r>
      <w:r w:rsidR="00566E50" w:rsidRPr="00C84BB9">
        <w:t>clip</w:t>
      </w:r>
      <w:r>
        <w:t>, fiche apprenant</w:t>
      </w:r>
      <w:r w:rsidR="00777134">
        <w:t>)</w:t>
      </w:r>
    </w:p>
    <w:p w14:paraId="760597C4" w14:textId="77777777" w:rsidR="00112E5D" w:rsidRDefault="00112E5D" w:rsidP="0026095A">
      <w:pPr>
        <w:rPr>
          <w:rFonts w:eastAsia="Arial Unicode MS"/>
        </w:rPr>
      </w:pPr>
      <w:r>
        <w:rPr>
          <w:rFonts w:eastAsia="Arial Unicode MS"/>
        </w:rPr>
        <w:t xml:space="preserve">Distribuer la fiche apprenant. </w:t>
      </w:r>
    </w:p>
    <w:p w14:paraId="4F9C2A98" w14:textId="77777777" w:rsidR="006C0EC2" w:rsidRDefault="00C84BB9" w:rsidP="0026095A">
      <w:pPr>
        <w:rPr>
          <w:rFonts w:eastAsia="Arial Unicode MS"/>
        </w:rPr>
      </w:pPr>
      <w:r>
        <w:rPr>
          <w:rFonts w:eastAsia="Arial Unicode MS"/>
        </w:rPr>
        <w:t xml:space="preserve">Montrer le clip </w:t>
      </w:r>
      <w:r w:rsidRPr="001D1857">
        <w:rPr>
          <w:rFonts w:eastAsia="Arial Unicode MS"/>
          <w:u w:val="single"/>
        </w:rPr>
        <w:t>sans le son</w:t>
      </w:r>
      <w:r w:rsidR="0081401C">
        <w:rPr>
          <w:rFonts w:eastAsia="Arial Unicode MS"/>
        </w:rPr>
        <w:t xml:space="preserve"> jusqu’à 0’</w:t>
      </w:r>
      <w:r>
        <w:rPr>
          <w:rFonts w:eastAsia="Arial Unicode MS"/>
        </w:rPr>
        <w:t>58</w:t>
      </w:r>
      <w:r w:rsidR="0003795C">
        <w:rPr>
          <w:rFonts w:eastAsia="Arial Unicode MS"/>
        </w:rPr>
        <w:t>.</w:t>
      </w:r>
    </w:p>
    <w:p w14:paraId="351AF4BE" w14:textId="77777777" w:rsidR="00C84BB9" w:rsidRPr="00991B94" w:rsidRDefault="00C84BB9" w:rsidP="0026095A">
      <w:pPr>
        <w:rPr>
          <w:rFonts w:eastAsia="Arial Unicode MS"/>
          <w:i/>
        </w:rPr>
      </w:pPr>
      <w:r>
        <w:rPr>
          <w:rFonts w:eastAsia="Arial Unicode MS"/>
        </w:rPr>
        <w:t>Individuel</w:t>
      </w:r>
      <w:r w:rsidR="005E0601">
        <w:rPr>
          <w:rFonts w:eastAsia="Arial Unicode MS"/>
        </w:rPr>
        <w:t>lement</w:t>
      </w:r>
      <w:r>
        <w:rPr>
          <w:rFonts w:eastAsia="Arial Unicode MS"/>
        </w:rPr>
        <w:t xml:space="preserve">. </w:t>
      </w:r>
      <w:r w:rsidR="00EC20EC">
        <w:rPr>
          <w:rFonts w:eastAsia="Arial Unicode MS"/>
          <w:i/>
        </w:rPr>
        <w:t>Faites l’activité 1 : barre</w:t>
      </w:r>
      <w:r w:rsidR="005E0601">
        <w:rPr>
          <w:rFonts w:eastAsia="Arial Unicode MS"/>
          <w:i/>
        </w:rPr>
        <w:t>z</w:t>
      </w:r>
      <w:r w:rsidRPr="00991B94">
        <w:rPr>
          <w:rFonts w:eastAsia="Arial Unicode MS"/>
          <w:i/>
        </w:rPr>
        <w:t xml:space="preserve"> le</w:t>
      </w:r>
      <w:r w:rsidR="005E0601">
        <w:rPr>
          <w:rFonts w:eastAsia="Arial Unicode MS"/>
          <w:i/>
        </w:rPr>
        <w:t>s</w:t>
      </w:r>
      <w:r w:rsidRPr="00991B94">
        <w:rPr>
          <w:rFonts w:eastAsia="Arial Unicode MS"/>
          <w:i/>
        </w:rPr>
        <w:t xml:space="preserve"> nom</w:t>
      </w:r>
      <w:r w:rsidR="005E0601">
        <w:rPr>
          <w:rFonts w:eastAsia="Arial Unicode MS"/>
          <w:i/>
        </w:rPr>
        <w:t>s</w:t>
      </w:r>
      <w:r w:rsidRPr="00991B94">
        <w:rPr>
          <w:rFonts w:eastAsia="Arial Unicode MS"/>
          <w:i/>
        </w:rPr>
        <w:t xml:space="preserve"> des li</w:t>
      </w:r>
      <w:r w:rsidR="005E0601">
        <w:rPr>
          <w:rFonts w:eastAsia="Arial Unicode MS"/>
          <w:i/>
        </w:rPr>
        <w:t>eux du collège que vous ne voyez</w:t>
      </w:r>
      <w:r w:rsidRPr="00991B94">
        <w:rPr>
          <w:rFonts w:eastAsia="Arial Unicode MS"/>
          <w:i/>
        </w:rPr>
        <w:t xml:space="preserve"> pas dans le clip. </w:t>
      </w:r>
    </w:p>
    <w:p w14:paraId="662BE999" w14:textId="77777777" w:rsidR="00C33E98" w:rsidRPr="00371F76" w:rsidRDefault="00C84BB9" w:rsidP="0026095A">
      <w:pPr>
        <w:rPr>
          <w:rFonts w:eastAsia="Arial Unicode MS"/>
        </w:rPr>
      </w:pPr>
      <w:r w:rsidRPr="00371F76">
        <w:rPr>
          <w:rFonts w:eastAsia="Arial Unicode MS"/>
        </w:rPr>
        <w:t xml:space="preserve">Mettre en commun les réponses en grand groupe. </w:t>
      </w:r>
    </w:p>
    <w:p w14:paraId="3DAD84D9" w14:textId="77777777" w:rsidR="00283EF5" w:rsidRDefault="00283EF5" w:rsidP="00C33E98"/>
    <w:p w14:paraId="44CE52BF" w14:textId="77777777" w:rsidR="006C0EC2" w:rsidRPr="00903EA5" w:rsidRDefault="00890E81" w:rsidP="006C0EC2">
      <w:pPr>
        <w:rPr>
          <w:rFonts w:eastAsia="Arial Unicode MS"/>
          <w:i/>
        </w:rPr>
      </w:pPr>
      <w:r>
        <w:t xml:space="preserve">À deux. </w:t>
      </w:r>
      <w:r w:rsidR="00991B94" w:rsidRPr="00903EA5">
        <w:rPr>
          <w:rFonts w:eastAsia="Arial Unicode MS"/>
          <w:i/>
        </w:rPr>
        <w:t>Ce collège ressemble-t-il au vôtre ? Quelles sont les différences</w:t>
      </w:r>
      <w:r w:rsidR="00371F76">
        <w:rPr>
          <w:rFonts w:eastAsia="Arial Unicode MS"/>
          <w:i/>
        </w:rPr>
        <w:t xml:space="preserve"> ou les points communs</w:t>
      </w:r>
      <w:r w:rsidR="00991B94" w:rsidRPr="00903EA5">
        <w:rPr>
          <w:rFonts w:eastAsia="Arial Unicode MS"/>
          <w:i/>
        </w:rPr>
        <w:t xml:space="preserve"> ? </w:t>
      </w:r>
    </w:p>
    <w:p w14:paraId="3A494207" w14:textId="77777777" w:rsidR="00903EA5" w:rsidRDefault="00B51FB8" w:rsidP="006C0EC2">
      <w:pPr>
        <w:pStyle w:val="Pistecorrection"/>
        <w:rPr>
          <w:b w:val="0"/>
        </w:rPr>
      </w:pPr>
      <w:r w:rsidRPr="00B51FB8">
        <w:rPr>
          <w:b w:val="0"/>
          <w:sz w:val="20"/>
          <w:szCs w:val="20"/>
        </w:rPr>
        <w:t>Mise en commun en grand groupe</w:t>
      </w:r>
      <w:r w:rsidRPr="00B51FB8">
        <w:rPr>
          <w:b w:val="0"/>
        </w:rPr>
        <w:t xml:space="preserve">. </w:t>
      </w:r>
    </w:p>
    <w:p w14:paraId="2776DBD0" w14:textId="77777777" w:rsidR="00B51FB8" w:rsidRPr="00B51FB8" w:rsidRDefault="00B51FB8" w:rsidP="006C0EC2">
      <w:pPr>
        <w:pStyle w:val="Pistecorrection"/>
        <w:rPr>
          <w:b w:val="0"/>
        </w:rPr>
      </w:pPr>
    </w:p>
    <w:p w14:paraId="15DB892A" w14:textId="77777777" w:rsidR="006C0EC2" w:rsidRDefault="006C0EC2" w:rsidP="006C0EC2">
      <w:pPr>
        <w:pStyle w:val="Pistecorrection"/>
      </w:pPr>
      <w:r w:rsidRPr="00A953C2">
        <w:t>Pistes de correction / Corrigés :</w:t>
      </w:r>
    </w:p>
    <w:p w14:paraId="2229D87E" w14:textId="77777777" w:rsidR="00BF0250" w:rsidRPr="00D92032" w:rsidRDefault="00BF0250" w:rsidP="006C0EC2">
      <w:pPr>
        <w:pStyle w:val="Pistecorrection"/>
        <w:rPr>
          <w:b w:val="0"/>
        </w:rPr>
      </w:pPr>
      <w:r w:rsidRPr="00D92032">
        <w:rPr>
          <w:b w:val="0"/>
        </w:rPr>
        <w:t xml:space="preserve">Un gymnase, une cantine, une salle informatique, une bibliothèque. </w:t>
      </w:r>
    </w:p>
    <w:p w14:paraId="3A631125" w14:textId="77777777" w:rsidR="00FF0A63" w:rsidRPr="00890E81" w:rsidRDefault="00E05104" w:rsidP="006C0EC2">
      <w:pPr>
        <w:pStyle w:val="Pistecorrectiontexte"/>
      </w:pPr>
      <w:r>
        <w:t>-</w:t>
      </w:r>
      <w:r w:rsidR="00CC02D5">
        <w:t xml:space="preserve"> </w:t>
      </w:r>
      <w:r w:rsidR="00283EF5" w:rsidRPr="00890E81">
        <w:t xml:space="preserve">Ce collège </w:t>
      </w:r>
      <w:r w:rsidR="00890E81" w:rsidRPr="00890E81">
        <w:t xml:space="preserve">ressemble un peu au mien. Il est aussi grand et moderne. Dans mon collège, il n’y a pas de cour mais un grand parc avec des arbres. </w:t>
      </w:r>
    </w:p>
    <w:p w14:paraId="05959B33" w14:textId="77777777" w:rsidR="00283EF5" w:rsidRDefault="00283EF5" w:rsidP="006C0EC2">
      <w:pPr>
        <w:pStyle w:val="Pistecorrectiontexte"/>
      </w:pPr>
    </w:p>
    <w:p w14:paraId="576FB670" w14:textId="77777777" w:rsidR="00FF0A63" w:rsidRPr="00686E1C" w:rsidRDefault="00FF0A63" w:rsidP="00FF0A63">
      <w:pPr>
        <w:pStyle w:val="Titre2"/>
      </w:pPr>
      <w:bookmarkStart w:id="5" w:name="_Toc10816663"/>
      <w:r w:rsidRPr="009168AF">
        <w:t xml:space="preserve">Étape 3 – </w:t>
      </w:r>
      <w:r w:rsidR="000959EC">
        <w:t>Un temps de réflexion</w:t>
      </w:r>
      <w:bookmarkEnd w:id="5"/>
    </w:p>
    <w:p w14:paraId="73B6C864" w14:textId="77777777" w:rsidR="006C0EC2" w:rsidRDefault="00283EF5" w:rsidP="008E76C4">
      <w:pPr>
        <w:pStyle w:val="Titre3"/>
      </w:pPr>
      <w:bookmarkStart w:id="6" w:name="_Toc10816664"/>
      <w:r>
        <w:t>Décrire une personne</w:t>
      </w:r>
      <w:r w:rsidR="00FF7580">
        <w:t>, identifier des sentiments</w:t>
      </w:r>
      <w:bookmarkEnd w:id="6"/>
    </w:p>
    <w:p w14:paraId="46329F23" w14:textId="77777777" w:rsidR="00FF0A63" w:rsidRPr="00FF0A63" w:rsidRDefault="00FF0A63" w:rsidP="008E76C4">
      <w:pPr>
        <w:pStyle w:val="Infosactivit"/>
        <w:rPr>
          <w:rFonts w:eastAsia="Arial Unicode MS"/>
        </w:rPr>
      </w:pPr>
      <w:r w:rsidRPr="00371F0E">
        <w:rPr>
          <w:b/>
        </w:rPr>
        <w:t>Production orale</w:t>
      </w:r>
      <w:r w:rsidR="005F575A" w:rsidRPr="00371F0E">
        <w:rPr>
          <w:b/>
        </w:rPr>
        <w:t xml:space="preserve"> </w:t>
      </w:r>
      <w:r w:rsidR="00185962">
        <w:t>– binômes</w:t>
      </w:r>
      <w:r w:rsidR="005F575A">
        <w:t xml:space="preserve"> </w:t>
      </w:r>
      <w:r w:rsidR="00FF7580">
        <w:t>– 15</w:t>
      </w:r>
      <w:r w:rsidR="00283EF5">
        <w:t xml:space="preserve"> min</w:t>
      </w:r>
      <w:r w:rsidR="005E0601">
        <w:t xml:space="preserve"> (support : clip)</w:t>
      </w:r>
    </w:p>
    <w:p w14:paraId="1F0FD078" w14:textId="77777777" w:rsidR="00283EF5" w:rsidRDefault="00B51FB8" w:rsidP="00371F76">
      <w:pPr>
        <w:rPr>
          <w:rFonts w:eastAsia="Arial Unicode MS"/>
        </w:rPr>
      </w:pPr>
      <w:r>
        <w:rPr>
          <w:rFonts w:eastAsia="Arial Unicode MS"/>
        </w:rPr>
        <w:t>Constituer des binômes</w:t>
      </w:r>
      <w:r w:rsidR="00371F76">
        <w:rPr>
          <w:rFonts w:eastAsia="Arial Unicode MS"/>
        </w:rPr>
        <w:t xml:space="preserve">. </w:t>
      </w:r>
    </w:p>
    <w:p w14:paraId="3CBD3B66" w14:textId="77777777" w:rsidR="00283EF5" w:rsidRDefault="00283EF5" w:rsidP="00371F76">
      <w:pPr>
        <w:rPr>
          <w:rFonts w:eastAsia="Arial Unicode MS"/>
        </w:rPr>
      </w:pPr>
      <w:r>
        <w:rPr>
          <w:rFonts w:eastAsia="Arial Unicode MS"/>
        </w:rPr>
        <w:t>Mont</w:t>
      </w:r>
      <w:r w:rsidR="00910D09">
        <w:rPr>
          <w:rFonts w:eastAsia="Arial Unicode MS"/>
        </w:rPr>
        <w:t>r</w:t>
      </w:r>
      <w:r>
        <w:rPr>
          <w:rFonts w:eastAsia="Arial Unicode MS"/>
        </w:rPr>
        <w:t xml:space="preserve">er de nouveau le clip </w:t>
      </w:r>
      <w:r w:rsidRPr="00283EF5">
        <w:rPr>
          <w:rFonts w:eastAsia="Arial Unicode MS"/>
          <w:u w:val="single"/>
        </w:rPr>
        <w:t>sans le son</w:t>
      </w:r>
      <w:r w:rsidR="0081401C">
        <w:rPr>
          <w:rFonts w:eastAsia="Arial Unicode MS"/>
        </w:rPr>
        <w:t xml:space="preserve"> jusqu’à 0’</w:t>
      </w:r>
      <w:r>
        <w:rPr>
          <w:rFonts w:eastAsia="Arial Unicode MS"/>
        </w:rPr>
        <w:t>58.</w:t>
      </w:r>
    </w:p>
    <w:p w14:paraId="429C8D8C" w14:textId="77777777" w:rsidR="00371F76" w:rsidRDefault="00371F76" w:rsidP="00371F76">
      <w:pPr>
        <w:rPr>
          <w:rFonts w:eastAsia="Arial Unicode MS"/>
        </w:rPr>
      </w:pPr>
      <w:r>
        <w:rPr>
          <w:rFonts w:eastAsia="Arial Unicode MS"/>
        </w:rPr>
        <w:t xml:space="preserve">Inviter les </w:t>
      </w:r>
      <w:proofErr w:type="spellStart"/>
      <w:r>
        <w:rPr>
          <w:rFonts w:eastAsia="Arial Unicode MS"/>
        </w:rPr>
        <w:t>apprenant·e·s</w:t>
      </w:r>
      <w:proofErr w:type="spellEnd"/>
      <w:r>
        <w:rPr>
          <w:rFonts w:eastAsia="Arial Unicode MS"/>
        </w:rPr>
        <w:t xml:space="preserve"> à observer l’adolescente.</w:t>
      </w:r>
    </w:p>
    <w:p w14:paraId="0AEF175E" w14:textId="77777777" w:rsidR="000224A8" w:rsidRDefault="00991B94" w:rsidP="0026095A">
      <w:pPr>
        <w:rPr>
          <w:rFonts w:eastAsia="Arial Unicode MS"/>
          <w:i/>
        </w:rPr>
      </w:pPr>
      <w:r w:rsidRPr="00371F76">
        <w:rPr>
          <w:rFonts w:eastAsia="Arial Unicode MS"/>
          <w:i/>
        </w:rPr>
        <w:t>Décrivez la jeune fille</w:t>
      </w:r>
      <w:r>
        <w:rPr>
          <w:rFonts w:eastAsia="Arial Unicode MS"/>
        </w:rPr>
        <w:t xml:space="preserve">. </w:t>
      </w:r>
      <w:r w:rsidR="00371F76" w:rsidRPr="00371F76">
        <w:rPr>
          <w:rFonts w:eastAsia="Arial Unicode MS"/>
          <w:i/>
        </w:rPr>
        <w:t>Où est-elle ? Que fait-elle ?</w:t>
      </w:r>
      <w:r w:rsidR="00185962">
        <w:rPr>
          <w:rFonts w:eastAsia="Arial Unicode MS"/>
          <w:i/>
        </w:rPr>
        <w:t xml:space="preserve"> Quels sentiments éprouve</w:t>
      </w:r>
      <w:r w:rsidR="00A669EE">
        <w:rPr>
          <w:rFonts w:eastAsia="Arial Unicode MS"/>
          <w:i/>
        </w:rPr>
        <w:t>-t</w:t>
      </w:r>
      <w:r w:rsidR="00185962">
        <w:rPr>
          <w:rFonts w:eastAsia="Arial Unicode MS"/>
          <w:i/>
        </w:rPr>
        <w:t>-elle ?</w:t>
      </w:r>
    </w:p>
    <w:p w14:paraId="11602D05" w14:textId="77777777" w:rsidR="000224A8" w:rsidRDefault="000224A8" w:rsidP="0026095A">
      <w:pPr>
        <w:rPr>
          <w:rFonts w:eastAsia="Arial Unicode MS"/>
          <w:i/>
        </w:rPr>
      </w:pPr>
    </w:p>
    <w:p w14:paraId="31ABD150" w14:textId="77777777" w:rsidR="000224A8" w:rsidRPr="00371F76" w:rsidRDefault="000224A8" w:rsidP="000224A8">
      <w:pPr>
        <w:rPr>
          <w:rFonts w:eastAsia="Arial Unicode MS"/>
          <w:i/>
        </w:rPr>
      </w:pPr>
      <w:r w:rsidRPr="00B51FB8">
        <w:t>À</w:t>
      </w:r>
      <w:r w:rsidRPr="00B51FB8">
        <w:rPr>
          <w:rFonts w:eastAsia="Arial Unicode MS"/>
        </w:rPr>
        <w:t xml:space="preserve"> deux.</w:t>
      </w:r>
      <w:r>
        <w:rPr>
          <w:rFonts w:eastAsia="Arial Unicode MS"/>
          <w:i/>
        </w:rPr>
        <w:t xml:space="preserve"> </w:t>
      </w:r>
      <w:r w:rsidRPr="00D92032">
        <w:rPr>
          <w:i/>
        </w:rPr>
        <w:t>À</w:t>
      </w:r>
      <w:r w:rsidRPr="00D92032">
        <w:rPr>
          <w:rFonts w:eastAsia="Arial Unicode MS"/>
          <w:i/>
        </w:rPr>
        <w:t xml:space="preserve"> </w:t>
      </w:r>
      <w:r>
        <w:rPr>
          <w:rFonts w:eastAsia="Arial Unicode MS"/>
          <w:i/>
        </w:rPr>
        <w:t xml:space="preserve">votre avis, </w:t>
      </w:r>
      <w:r w:rsidRPr="00371F76">
        <w:rPr>
          <w:rFonts w:eastAsia="Arial Unicode MS"/>
          <w:i/>
        </w:rPr>
        <w:t>Po</w:t>
      </w:r>
      <w:r>
        <w:rPr>
          <w:rFonts w:eastAsia="Arial Unicode MS"/>
          <w:i/>
        </w:rPr>
        <w:t>urquoi cette jeune fille est-elle</w:t>
      </w:r>
      <w:r w:rsidRPr="00371F76">
        <w:rPr>
          <w:rFonts w:eastAsia="Arial Unicode MS"/>
          <w:i/>
        </w:rPr>
        <w:t xml:space="preserve"> triste ? </w:t>
      </w:r>
      <w:r>
        <w:rPr>
          <w:rFonts w:eastAsia="Arial Unicode MS"/>
          <w:i/>
        </w:rPr>
        <w:t>Cherchez 4 raisons possibles.</w:t>
      </w:r>
    </w:p>
    <w:p w14:paraId="2789C241" w14:textId="77777777" w:rsidR="000224A8" w:rsidRDefault="000224A8" w:rsidP="000224A8">
      <w:pPr>
        <w:rPr>
          <w:rFonts w:eastAsia="Arial Unicode MS"/>
        </w:rPr>
      </w:pPr>
      <w:r>
        <w:rPr>
          <w:rFonts w:eastAsia="Arial Unicode MS"/>
        </w:rPr>
        <w:t xml:space="preserve">Inciter les </w:t>
      </w:r>
      <w:proofErr w:type="spellStart"/>
      <w:r>
        <w:rPr>
          <w:rFonts w:eastAsia="Arial Unicode MS"/>
        </w:rPr>
        <w:t>apprenant·e·s</w:t>
      </w:r>
      <w:proofErr w:type="spellEnd"/>
      <w:r>
        <w:rPr>
          <w:rFonts w:eastAsia="Arial Unicode MS"/>
        </w:rPr>
        <w:t xml:space="preserve"> à utiliser le passé composé pour écrire leurs idées. </w:t>
      </w:r>
    </w:p>
    <w:p w14:paraId="6AEE096F" w14:textId="77777777" w:rsidR="000224A8" w:rsidRPr="00273615" w:rsidRDefault="000224A8" w:rsidP="000224A8">
      <w:pPr>
        <w:rPr>
          <w:rFonts w:eastAsia="Arial Unicode MS"/>
        </w:rPr>
      </w:pPr>
      <w:r>
        <w:rPr>
          <w:rFonts w:eastAsia="Arial Unicode MS"/>
        </w:rPr>
        <w:t>Inviter chaque groupe à annoncer les raisons trouvées. Noter les différentes possibilités au tableau.</w:t>
      </w:r>
    </w:p>
    <w:p w14:paraId="48ECCEA6" w14:textId="77777777" w:rsidR="000224A8" w:rsidRDefault="000224A8" w:rsidP="0026095A">
      <w:pPr>
        <w:rPr>
          <w:rFonts w:eastAsia="Arial Unicode MS"/>
        </w:rPr>
      </w:pPr>
      <w:r>
        <w:rPr>
          <w:rFonts w:eastAsia="Arial Unicode MS"/>
        </w:rPr>
        <w:t>Procéder à un vote dans la classe pour choisir quelle raison est la plus probable.</w:t>
      </w:r>
    </w:p>
    <w:p w14:paraId="3FC0A2BA" w14:textId="77777777" w:rsidR="00B51FB8" w:rsidRDefault="00B51FB8" w:rsidP="0026095A">
      <w:pPr>
        <w:rPr>
          <w:rFonts w:eastAsia="Arial Unicode MS"/>
        </w:rPr>
      </w:pPr>
    </w:p>
    <w:p w14:paraId="5C2F8D0A" w14:textId="77777777" w:rsidR="00B51FB8" w:rsidRDefault="00B51FB8" w:rsidP="00B51FB8">
      <w:pPr>
        <w:pStyle w:val="Pistecorrection"/>
      </w:pPr>
      <w:r w:rsidRPr="00A953C2">
        <w:t>Pistes de correction / Corrigés :</w:t>
      </w:r>
    </w:p>
    <w:p w14:paraId="27429FD0" w14:textId="77777777" w:rsidR="00E05104" w:rsidRDefault="00E05104" w:rsidP="00E05104">
      <w:pPr>
        <w:rPr>
          <w:rFonts w:eastAsia="Arial Unicode MS"/>
          <w:sz w:val="18"/>
          <w:szCs w:val="18"/>
        </w:rPr>
      </w:pPr>
      <w:r>
        <w:rPr>
          <w:rFonts w:eastAsia="Arial Unicode MS"/>
          <w:sz w:val="18"/>
          <w:szCs w:val="18"/>
        </w:rPr>
        <w:t xml:space="preserve">- </w:t>
      </w:r>
      <w:r w:rsidRPr="005E0601">
        <w:rPr>
          <w:rFonts w:eastAsia="Arial Unicode MS"/>
          <w:sz w:val="18"/>
          <w:szCs w:val="18"/>
        </w:rPr>
        <w:t>La jeune fille est dans un collège. Elle est assise dans une salle de classe et ensuite dans la cour. On la voit ensuite dans un couloir. Elle est seule. Elle semble triste et désespérée.</w:t>
      </w:r>
    </w:p>
    <w:p w14:paraId="41F9A69C" w14:textId="77777777" w:rsidR="000224A8" w:rsidRPr="000224A8" w:rsidRDefault="000224A8" w:rsidP="000224A8">
      <w:pPr>
        <w:pStyle w:val="Pistecorrection"/>
        <w:rPr>
          <w:b w:val="0"/>
        </w:rPr>
      </w:pPr>
      <w:r w:rsidRPr="000224A8">
        <w:rPr>
          <w:rFonts w:eastAsia="Arial Unicode MS"/>
          <w:b w:val="0"/>
        </w:rPr>
        <w:t>- Elle s’est disputée avec ses parents, elle a eu une mauvaise note, elle n’a pas réussi son examen, elle a rompu avec son petit-ami, elle s’est fâchée avec sa meilleure amie.</w:t>
      </w:r>
    </w:p>
    <w:p w14:paraId="2179836B" w14:textId="77777777" w:rsidR="00AE5320" w:rsidRPr="00910D09" w:rsidRDefault="00AE5320" w:rsidP="00B51FB8">
      <w:pPr>
        <w:rPr>
          <w:rFonts w:eastAsia="Arial Unicode MS"/>
          <w:sz w:val="18"/>
          <w:szCs w:val="18"/>
        </w:rPr>
      </w:pPr>
    </w:p>
    <w:p w14:paraId="4DB3640E" w14:textId="77777777" w:rsidR="00371F0E" w:rsidRDefault="00371F0E" w:rsidP="00371F0E">
      <w:pPr>
        <w:pStyle w:val="Titre3"/>
      </w:pPr>
      <w:bookmarkStart w:id="7" w:name="_Toc10816665"/>
      <w:r>
        <w:t>Comprendre l’idée principale de la chanson</w:t>
      </w:r>
      <w:bookmarkEnd w:id="7"/>
    </w:p>
    <w:p w14:paraId="76125229" w14:textId="77777777" w:rsidR="000224A8" w:rsidRPr="00F65A3F" w:rsidRDefault="000224A8" w:rsidP="00F65A3F">
      <w:pPr>
        <w:pStyle w:val="Infosactivit"/>
      </w:pPr>
      <w:r>
        <w:rPr>
          <w:b/>
        </w:rPr>
        <w:t>Compréhension</w:t>
      </w:r>
      <w:r w:rsidRPr="00371F0E">
        <w:rPr>
          <w:b/>
        </w:rPr>
        <w:t xml:space="preserve"> </w:t>
      </w:r>
      <w:r w:rsidR="00371F0E" w:rsidRPr="00371F0E">
        <w:rPr>
          <w:b/>
        </w:rPr>
        <w:t xml:space="preserve">orale </w:t>
      </w:r>
      <w:r w:rsidR="00185962">
        <w:t xml:space="preserve">– </w:t>
      </w:r>
      <w:r w:rsidR="00EC20EC">
        <w:t xml:space="preserve">binômes – </w:t>
      </w:r>
      <w:r w:rsidR="00185962">
        <w:t>10</w:t>
      </w:r>
      <w:r w:rsidR="00371F0E">
        <w:t xml:space="preserve"> min (support : </w:t>
      </w:r>
      <w:r w:rsidR="00D8502B">
        <w:t>clip</w:t>
      </w:r>
      <w:r w:rsidR="00371F0E">
        <w:t>)</w:t>
      </w:r>
    </w:p>
    <w:p w14:paraId="37E6F05F" w14:textId="77777777" w:rsidR="00371F76" w:rsidRDefault="00EC20EC" w:rsidP="0026095A">
      <w:pPr>
        <w:rPr>
          <w:rFonts w:eastAsia="Arial Unicode MS"/>
        </w:rPr>
      </w:pPr>
      <w:r>
        <w:rPr>
          <w:rFonts w:eastAsia="Arial Unicode MS"/>
        </w:rPr>
        <w:t>Conserver les binômes</w:t>
      </w:r>
      <w:r w:rsidR="00371F76">
        <w:rPr>
          <w:rFonts w:eastAsia="Arial Unicode MS"/>
        </w:rPr>
        <w:t xml:space="preserve"> formés précédemment. </w:t>
      </w:r>
    </w:p>
    <w:p w14:paraId="31A0418E" w14:textId="77777777" w:rsidR="000224A8" w:rsidRPr="000224A8" w:rsidRDefault="00991B94" w:rsidP="000224A8">
      <w:pPr>
        <w:rPr>
          <w:rFonts w:eastAsia="Arial Unicode MS"/>
        </w:rPr>
      </w:pPr>
      <w:r>
        <w:rPr>
          <w:rFonts w:eastAsia="Arial Unicode MS"/>
        </w:rPr>
        <w:t xml:space="preserve">Montrer de nouveau le clip </w:t>
      </w:r>
      <w:r w:rsidR="00903EA5">
        <w:rPr>
          <w:rFonts w:eastAsia="Arial Unicode MS"/>
          <w:u w:val="single"/>
        </w:rPr>
        <w:t xml:space="preserve">avec le </w:t>
      </w:r>
      <w:proofErr w:type="spellStart"/>
      <w:r w:rsidR="00903EA5">
        <w:rPr>
          <w:rFonts w:eastAsia="Arial Unicode MS"/>
          <w:u w:val="single"/>
        </w:rPr>
        <w:t>son</w:t>
      </w:r>
      <w:proofErr w:type="spellEnd"/>
      <w:r w:rsidR="00FF7580">
        <w:rPr>
          <w:rFonts w:eastAsia="Arial Unicode MS"/>
        </w:rPr>
        <w:t xml:space="preserve"> dans son intégralité</w:t>
      </w:r>
      <w:r>
        <w:rPr>
          <w:rFonts w:eastAsia="Arial Unicode MS"/>
        </w:rPr>
        <w:t>.</w:t>
      </w:r>
    </w:p>
    <w:p w14:paraId="6BFFC4A4" w14:textId="77777777" w:rsidR="000224A8" w:rsidRPr="000224A8" w:rsidRDefault="000224A8" w:rsidP="0026095A">
      <w:pPr>
        <w:rPr>
          <w:rFonts w:eastAsia="Arial Unicode MS"/>
          <w:szCs w:val="20"/>
        </w:rPr>
      </w:pPr>
      <w:r w:rsidRPr="00D92032">
        <w:rPr>
          <w:rFonts w:eastAsia="Arial Unicode MS"/>
          <w:szCs w:val="20"/>
        </w:rPr>
        <w:t xml:space="preserve">Confirmez ou infirmez les réponses que vous avez données précédemment. </w:t>
      </w:r>
    </w:p>
    <w:p w14:paraId="4E27C289" w14:textId="77777777" w:rsidR="000224A8" w:rsidRDefault="00991B94" w:rsidP="0026095A">
      <w:pPr>
        <w:rPr>
          <w:rFonts w:eastAsia="Arial Unicode MS"/>
          <w:i/>
        </w:rPr>
      </w:pPr>
      <w:r w:rsidRPr="00903EA5">
        <w:rPr>
          <w:rFonts w:eastAsia="Arial Unicode MS"/>
          <w:i/>
        </w:rPr>
        <w:t>Quel est le thème principal de cette chanson ?</w:t>
      </w:r>
      <w:r w:rsidR="00910D09">
        <w:rPr>
          <w:rFonts w:eastAsia="Arial Unicode MS"/>
          <w:i/>
        </w:rPr>
        <w:t xml:space="preserve"> Qu’est-ce qui vous permet de dire cela ?</w:t>
      </w:r>
    </w:p>
    <w:p w14:paraId="665EDE74" w14:textId="77777777" w:rsidR="000224A8" w:rsidRDefault="00FF7580" w:rsidP="0026095A">
      <w:pPr>
        <w:rPr>
          <w:rFonts w:eastAsia="Arial Unicode MS"/>
        </w:rPr>
      </w:pPr>
      <w:r w:rsidRPr="00FF7580">
        <w:rPr>
          <w:rFonts w:eastAsia="Arial Unicode MS"/>
        </w:rPr>
        <w:t>Mise en commun en groupe classe</w:t>
      </w:r>
    </w:p>
    <w:p w14:paraId="6088FC6D" w14:textId="77777777" w:rsidR="000224A8" w:rsidRDefault="000224A8" w:rsidP="0026095A">
      <w:pPr>
        <w:rPr>
          <w:rFonts w:eastAsia="Arial Unicode MS"/>
        </w:rPr>
      </w:pPr>
    </w:p>
    <w:p w14:paraId="0248DE35" w14:textId="77777777" w:rsidR="000224A8" w:rsidRPr="00FF7580" w:rsidRDefault="000224A8" w:rsidP="0026095A">
      <w:pPr>
        <w:rPr>
          <w:rFonts w:eastAsia="Arial Unicode MS"/>
        </w:rPr>
      </w:pPr>
    </w:p>
    <w:p w14:paraId="40814D5A" w14:textId="77777777" w:rsidR="00586603" w:rsidRDefault="00586603" w:rsidP="00283EF5">
      <w:pPr>
        <w:pStyle w:val="Pistecorrection"/>
      </w:pPr>
    </w:p>
    <w:p w14:paraId="3B815515" w14:textId="77777777" w:rsidR="00283EF5" w:rsidRDefault="00283EF5" w:rsidP="00283EF5">
      <w:pPr>
        <w:pStyle w:val="Pistecorrection"/>
      </w:pPr>
      <w:r w:rsidRPr="00A953C2">
        <w:t>Pistes de correction / Corrigés :</w:t>
      </w:r>
    </w:p>
    <w:p w14:paraId="6BA9D9DF" w14:textId="77777777" w:rsidR="000224A8" w:rsidRPr="00F65A3F" w:rsidRDefault="00BB3A29" w:rsidP="00283EF5">
      <w:pPr>
        <w:pStyle w:val="Pistecorrection"/>
        <w:rPr>
          <w:b w:val="0"/>
        </w:rPr>
      </w:pPr>
      <w:r>
        <w:rPr>
          <w:b w:val="0"/>
        </w:rPr>
        <w:t xml:space="preserve">- </w:t>
      </w:r>
      <w:r w:rsidR="000224A8" w:rsidRPr="00F65A3F">
        <w:rPr>
          <w:b w:val="0"/>
        </w:rPr>
        <w:t>Elle est triste car</w:t>
      </w:r>
      <w:r w:rsidR="000224A8">
        <w:rPr>
          <w:b w:val="0"/>
        </w:rPr>
        <w:t xml:space="preserve"> elle se fait harceler à l’école. </w:t>
      </w:r>
    </w:p>
    <w:p w14:paraId="6E1838A5" w14:textId="77777777" w:rsidR="00991B94" w:rsidRPr="000224A8" w:rsidRDefault="00BB3A29" w:rsidP="0026095A">
      <w:pPr>
        <w:rPr>
          <w:rFonts w:eastAsia="Arial Unicode MS"/>
          <w:sz w:val="18"/>
          <w:szCs w:val="18"/>
        </w:rPr>
      </w:pPr>
      <w:r>
        <w:t xml:space="preserve">- </w:t>
      </w:r>
      <w:r w:rsidR="00283EF5" w:rsidRPr="000224A8">
        <w:rPr>
          <w:rFonts w:eastAsia="Arial Unicode MS"/>
          <w:sz w:val="18"/>
          <w:szCs w:val="18"/>
        </w:rPr>
        <w:t>Le thème de cette chanson est le harcèlement scolaire</w:t>
      </w:r>
      <w:r w:rsidR="00910D09" w:rsidRPr="000224A8">
        <w:rPr>
          <w:rFonts w:eastAsia="Arial Unicode MS"/>
          <w:sz w:val="18"/>
          <w:szCs w:val="18"/>
        </w:rPr>
        <w:t xml:space="preserve"> et le </w:t>
      </w:r>
      <w:proofErr w:type="spellStart"/>
      <w:r w:rsidR="00910D09" w:rsidRPr="000224A8">
        <w:rPr>
          <w:rFonts w:eastAsia="Arial Unicode MS"/>
          <w:sz w:val="18"/>
          <w:szCs w:val="18"/>
        </w:rPr>
        <w:t>cyberharcèlement</w:t>
      </w:r>
      <w:proofErr w:type="spellEnd"/>
      <w:r w:rsidR="00283EF5" w:rsidRPr="000224A8">
        <w:rPr>
          <w:rFonts w:eastAsia="Arial Unicode MS"/>
          <w:sz w:val="18"/>
          <w:szCs w:val="18"/>
        </w:rPr>
        <w:t>.</w:t>
      </w:r>
    </w:p>
    <w:p w14:paraId="3241FCDE" w14:textId="77777777" w:rsidR="00EC20EC" w:rsidRPr="005E0601" w:rsidRDefault="00112E5D" w:rsidP="0026095A">
      <w:pPr>
        <w:rPr>
          <w:rFonts w:eastAsia="Arial Unicode MS"/>
          <w:sz w:val="18"/>
          <w:szCs w:val="18"/>
        </w:rPr>
      </w:pPr>
      <w:r w:rsidRPr="005E0601">
        <w:rPr>
          <w:rFonts w:eastAsia="Arial Unicode MS"/>
          <w:sz w:val="18"/>
          <w:szCs w:val="18"/>
        </w:rPr>
        <w:t>Les deux jeunes filles sont des adolescentes, elles sont seules et tristes. La première jeune fille est dans son collège. La deuxième jeune fille utilise son téléphone portable pour publier un selfie.</w:t>
      </w:r>
    </w:p>
    <w:p w14:paraId="288E8BEB" w14:textId="77777777" w:rsidR="00112E5D" w:rsidRDefault="00EC20EC" w:rsidP="0026095A">
      <w:pPr>
        <w:rPr>
          <w:rFonts w:eastAsia="Arial Unicode MS"/>
          <w:sz w:val="18"/>
          <w:szCs w:val="18"/>
        </w:rPr>
      </w:pPr>
      <w:r w:rsidRPr="005E0601">
        <w:rPr>
          <w:rFonts w:eastAsia="Arial Unicode MS"/>
          <w:sz w:val="18"/>
          <w:szCs w:val="18"/>
        </w:rPr>
        <w:t xml:space="preserve">On peut imaginer qu’elles n’ont pas d’amis et qu’elles subissent le harcèlement de leurs camarades de classe physiquement ou par le biais d’Internet. </w:t>
      </w:r>
      <w:r w:rsidR="00112E5D" w:rsidRPr="005E0601">
        <w:rPr>
          <w:rFonts w:eastAsia="Arial Unicode MS"/>
          <w:sz w:val="18"/>
          <w:szCs w:val="18"/>
        </w:rPr>
        <w:t xml:space="preserve"> </w:t>
      </w:r>
    </w:p>
    <w:p w14:paraId="7F9A83D8" w14:textId="77777777" w:rsidR="000224A8" w:rsidRPr="005E0601" w:rsidRDefault="000224A8" w:rsidP="0026095A">
      <w:pPr>
        <w:rPr>
          <w:rFonts w:eastAsia="Arial Unicode MS"/>
          <w:sz w:val="18"/>
          <w:szCs w:val="18"/>
        </w:rPr>
      </w:pPr>
    </w:p>
    <w:p w14:paraId="65C0EEA0" w14:textId="77777777" w:rsidR="00991B94" w:rsidRPr="005E0601" w:rsidRDefault="00991B94" w:rsidP="0026095A">
      <w:pPr>
        <w:rPr>
          <w:rFonts w:eastAsia="Arial Unicode MS"/>
          <w:sz w:val="18"/>
          <w:szCs w:val="18"/>
        </w:rPr>
      </w:pPr>
    </w:p>
    <w:p w14:paraId="358F6564" w14:textId="77777777" w:rsidR="00991B94" w:rsidRPr="00686E1C" w:rsidRDefault="00991B94" w:rsidP="00991B94">
      <w:pPr>
        <w:pStyle w:val="Titre2"/>
      </w:pPr>
      <w:bookmarkStart w:id="8" w:name="_Toc10816666"/>
      <w:r>
        <w:t>Étape 4</w:t>
      </w:r>
      <w:r w:rsidRPr="009168AF">
        <w:t xml:space="preserve"> – </w:t>
      </w:r>
      <w:r>
        <w:t>Au creux de l’oreille</w:t>
      </w:r>
      <w:bookmarkEnd w:id="8"/>
    </w:p>
    <w:p w14:paraId="59316B11" w14:textId="77777777" w:rsidR="00991B94" w:rsidRDefault="00371F0E" w:rsidP="00991B94">
      <w:pPr>
        <w:pStyle w:val="Titre3"/>
      </w:pPr>
      <w:bookmarkStart w:id="9" w:name="_Toc10816667"/>
      <w:r>
        <w:t xml:space="preserve">Comprendre du lexique relatif aux </w:t>
      </w:r>
      <w:r w:rsidR="00C32FFF">
        <w:t>réseaux sociaux</w:t>
      </w:r>
      <w:r w:rsidR="00112E5D">
        <w:t xml:space="preserve"> (Activité 2)</w:t>
      </w:r>
      <w:bookmarkEnd w:id="9"/>
    </w:p>
    <w:p w14:paraId="57E55ECA" w14:textId="77777777" w:rsidR="00991B94" w:rsidRPr="00FF0A63" w:rsidRDefault="00091925" w:rsidP="00991B94">
      <w:pPr>
        <w:pStyle w:val="Infosactivit"/>
        <w:rPr>
          <w:rFonts w:eastAsia="Arial Unicode MS"/>
        </w:rPr>
      </w:pPr>
      <w:r>
        <w:rPr>
          <w:b/>
        </w:rPr>
        <w:t>Repérage sonore</w:t>
      </w:r>
      <w:r w:rsidR="000959EC">
        <w:rPr>
          <w:b/>
        </w:rPr>
        <w:t>, lexique</w:t>
      </w:r>
      <w:r w:rsidR="00991B94" w:rsidRPr="00371F0E">
        <w:rPr>
          <w:b/>
        </w:rPr>
        <w:t xml:space="preserve"> </w:t>
      </w:r>
      <w:r w:rsidR="00991B94" w:rsidRPr="00371F0E">
        <w:t>– petits groupes</w:t>
      </w:r>
      <w:r w:rsidR="000959EC">
        <w:t xml:space="preserve"> – 10</w:t>
      </w:r>
      <w:r w:rsidR="00991B94">
        <w:t xml:space="preserve"> min (support</w:t>
      </w:r>
      <w:r w:rsidR="00E049DB">
        <w:t>s</w:t>
      </w:r>
      <w:r w:rsidR="00991B94">
        <w:t> :</w:t>
      </w:r>
      <w:r w:rsidR="00D8502B">
        <w:t xml:space="preserve"> clip et</w:t>
      </w:r>
      <w:r w:rsidR="00991B94">
        <w:t xml:space="preserve"> fiche apprenant)</w:t>
      </w:r>
    </w:p>
    <w:p w14:paraId="15724FA4" w14:textId="77777777" w:rsidR="00991B94" w:rsidRDefault="00F05105" w:rsidP="0026095A">
      <w:pPr>
        <w:rPr>
          <w:rFonts w:eastAsia="Arial Unicode MS"/>
        </w:rPr>
      </w:pPr>
      <w:r>
        <w:rPr>
          <w:rFonts w:eastAsia="Arial Unicode MS"/>
        </w:rPr>
        <w:t xml:space="preserve">Inviter les </w:t>
      </w:r>
      <w:proofErr w:type="spellStart"/>
      <w:r>
        <w:rPr>
          <w:rFonts w:eastAsia="Arial Unicode MS"/>
        </w:rPr>
        <w:t>apprenant·e·s</w:t>
      </w:r>
      <w:proofErr w:type="spellEnd"/>
      <w:r>
        <w:rPr>
          <w:rFonts w:eastAsia="Arial Unicode MS"/>
        </w:rPr>
        <w:t xml:space="preserve"> à lire</w:t>
      </w:r>
      <w:r w:rsidR="00112E5D">
        <w:rPr>
          <w:rFonts w:eastAsia="Arial Unicode MS"/>
        </w:rPr>
        <w:t xml:space="preserve"> les mots de l’activité 2 puis f</w:t>
      </w:r>
      <w:r w:rsidR="0081401C">
        <w:rPr>
          <w:rFonts w:eastAsia="Arial Unicode MS"/>
        </w:rPr>
        <w:t>aire écouter la chanson de 1’11 à 1’</w:t>
      </w:r>
      <w:r>
        <w:rPr>
          <w:rFonts w:eastAsia="Arial Unicode MS"/>
        </w:rPr>
        <w:t xml:space="preserve">33 </w:t>
      </w:r>
      <w:r w:rsidRPr="00F05105">
        <w:rPr>
          <w:rFonts w:eastAsia="Arial Unicode MS"/>
          <w:u w:val="single"/>
        </w:rPr>
        <w:t>avec le son</w:t>
      </w:r>
      <w:r>
        <w:rPr>
          <w:rFonts w:eastAsia="Arial Unicode MS"/>
        </w:rPr>
        <w:t xml:space="preserve">. </w:t>
      </w:r>
    </w:p>
    <w:p w14:paraId="5D65FB67" w14:textId="77777777" w:rsidR="00F05105" w:rsidRDefault="00F05105" w:rsidP="0026095A">
      <w:pPr>
        <w:rPr>
          <w:rFonts w:eastAsia="Arial Unicode MS"/>
          <w:i/>
        </w:rPr>
      </w:pPr>
      <w:r>
        <w:rPr>
          <w:rFonts w:eastAsia="Arial Unicode MS"/>
        </w:rPr>
        <w:t xml:space="preserve">Individuellement. </w:t>
      </w:r>
      <w:r w:rsidRPr="00F05105">
        <w:rPr>
          <w:rFonts w:eastAsia="Arial Unicode MS"/>
          <w:i/>
        </w:rPr>
        <w:t xml:space="preserve">Faites l’activité 2 : écoutez la chanson et entourez les mots que vous entendez. </w:t>
      </w:r>
    </w:p>
    <w:p w14:paraId="2C6A7A6E" w14:textId="77777777" w:rsidR="00112E5D" w:rsidRDefault="00112E5D" w:rsidP="00112E5D">
      <w:pPr>
        <w:rPr>
          <w:rFonts w:eastAsia="Arial Unicode MS"/>
        </w:rPr>
      </w:pPr>
      <w:r>
        <w:rPr>
          <w:rFonts w:eastAsia="Arial Unicode MS"/>
          <w:i/>
        </w:rPr>
        <w:t xml:space="preserve">Comparez ensuite vos réponses avec celles de votre </w:t>
      </w:r>
      <w:proofErr w:type="spellStart"/>
      <w:r>
        <w:rPr>
          <w:rFonts w:eastAsia="Arial Unicode MS"/>
          <w:i/>
        </w:rPr>
        <w:t>voisin</w:t>
      </w:r>
      <w:r>
        <w:rPr>
          <w:rFonts w:eastAsia="Arial Unicode MS"/>
        </w:rPr>
        <w:t>·</w:t>
      </w:r>
      <w:r w:rsidRPr="005A316E">
        <w:rPr>
          <w:rFonts w:eastAsia="Arial Unicode MS"/>
          <w:i/>
        </w:rPr>
        <w:t>e</w:t>
      </w:r>
      <w:proofErr w:type="spellEnd"/>
      <w:r>
        <w:rPr>
          <w:rFonts w:eastAsia="Arial Unicode MS"/>
        </w:rPr>
        <w:t>.</w:t>
      </w:r>
    </w:p>
    <w:p w14:paraId="0BE7A9E7" w14:textId="77777777" w:rsidR="00991B94" w:rsidRDefault="00F05105" w:rsidP="0026095A">
      <w:pPr>
        <w:rPr>
          <w:rFonts w:eastAsia="Arial Unicode MS"/>
        </w:rPr>
      </w:pPr>
      <w:r>
        <w:rPr>
          <w:rFonts w:eastAsia="Arial Unicode MS"/>
        </w:rPr>
        <w:t>Mise en commun en groupe cla</w:t>
      </w:r>
      <w:r w:rsidR="00903EA5">
        <w:rPr>
          <w:rFonts w:eastAsia="Arial Unicode MS"/>
        </w:rPr>
        <w:t>s</w:t>
      </w:r>
      <w:r>
        <w:rPr>
          <w:rFonts w:eastAsia="Arial Unicode MS"/>
        </w:rPr>
        <w:t xml:space="preserve">se à l’oral. </w:t>
      </w:r>
    </w:p>
    <w:p w14:paraId="516DB186" w14:textId="77777777" w:rsidR="00F05105" w:rsidRDefault="00F05105" w:rsidP="0026095A">
      <w:pPr>
        <w:rPr>
          <w:rFonts w:eastAsia="Arial Unicode MS"/>
        </w:rPr>
      </w:pPr>
    </w:p>
    <w:p w14:paraId="78403AC4" w14:textId="77777777" w:rsidR="00F05105" w:rsidRPr="00A953C2" w:rsidRDefault="00F05105" w:rsidP="00F05105">
      <w:pPr>
        <w:pStyle w:val="Pistecorrection"/>
      </w:pPr>
      <w:r w:rsidRPr="00A953C2">
        <w:t>Pistes de correction / Corrigés :</w:t>
      </w:r>
    </w:p>
    <w:p w14:paraId="531B7048" w14:textId="77777777" w:rsidR="00F05105" w:rsidRPr="00686E1C" w:rsidRDefault="00020E04" w:rsidP="00F05105">
      <w:pPr>
        <w:pStyle w:val="Pistecorrectiontexte"/>
      </w:pPr>
      <w:r>
        <w:t>Tutos</w:t>
      </w:r>
      <w:r w:rsidR="00F05105">
        <w:t xml:space="preserve">, Snapchat, </w:t>
      </w:r>
      <w:proofErr w:type="spellStart"/>
      <w:r w:rsidR="00F05105">
        <w:t>likée</w:t>
      </w:r>
      <w:proofErr w:type="spellEnd"/>
      <w:r w:rsidR="00F05105">
        <w:t>, selfie, filtre, photo,</w:t>
      </w:r>
      <w:r w:rsidR="00371F0E">
        <w:t xml:space="preserve"> commentaires, </w:t>
      </w:r>
      <w:proofErr w:type="spellStart"/>
      <w:r w:rsidR="00371F0E">
        <w:t>émojis</w:t>
      </w:r>
      <w:proofErr w:type="spellEnd"/>
    </w:p>
    <w:p w14:paraId="5EAF5664" w14:textId="77777777" w:rsidR="00F05105" w:rsidRDefault="00F05105" w:rsidP="0026095A">
      <w:pPr>
        <w:rPr>
          <w:rFonts w:eastAsia="Arial Unicode MS"/>
        </w:rPr>
      </w:pPr>
    </w:p>
    <w:p w14:paraId="07922B2D" w14:textId="77777777" w:rsidR="00371F0E" w:rsidRDefault="00371F0E" w:rsidP="00371F0E">
      <w:pPr>
        <w:pStyle w:val="Titre3"/>
      </w:pPr>
      <w:bookmarkStart w:id="10" w:name="_Toc10816668"/>
      <w:r>
        <w:t>Décrire des actions</w:t>
      </w:r>
      <w:bookmarkEnd w:id="10"/>
      <w:r w:rsidR="00207684">
        <w:t xml:space="preserve"> </w:t>
      </w:r>
    </w:p>
    <w:p w14:paraId="0D8EFF98" w14:textId="77777777" w:rsidR="00371F0E" w:rsidRPr="00FF0A63" w:rsidRDefault="00112E5D" w:rsidP="00371F0E">
      <w:pPr>
        <w:pStyle w:val="Infosactivit"/>
        <w:rPr>
          <w:rFonts w:eastAsia="Arial Unicode MS"/>
        </w:rPr>
      </w:pPr>
      <w:r>
        <w:rPr>
          <w:b/>
        </w:rPr>
        <w:t>Production écrite</w:t>
      </w:r>
      <w:r w:rsidR="00371F0E" w:rsidRPr="00371F0E">
        <w:rPr>
          <w:b/>
        </w:rPr>
        <w:t xml:space="preserve"> </w:t>
      </w:r>
      <w:r w:rsidR="00371F0E" w:rsidRPr="00371F0E">
        <w:t>– petits groupes</w:t>
      </w:r>
      <w:r w:rsidR="00207684">
        <w:t xml:space="preserve"> – 10</w:t>
      </w:r>
      <w:r w:rsidR="00371F0E">
        <w:t xml:space="preserve"> min </w:t>
      </w:r>
      <w:r w:rsidR="00E049DB">
        <w:t>(support : clip)</w:t>
      </w:r>
    </w:p>
    <w:p w14:paraId="41F01E12" w14:textId="77777777" w:rsidR="00C32FFF" w:rsidRDefault="00185962" w:rsidP="0026095A">
      <w:pPr>
        <w:rPr>
          <w:rFonts w:eastAsia="Arial Unicode MS"/>
        </w:rPr>
      </w:pPr>
      <w:r>
        <w:rPr>
          <w:rFonts w:eastAsia="Arial Unicode MS"/>
        </w:rPr>
        <w:t>Montrer de nouveau le clip (</w:t>
      </w:r>
      <w:r w:rsidR="00C32FFF">
        <w:rPr>
          <w:rFonts w:eastAsia="Arial Unicode MS"/>
        </w:rPr>
        <w:t>de 1,11 à 1,33</w:t>
      </w:r>
      <w:r>
        <w:rPr>
          <w:rFonts w:eastAsia="Arial Unicode MS"/>
        </w:rPr>
        <w:t xml:space="preserve">) </w:t>
      </w:r>
      <w:r w:rsidRPr="00185962">
        <w:rPr>
          <w:rFonts w:eastAsia="Arial Unicode MS"/>
          <w:u w:val="single"/>
        </w:rPr>
        <w:t>avec le son</w:t>
      </w:r>
      <w:r w:rsidR="00C32FFF">
        <w:rPr>
          <w:rFonts w:eastAsia="Arial Unicode MS"/>
        </w:rPr>
        <w:t xml:space="preserve">. </w:t>
      </w:r>
    </w:p>
    <w:p w14:paraId="33BE66B1" w14:textId="77777777" w:rsidR="00903EA5" w:rsidRPr="000959EC" w:rsidRDefault="0067056D" w:rsidP="0026095A">
      <w:pPr>
        <w:rPr>
          <w:rFonts w:eastAsia="Arial Unicode MS"/>
          <w:i/>
        </w:rPr>
      </w:pPr>
      <w:r w:rsidRPr="005A316E">
        <w:rPr>
          <w:rFonts w:eastAsia="Arial Unicode MS"/>
        </w:rPr>
        <w:t>Individuellement.</w:t>
      </w:r>
      <w:r>
        <w:rPr>
          <w:rFonts w:eastAsia="Arial Unicode MS"/>
          <w:i/>
        </w:rPr>
        <w:t xml:space="preserve"> </w:t>
      </w:r>
      <w:r w:rsidR="00903EA5" w:rsidRPr="000959EC">
        <w:rPr>
          <w:rFonts w:eastAsia="Arial Unicode MS"/>
          <w:i/>
        </w:rPr>
        <w:t xml:space="preserve">Quelles sont les différentes actions réalisées par l’adolescente ? </w:t>
      </w:r>
    </w:p>
    <w:p w14:paraId="2A765916" w14:textId="77777777" w:rsidR="00F05105" w:rsidRDefault="000959EC" w:rsidP="0026095A">
      <w:pPr>
        <w:rPr>
          <w:rFonts w:eastAsia="Arial Unicode MS"/>
        </w:rPr>
      </w:pPr>
      <w:r>
        <w:rPr>
          <w:rFonts w:eastAsia="Arial Unicode MS"/>
        </w:rPr>
        <w:t xml:space="preserve">Demander aux </w:t>
      </w:r>
      <w:proofErr w:type="spellStart"/>
      <w:r>
        <w:rPr>
          <w:rFonts w:eastAsia="Arial Unicode MS"/>
        </w:rPr>
        <w:t>apprenant·e·s</w:t>
      </w:r>
      <w:proofErr w:type="spellEnd"/>
      <w:r>
        <w:rPr>
          <w:rFonts w:eastAsia="Arial Unicode MS"/>
        </w:rPr>
        <w:t xml:space="preserve"> d’utiliser le maximum de mots</w:t>
      </w:r>
      <w:r w:rsidR="00371F0E">
        <w:rPr>
          <w:rFonts w:eastAsia="Arial Unicode MS"/>
        </w:rPr>
        <w:t xml:space="preserve"> de l’exercice précédent </w:t>
      </w:r>
      <w:r w:rsidR="00903EA5">
        <w:rPr>
          <w:rFonts w:eastAsia="Arial Unicode MS"/>
        </w:rPr>
        <w:t>pour décrire</w:t>
      </w:r>
      <w:r>
        <w:rPr>
          <w:rFonts w:eastAsia="Arial Unicode MS"/>
        </w:rPr>
        <w:t xml:space="preserve"> les actions réalisées par l’adolescente et ses camarades</w:t>
      </w:r>
      <w:r w:rsidR="00371F0E">
        <w:rPr>
          <w:rFonts w:eastAsia="Arial Unicode MS"/>
        </w:rPr>
        <w:t xml:space="preserve">. </w:t>
      </w:r>
    </w:p>
    <w:p w14:paraId="19447118" w14:textId="77777777" w:rsidR="00991B94" w:rsidRDefault="00991B94" w:rsidP="0026095A">
      <w:pPr>
        <w:rPr>
          <w:rFonts w:eastAsia="Arial Unicode MS"/>
        </w:rPr>
      </w:pPr>
    </w:p>
    <w:p w14:paraId="71B35FDC" w14:textId="77777777" w:rsidR="00283EF5" w:rsidRPr="00A953C2" w:rsidRDefault="00283EF5" w:rsidP="00283EF5">
      <w:pPr>
        <w:pStyle w:val="Pistecorrection"/>
      </w:pPr>
      <w:r w:rsidRPr="00A953C2">
        <w:t>Pistes de correction / Corrigés :</w:t>
      </w:r>
    </w:p>
    <w:p w14:paraId="09717954" w14:textId="77777777" w:rsidR="00283EF5" w:rsidRPr="00E049DB" w:rsidRDefault="000959EC" w:rsidP="0026095A">
      <w:pPr>
        <w:rPr>
          <w:rFonts w:eastAsia="Arial Unicode MS"/>
          <w:sz w:val="18"/>
          <w:szCs w:val="18"/>
        </w:rPr>
      </w:pPr>
      <w:r w:rsidRPr="00E049DB">
        <w:rPr>
          <w:rFonts w:eastAsia="Arial Unicode MS"/>
          <w:sz w:val="18"/>
          <w:szCs w:val="18"/>
        </w:rPr>
        <w:t xml:space="preserve">La jeune fille se regarde dans le miroir et se fait belle. Elle fait un selfie, ajoute un filtre beauté et le publie sur son Snapchat. Elle espère que sa photo va être </w:t>
      </w:r>
      <w:proofErr w:type="spellStart"/>
      <w:r w:rsidRPr="00E049DB">
        <w:rPr>
          <w:rFonts w:eastAsia="Arial Unicode MS"/>
          <w:sz w:val="18"/>
          <w:szCs w:val="18"/>
        </w:rPr>
        <w:t>likée</w:t>
      </w:r>
      <w:proofErr w:type="spellEnd"/>
      <w:r w:rsidRPr="00E049DB">
        <w:rPr>
          <w:rFonts w:eastAsia="Arial Unicode MS"/>
          <w:sz w:val="18"/>
          <w:szCs w:val="18"/>
        </w:rPr>
        <w:t xml:space="preserve"> par ses amis. Malheureusement, ils critiquent sa publication et</w:t>
      </w:r>
      <w:r w:rsidR="00185962" w:rsidRPr="00E049DB">
        <w:rPr>
          <w:rFonts w:eastAsia="Arial Unicode MS"/>
          <w:sz w:val="18"/>
          <w:szCs w:val="18"/>
        </w:rPr>
        <w:t xml:space="preserve"> font des </w:t>
      </w:r>
      <w:r w:rsidRPr="00E049DB">
        <w:rPr>
          <w:rFonts w:eastAsia="Arial Unicode MS"/>
          <w:sz w:val="18"/>
          <w:szCs w:val="18"/>
        </w:rPr>
        <w:t>commentaires</w:t>
      </w:r>
      <w:r w:rsidR="0067056D" w:rsidRPr="00E049DB">
        <w:rPr>
          <w:rFonts w:eastAsia="Arial Unicode MS"/>
          <w:sz w:val="18"/>
          <w:szCs w:val="18"/>
        </w:rPr>
        <w:t xml:space="preserve"> méchants</w:t>
      </w:r>
      <w:r w:rsidR="00185962" w:rsidRPr="00E049DB">
        <w:rPr>
          <w:rFonts w:eastAsia="Arial Unicode MS"/>
          <w:sz w:val="18"/>
          <w:szCs w:val="18"/>
        </w:rPr>
        <w:t xml:space="preserve"> qui lui font mal</w:t>
      </w:r>
      <w:r w:rsidRPr="00E049DB">
        <w:rPr>
          <w:rFonts w:eastAsia="Arial Unicode MS"/>
          <w:sz w:val="18"/>
          <w:szCs w:val="18"/>
        </w:rPr>
        <w:t xml:space="preserve">. L’adolescente est triste et déçue.  </w:t>
      </w:r>
    </w:p>
    <w:p w14:paraId="61484F79" w14:textId="77777777" w:rsidR="00D8502B" w:rsidRDefault="00D8502B" w:rsidP="00D8502B">
      <w:pPr>
        <w:pStyle w:val="Titre2"/>
      </w:pPr>
    </w:p>
    <w:p w14:paraId="2E1DCB7F" w14:textId="77777777" w:rsidR="00D8502B" w:rsidRPr="00686E1C" w:rsidRDefault="00D8502B" w:rsidP="00D8502B">
      <w:pPr>
        <w:pStyle w:val="Titre2"/>
      </w:pPr>
      <w:bookmarkStart w:id="11" w:name="_Toc10816669"/>
      <w:r>
        <w:t>Étape 5</w:t>
      </w:r>
      <w:r w:rsidRPr="009168AF">
        <w:t xml:space="preserve"> – </w:t>
      </w:r>
      <w:r>
        <w:t>Des gouts et des couleurs</w:t>
      </w:r>
      <w:bookmarkEnd w:id="11"/>
    </w:p>
    <w:p w14:paraId="48148840" w14:textId="77777777" w:rsidR="00D8502B" w:rsidRDefault="005A316E" w:rsidP="00D8502B">
      <w:pPr>
        <w:pStyle w:val="Titre3"/>
      </w:pPr>
      <w:bookmarkStart w:id="12" w:name="_Toc10816670"/>
      <w:r>
        <w:t>Échanger</w:t>
      </w:r>
      <w:r w:rsidR="00D8502B">
        <w:t xml:space="preserve"> sur son utilisation des réseaux sociaux</w:t>
      </w:r>
      <w:r w:rsidR="00646100">
        <w:t xml:space="preserve"> (Activité 3)</w:t>
      </w:r>
      <w:bookmarkEnd w:id="12"/>
    </w:p>
    <w:p w14:paraId="56BBD32B" w14:textId="77777777" w:rsidR="00D8502B" w:rsidRPr="00FF0A63" w:rsidRDefault="00D8502B" w:rsidP="00D8502B">
      <w:pPr>
        <w:pStyle w:val="Infosactivit"/>
        <w:rPr>
          <w:rFonts w:eastAsia="Arial Unicode MS"/>
        </w:rPr>
      </w:pPr>
      <w:r>
        <w:rPr>
          <w:b/>
        </w:rPr>
        <w:t>Production orale</w:t>
      </w:r>
      <w:r w:rsidRPr="00371F0E">
        <w:rPr>
          <w:b/>
        </w:rPr>
        <w:t xml:space="preserve"> </w:t>
      </w:r>
      <w:r>
        <w:t xml:space="preserve">– grand groupe – 10 min </w:t>
      </w:r>
    </w:p>
    <w:p w14:paraId="7EA1033E" w14:textId="77777777" w:rsidR="00586603" w:rsidRPr="00586603" w:rsidRDefault="00AE5320" w:rsidP="0026095A">
      <w:pPr>
        <w:rPr>
          <w:rFonts w:eastAsia="Arial Unicode MS"/>
          <w:i/>
        </w:rPr>
      </w:pPr>
      <w:r w:rsidRPr="00AE5320">
        <w:rPr>
          <w:rFonts w:eastAsia="Arial Unicode MS"/>
          <w:i/>
        </w:rPr>
        <w:t>Faites l’activité 3 :</w:t>
      </w:r>
      <w:r>
        <w:rPr>
          <w:rFonts w:eastAsia="Arial Unicode MS"/>
          <w:i/>
        </w:rPr>
        <w:t xml:space="preserve"> </w:t>
      </w:r>
      <w:r w:rsidR="0067056D" w:rsidRPr="00586603">
        <w:rPr>
          <w:rFonts w:eastAsia="Arial Unicode MS"/>
          <w:i/>
        </w:rPr>
        <w:t>Et vous, utilisez-vous les réseaux sociaux ? Publiez-</w:t>
      </w:r>
      <w:r w:rsidR="00586603" w:rsidRPr="00586603">
        <w:rPr>
          <w:rFonts w:eastAsia="Arial Unicode MS"/>
          <w:i/>
        </w:rPr>
        <w:t>vous des photos sur les réseaux sociaux ?</w:t>
      </w:r>
      <w:r w:rsidR="00D35181">
        <w:rPr>
          <w:rFonts w:eastAsia="Arial Unicode MS"/>
          <w:i/>
        </w:rPr>
        <w:t xml:space="preserve"> </w:t>
      </w:r>
      <w:r w:rsidR="00586603" w:rsidRPr="00586603">
        <w:rPr>
          <w:rFonts w:eastAsia="Arial Unicode MS"/>
          <w:i/>
        </w:rPr>
        <w:t>Commentez-vous</w:t>
      </w:r>
      <w:r w:rsidR="00D8502B">
        <w:rPr>
          <w:rFonts w:eastAsia="Arial Unicode MS"/>
          <w:i/>
        </w:rPr>
        <w:t xml:space="preserve"> souvent les photos de vos amis</w:t>
      </w:r>
      <w:r w:rsidR="00586603" w:rsidRPr="00586603">
        <w:rPr>
          <w:rFonts w:eastAsia="Arial Unicode MS"/>
          <w:i/>
        </w:rPr>
        <w:t xml:space="preserve"> ? </w:t>
      </w:r>
      <w:r w:rsidR="00D8502B">
        <w:rPr>
          <w:rFonts w:eastAsia="Arial Unicode MS"/>
          <w:i/>
        </w:rPr>
        <w:t xml:space="preserve">Avez-vous déjà écrit des commentaires négatifs ? </w:t>
      </w:r>
      <w:r w:rsidR="00586603" w:rsidRPr="000224A8">
        <w:rPr>
          <w:rFonts w:eastAsia="Arial Unicode MS"/>
          <w:i/>
        </w:rPr>
        <w:t>Ê</w:t>
      </w:r>
      <w:r w:rsidR="00586603" w:rsidRPr="00586603">
        <w:rPr>
          <w:rFonts w:eastAsia="Arial Unicode MS"/>
          <w:i/>
        </w:rPr>
        <w:t>tes-vous sensible aux commentaires laissés par vos amis ?</w:t>
      </w:r>
    </w:p>
    <w:p w14:paraId="02064D93" w14:textId="77777777" w:rsidR="00E049DB" w:rsidRDefault="00D8502B" w:rsidP="0026095A">
      <w:pPr>
        <w:rPr>
          <w:rFonts w:eastAsia="Arial Unicode MS"/>
        </w:rPr>
      </w:pPr>
      <w:r>
        <w:rPr>
          <w:rFonts w:eastAsia="Arial Unicode MS"/>
        </w:rPr>
        <w:t>Mis</w:t>
      </w:r>
      <w:r w:rsidR="00E049DB">
        <w:rPr>
          <w:rFonts w:eastAsia="Arial Unicode MS"/>
        </w:rPr>
        <w:t>e</w:t>
      </w:r>
      <w:r>
        <w:rPr>
          <w:rFonts w:eastAsia="Arial Unicode MS"/>
        </w:rPr>
        <w:t xml:space="preserve"> en commun à l’oral. </w:t>
      </w:r>
    </w:p>
    <w:p w14:paraId="46DAB12E" w14:textId="77777777" w:rsidR="00E049DB" w:rsidRDefault="00E049DB" w:rsidP="00E049DB">
      <w:pPr>
        <w:rPr>
          <w:rFonts w:eastAsia="Arial Unicode MS"/>
          <w:szCs w:val="20"/>
        </w:rPr>
      </w:pPr>
      <w:r>
        <w:rPr>
          <w:rFonts w:eastAsia="Arial Unicode MS"/>
        </w:rPr>
        <w:t xml:space="preserve">Inciter tous les </w:t>
      </w:r>
      <w:proofErr w:type="spellStart"/>
      <w:r>
        <w:rPr>
          <w:rFonts w:eastAsia="Arial Unicode MS"/>
        </w:rPr>
        <w:t>apprenant</w:t>
      </w:r>
      <w:r w:rsidR="006F72A5">
        <w:rPr>
          <w:rFonts w:eastAsia="Arial Unicode MS"/>
        </w:rPr>
        <w:t>·e·</w:t>
      </w:r>
      <w:r>
        <w:rPr>
          <w:rFonts w:eastAsia="Arial Unicode MS"/>
        </w:rPr>
        <w:t>s</w:t>
      </w:r>
      <w:proofErr w:type="spellEnd"/>
      <w:r>
        <w:rPr>
          <w:rFonts w:eastAsia="Arial Unicode MS"/>
        </w:rPr>
        <w:t xml:space="preserve"> à prendre la parole.</w:t>
      </w:r>
      <w:r w:rsidRPr="00E049DB">
        <w:rPr>
          <w:rFonts w:eastAsia="Arial Unicode MS"/>
          <w:szCs w:val="20"/>
        </w:rPr>
        <w:t xml:space="preserve"> </w:t>
      </w:r>
    </w:p>
    <w:p w14:paraId="4ECC1511" w14:textId="77777777" w:rsidR="00AE5320" w:rsidRDefault="00AE5320" w:rsidP="00E049DB">
      <w:pPr>
        <w:rPr>
          <w:rFonts w:eastAsia="Arial Unicode MS"/>
          <w:szCs w:val="20"/>
        </w:rPr>
      </w:pPr>
    </w:p>
    <w:p w14:paraId="0651187A" w14:textId="77777777" w:rsidR="00AE5320" w:rsidRPr="00A953C2" w:rsidRDefault="00AE5320" w:rsidP="00AE5320">
      <w:pPr>
        <w:pStyle w:val="Pistecorrection"/>
      </w:pPr>
      <w:r w:rsidRPr="00A953C2">
        <w:t>Pistes de correction / Corrigés :</w:t>
      </w:r>
    </w:p>
    <w:p w14:paraId="7024B7FD" w14:textId="77777777" w:rsidR="00651265" w:rsidRPr="000224A8" w:rsidRDefault="00AE5320" w:rsidP="0026095A">
      <w:pPr>
        <w:rPr>
          <w:rFonts w:eastAsia="Arial Unicode MS"/>
          <w:sz w:val="18"/>
          <w:szCs w:val="18"/>
        </w:rPr>
      </w:pPr>
      <w:r w:rsidRPr="00D92032">
        <w:rPr>
          <w:rFonts w:eastAsia="Arial Unicode MS"/>
          <w:sz w:val="18"/>
          <w:szCs w:val="18"/>
        </w:rPr>
        <w:t xml:space="preserve">Oui, j’utilise beaucoup les réseaux sociaux. Mes réseaux préférés sont Instagram et Snapchat. </w:t>
      </w:r>
      <w:r w:rsidR="001D5260" w:rsidRPr="00D92032">
        <w:rPr>
          <w:rFonts w:eastAsia="Arial Unicode MS"/>
          <w:sz w:val="18"/>
          <w:szCs w:val="18"/>
        </w:rPr>
        <w:t xml:space="preserve">J’aime publier des photos de moi, de moments passés avec mes amis, de paysages. Quand je publie une photo, j’adore quand mes amis commentent ou </w:t>
      </w:r>
      <w:proofErr w:type="spellStart"/>
      <w:r w:rsidR="001D5260" w:rsidRPr="00D92032">
        <w:rPr>
          <w:rFonts w:eastAsia="Arial Unicode MS"/>
          <w:sz w:val="18"/>
          <w:szCs w:val="18"/>
        </w:rPr>
        <w:t>likent</w:t>
      </w:r>
      <w:proofErr w:type="spellEnd"/>
      <w:r w:rsidR="001D5260" w:rsidRPr="00D92032">
        <w:rPr>
          <w:rFonts w:eastAsia="Arial Unicode MS"/>
          <w:sz w:val="18"/>
          <w:szCs w:val="18"/>
        </w:rPr>
        <w:t xml:space="preserve"> ma photo, ça me rend heureuse. Moi aussi, je fais des commentaires</w:t>
      </w:r>
      <w:r w:rsidR="001D5260">
        <w:rPr>
          <w:rFonts w:eastAsia="Arial Unicode MS"/>
        </w:rPr>
        <w:t xml:space="preserve"> sur </w:t>
      </w:r>
      <w:r w:rsidR="001D5260" w:rsidRPr="000224A8">
        <w:rPr>
          <w:rFonts w:eastAsia="Arial Unicode MS"/>
          <w:sz w:val="18"/>
          <w:szCs w:val="18"/>
        </w:rPr>
        <w:t xml:space="preserve">les photos qu’ils publient. En général, j’écris des commentaires positifs car je sais que ça va leur faire plaisir. </w:t>
      </w:r>
    </w:p>
    <w:p w14:paraId="4BB3638A" w14:textId="77777777" w:rsidR="001D5260" w:rsidRDefault="001D5260" w:rsidP="0026095A">
      <w:pPr>
        <w:rPr>
          <w:rFonts w:eastAsia="Arial Unicode MS"/>
        </w:rPr>
      </w:pPr>
    </w:p>
    <w:p w14:paraId="3BFE7E13" w14:textId="77777777" w:rsidR="001D5260" w:rsidRDefault="001D5260" w:rsidP="0026095A">
      <w:pPr>
        <w:rPr>
          <w:rFonts w:eastAsia="Arial Unicode MS"/>
        </w:rPr>
      </w:pPr>
    </w:p>
    <w:p w14:paraId="2D3769AF" w14:textId="77777777" w:rsidR="00991B94" w:rsidRPr="00686E1C" w:rsidRDefault="00D8502B" w:rsidP="00991B94">
      <w:pPr>
        <w:pStyle w:val="Titre2"/>
      </w:pPr>
      <w:bookmarkStart w:id="13" w:name="_Toc10816671"/>
      <w:r>
        <w:lastRenderedPageBreak/>
        <w:t>Étape 6</w:t>
      </w:r>
      <w:r w:rsidR="00991B94" w:rsidRPr="009168AF">
        <w:t xml:space="preserve"> – </w:t>
      </w:r>
      <w:r w:rsidR="00991B94">
        <w:t>Au cœur de l’action</w:t>
      </w:r>
      <w:bookmarkEnd w:id="13"/>
    </w:p>
    <w:p w14:paraId="41DE1CB1" w14:textId="77777777" w:rsidR="00991B94" w:rsidRDefault="00371F0E" w:rsidP="00991B94">
      <w:pPr>
        <w:pStyle w:val="Titre3"/>
      </w:pPr>
      <w:bookmarkStart w:id="14" w:name="_Toc10816672"/>
      <w:r>
        <w:t>R</w:t>
      </w:r>
      <w:r w:rsidR="00C32FFF">
        <w:t xml:space="preserve">édiger le </w:t>
      </w:r>
      <w:r>
        <w:t xml:space="preserve">commentaire </w:t>
      </w:r>
      <w:r w:rsidR="00C32FFF">
        <w:t>d’une photo Instagram</w:t>
      </w:r>
      <w:r w:rsidR="000959EC">
        <w:t xml:space="preserve"> (Activité </w:t>
      </w:r>
      <w:r w:rsidR="00646100">
        <w:t>4</w:t>
      </w:r>
      <w:r w:rsidR="000959EC">
        <w:t>)</w:t>
      </w:r>
      <w:bookmarkEnd w:id="14"/>
    </w:p>
    <w:p w14:paraId="00FF7C09" w14:textId="77777777" w:rsidR="00A609FE" w:rsidRDefault="00371F0E" w:rsidP="00586603">
      <w:pPr>
        <w:pStyle w:val="Infosactivit"/>
        <w:rPr>
          <w:rFonts w:eastAsia="Arial Unicode MS"/>
        </w:rPr>
      </w:pPr>
      <w:r>
        <w:rPr>
          <w:b/>
        </w:rPr>
        <w:t>Production écrite</w:t>
      </w:r>
      <w:r w:rsidR="00991B94" w:rsidRPr="00371F0E">
        <w:rPr>
          <w:b/>
        </w:rPr>
        <w:t xml:space="preserve"> </w:t>
      </w:r>
      <w:r>
        <w:t>– individuel</w:t>
      </w:r>
      <w:r w:rsidR="00991B94">
        <w:t xml:space="preserve"> </w:t>
      </w:r>
      <w:r>
        <w:t>– 10</w:t>
      </w:r>
      <w:r w:rsidR="00991B94">
        <w:t xml:space="preserve"> min (support : fiche apprenant)</w:t>
      </w:r>
    </w:p>
    <w:p w14:paraId="64460E8E" w14:textId="77777777" w:rsidR="00E049DB" w:rsidRDefault="00A609FE" w:rsidP="00A609FE">
      <w:pPr>
        <w:rPr>
          <w:rFonts w:eastAsia="Arial Unicode MS"/>
        </w:rPr>
      </w:pPr>
      <w:r>
        <w:rPr>
          <w:rFonts w:eastAsia="Arial Unicode MS"/>
        </w:rPr>
        <w:t xml:space="preserve">Inviter les </w:t>
      </w:r>
      <w:proofErr w:type="spellStart"/>
      <w:r>
        <w:rPr>
          <w:rFonts w:eastAsia="Arial Unicode MS"/>
        </w:rPr>
        <w:t>apprenant·e·s</w:t>
      </w:r>
      <w:proofErr w:type="spellEnd"/>
      <w:r>
        <w:rPr>
          <w:rFonts w:eastAsia="Arial Unicode MS"/>
        </w:rPr>
        <w:t xml:space="preserve"> à écrire un commentaire </w:t>
      </w:r>
      <w:r w:rsidR="00F65A3F">
        <w:rPr>
          <w:rFonts w:eastAsia="Arial Unicode MS"/>
        </w:rPr>
        <w:t xml:space="preserve">positif </w:t>
      </w:r>
      <w:r>
        <w:rPr>
          <w:rFonts w:eastAsia="Arial Unicode MS"/>
        </w:rPr>
        <w:t>à partir d</w:t>
      </w:r>
      <w:r w:rsidR="00E049DB">
        <w:rPr>
          <w:rFonts w:eastAsia="Arial Unicode MS"/>
        </w:rPr>
        <w:t xml:space="preserve">’une photo publiée par </w:t>
      </w:r>
      <w:proofErr w:type="spellStart"/>
      <w:r w:rsidR="00E049DB">
        <w:rPr>
          <w:rFonts w:eastAsia="Arial Unicode MS"/>
        </w:rPr>
        <w:t>leur</w:t>
      </w:r>
      <w:r w:rsidR="00E049DB" w:rsidRPr="000F3C53">
        <w:rPr>
          <w:szCs w:val="20"/>
        </w:rPr>
        <w:t>·s</w:t>
      </w:r>
      <w:proofErr w:type="spellEnd"/>
      <w:r w:rsidR="00E049DB">
        <w:rPr>
          <w:rFonts w:eastAsia="Arial Unicode MS"/>
        </w:rPr>
        <w:t xml:space="preserve"> </w:t>
      </w:r>
      <w:proofErr w:type="spellStart"/>
      <w:r w:rsidR="00E049DB">
        <w:rPr>
          <w:rFonts w:eastAsia="Arial Unicode MS"/>
        </w:rPr>
        <w:t>ami</w:t>
      </w:r>
      <w:r w:rsidR="00E049DB" w:rsidRPr="000F3C53">
        <w:rPr>
          <w:szCs w:val="20"/>
        </w:rPr>
        <w:t>·e·s</w:t>
      </w:r>
      <w:proofErr w:type="spellEnd"/>
      <w:r w:rsidR="00E049DB">
        <w:rPr>
          <w:rFonts w:eastAsia="Arial Unicode MS"/>
        </w:rPr>
        <w:t>.</w:t>
      </w:r>
    </w:p>
    <w:p w14:paraId="6EA93AA5" w14:textId="77777777" w:rsidR="00A609FE" w:rsidRDefault="00A609FE" w:rsidP="00A609FE">
      <w:pPr>
        <w:rPr>
          <w:rFonts w:eastAsia="Arial Unicode MS"/>
        </w:rPr>
      </w:pPr>
      <w:r>
        <w:rPr>
          <w:rFonts w:eastAsia="Arial Unicode MS"/>
        </w:rPr>
        <w:t xml:space="preserve">Les inciter à écrire un commentaire positif. </w:t>
      </w:r>
    </w:p>
    <w:p w14:paraId="6D3BC82C" w14:textId="77777777" w:rsidR="00F65A3F" w:rsidRDefault="00A90244" w:rsidP="00E049DB">
      <w:pPr>
        <w:rPr>
          <w:i/>
          <w:color w:val="FF0000"/>
        </w:rPr>
      </w:pPr>
      <w:r>
        <w:rPr>
          <w:rFonts w:eastAsia="Arial Unicode MS"/>
        </w:rPr>
        <w:t xml:space="preserve">Individuellement. </w:t>
      </w:r>
      <w:r w:rsidR="000959EC" w:rsidRPr="006168BF">
        <w:rPr>
          <w:rFonts w:eastAsia="Arial Unicode MS"/>
          <w:i/>
        </w:rPr>
        <w:t xml:space="preserve">Faites l’activité </w:t>
      </w:r>
      <w:r>
        <w:rPr>
          <w:rFonts w:eastAsia="Arial Unicode MS"/>
          <w:i/>
          <w:color w:val="000000" w:themeColor="text1"/>
        </w:rPr>
        <w:t xml:space="preserve">3 : </w:t>
      </w:r>
      <w:r w:rsidR="00F65A3F" w:rsidRPr="00F65A3F">
        <w:rPr>
          <w:i/>
          <w:color w:val="000000" w:themeColor="text1"/>
        </w:rPr>
        <w:t xml:space="preserve">votre </w:t>
      </w:r>
      <w:proofErr w:type="spellStart"/>
      <w:r w:rsidR="00F65A3F" w:rsidRPr="00F65A3F">
        <w:rPr>
          <w:i/>
          <w:color w:val="000000" w:themeColor="text1"/>
        </w:rPr>
        <w:t>ami·e</w:t>
      </w:r>
      <w:proofErr w:type="spellEnd"/>
      <w:r w:rsidR="00F65A3F" w:rsidRPr="00F65A3F">
        <w:rPr>
          <w:i/>
          <w:color w:val="000000" w:themeColor="text1"/>
        </w:rPr>
        <w:t xml:space="preserve"> a reçu un ou plusieurs commentaires négatifs sur </w:t>
      </w:r>
      <w:r w:rsidR="00F81614">
        <w:rPr>
          <w:i/>
          <w:color w:val="000000" w:themeColor="text1"/>
        </w:rPr>
        <w:t>Instagram</w:t>
      </w:r>
      <w:r w:rsidR="00F65A3F" w:rsidRPr="00F65A3F">
        <w:rPr>
          <w:i/>
          <w:color w:val="000000" w:themeColor="text1"/>
        </w:rPr>
        <w:t>, ajoute</w:t>
      </w:r>
      <w:r w:rsidR="00F81614">
        <w:rPr>
          <w:i/>
          <w:color w:val="000000" w:themeColor="text1"/>
        </w:rPr>
        <w:t>z</w:t>
      </w:r>
      <w:r w:rsidR="00F65A3F" w:rsidRPr="00F65A3F">
        <w:rPr>
          <w:i/>
          <w:color w:val="000000" w:themeColor="text1"/>
        </w:rPr>
        <w:t xml:space="preserve"> un commentaire positif pour la</w:t>
      </w:r>
      <w:r>
        <w:rPr>
          <w:i/>
          <w:color w:val="000000" w:themeColor="text1"/>
        </w:rPr>
        <w:t>·le</w:t>
      </w:r>
      <w:r w:rsidR="00F65A3F" w:rsidRPr="00F65A3F">
        <w:rPr>
          <w:i/>
          <w:color w:val="000000" w:themeColor="text1"/>
        </w:rPr>
        <w:t xml:space="preserve"> soutenir. </w:t>
      </w:r>
    </w:p>
    <w:p w14:paraId="297B201E" w14:textId="77777777" w:rsidR="00E049DB" w:rsidRDefault="00E049DB" w:rsidP="00E049DB">
      <w:pPr>
        <w:rPr>
          <w:rFonts w:eastAsia="Arial Unicode MS"/>
        </w:rPr>
      </w:pPr>
      <w:r>
        <w:rPr>
          <w:rFonts w:eastAsia="Arial Unicode MS"/>
        </w:rPr>
        <w:t xml:space="preserve">Proposer aux </w:t>
      </w:r>
      <w:proofErr w:type="spellStart"/>
      <w:r w:rsidRPr="000F3C53">
        <w:rPr>
          <w:szCs w:val="20"/>
        </w:rPr>
        <w:t>apprenant·e·s</w:t>
      </w:r>
      <w:proofErr w:type="spellEnd"/>
      <w:r w:rsidR="00036B59">
        <w:rPr>
          <w:szCs w:val="20"/>
        </w:rPr>
        <w:t xml:space="preserve"> les</w:t>
      </w:r>
      <w:r>
        <w:rPr>
          <w:szCs w:val="20"/>
        </w:rPr>
        <w:t xml:space="preserve"> photos avec des degrés d’enthousiasme </w:t>
      </w:r>
      <w:r w:rsidR="00036B59">
        <w:rPr>
          <w:szCs w:val="20"/>
        </w:rPr>
        <w:t>différents</w:t>
      </w:r>
      <w:r w:rsidR="006F72A5">
        <w:rPr>
          <w:szCs w:val="20"/>
        </w:rPr>
        <w:t>.</w:t>
      </w:r>
    </w:p>
    <w:p w14:paraId="738BFA88" w14:textId="77777777" w:rsidR="00651265" w:rsidRDefault="00586603" w:rsidP="00651265">
      <w:pPr>
        <w:rPr>
          <w:rFonts w:eastAsia="Arial Unicode MS"/>
        </w:rPr>
      </w:pPr>
      <w:r>
        <w:rPr>
          <w:rFonts w:eastAsia="Arial Unicode MS"/>
        </w:rPr>
        <w:t xml:space="preserve">Circuler auprès des </w:t>
      </w:r>
      <w:proofErr w:type="spellStart"/>
      <w:r w:rsidR="00651265" w:rsidRPr="00651265">
        <w:rPr>
          <w:rFonts w:eastAsia="Arial Unicode MS"/>
        </w:rPr>
        <w:t>apprenant·e·s</w:t>
      </w:r>
      <w:proofErr w:type="spellEnd"/>
      <w:r w:rsidR="00651265" w:rsidRPr="00651265">
        <w:rPr>
          <w:rFonts w:eastAsia="Arial Unicode MS"/>
        </w:rPr>
        <w:t xml:space="preserve"> pour leur apporter aide et correc</w:t>
      </w:r>
      <w:r w:rsidR="00E049DB">
        <w:rPr>
          <w:rFonts w:eastAsia="Arial Unicode MS"/>
        </w:rPr>
        <w:t>tion.</w:t>
      </w:r>
    </w:p>
    <w:p w14:paraId="5C17393A" w14:textId="77777777" w:rsidR="00036B59" w:rsidRDefault="00036B59" w:rsidP="00651265">
      <w:pPr>
        <w:rPr>
          <w:rFonts w:eastAsia="Arial Unicode MS"/>
        </w:rPr>
      </w:pPr>
      <w:r>
        <w:rPr>
          <w:rFonts w:eastAsia="Arial Unicode MS"/>
        </w:rPr>
        <w:t>Pour la mise en commun, échanger</w:t>
      </w:r>
      <w:r w:rsidR="004E56B1">
        <w:rPr>
          <w:rFonts w:eastAsia="Arial Unicode MS"/>
        </w:rPr>
        <w:t xml:space="preserve"> les productions réalisées et procéder à un vote dans la classe pour élire</w:t>
      </w:r>
      <w:r w:rsidR="00562FD3">
        <w:rPr>
          <w:rFonts w:eastAsia="Arial Unicode MS"/>
        </w:rPr>
        <w:t xml:space="preserve"> </w:t>
      </w:r>
      <w:r w:rsidR="00236B2A">
        <w:rPr>
          <w:rFonts w:eastAsia="Arial Unicode MS"/>
        </w:rPr>
        <w:t xml:space="preserve">le commentaire le plus </w:t>
      </w:r>
      <w:r>
        <w:rPr>
          <w:rFonts w:eastAsia="Arial Unicode MS"/>
        </w:rPr>
        <w:t>encourageant, le plus sympathique, le plus original…etc.</w:t>
      </w:r>
    </w:p>
    <w:p w14:paraId="01FB4FCC" w14:textId="77777777" w:rsidR="00036B59" w:rsidRPr="00036B59" w:rsidRDefault="00036B59" w:rsidP="00651265">
      <w:pPr>
        <w:rPr>
          <w:rFonts w:eastAsia="Arial Unicode MS"/>
        </w:rPr>
      </w:pPr>
    </w:p>
    <w:p w14:paraId="213103E7" w14:textId="77777777" w:rsidR="00371F0E" w:rsidRDefault="00371F0E" w:rsidP="00371F0E">
      <w:pPr>
        <w:pStyle w:val="Pistecorrection"/>
      </w:pPr>
      <w:r w:rsidRPr="00A953C2">
        <w:t>Pistes de correction / Corrigés :</w:t>
      </w:r>
    </w:p>
    <w:p w14:paraId="706F70A3" w14:textId="77777777" w:rsidR="00F65A3F" w:rsidRPr="00F65A3F" w:rsidRDefault="00F65A3F" w:rsidP="00F65A3F">
      <w:pPr>
        <w:rPr>
          <w:rFonts w:eastAsia="Arial Unicode MS"/>
          <w:sz w:val="18"/>
          <w:szCs w:val="18"/>
        </w:rPr>
      </w:pPr>
      <w:r>
        <w:rPr>
          <w:rFonts w:eastAsia="Arial Unicode MS"/>
          <w:sz w:val="18"/>
          <w:szCs w:val="18"/>
        </w:rPr>
        <w:t xml:space="preserve">N’écoute pas ce qu’on te dit, tu es très belle ! </w:t>
      </w:r>
    </w:p>
    <w:p w14:paraId="7E410523" w14:textId="77777777" w:rsidR="0067056D" w:rsidRPr="00651265" w:rsidRDefault="0067056D" w:rsidP="0026095A">
      <w:pPr>
        <w:rPr>
          <w:rFonts w:eastAsia="Arial Unicode MS"/>
          <w:sz w:val="18"/>
          <w:szCs w:val="18"/>
        </w:rPr>
      </w:pPr>
      <w:r w:rsidRPr="00651265">
        <w:rPr>
          <w:rFonts w:eastAsia="Arial Unicode MS"/>
          <w:sz w:val="18"/>
          <w:szCs w:val="18"/>
        </w:rPr>
        <w:t>Magnifique !!!</w:t>
      </w:r>
      <w:r w:rsidR="00562FD3">
        <w:rPr>
          <w:rFonts w:eastAsia="Arial Unicode MS"/>
          <w:sz w:val="18"/>
          <w:szCs w:val="18"/>
        </w:rPr>
        <w:t xml:space="preserve"> </w:t>
      </w:r>
      <w:r w:rsidR="00A609FE" w:rsidRPr="00651265">
        <w:rPr>
          <w:rFonts w:eastAsia="Arial Unicode MS"/>
          <w:sz w:val="18"/>
          <w:szCs w:val="18"/>
        </w:rPr>
        <w:t>T</w:t>
      </w:r>
      <w:r w:rsidR="00207684" w:rsidRPr="00651265">
        <w:rPr>
          <w:rFonts w:eastAsia="Arial Unicode MS"/>
          <w:sz w:val="18"/>
          <w:szCs w:val="18"/>
        </w:rPr>
        <w:t>u es trop belle</w:t>
      </w:r>
      <w:r w:rsidR="00A609FE" w:rsidRPr="00651265">
        <w:rPr>
          <w:rFonts w:eastAsia="Arial Unicode MS"/>
          <w:sz w:val="18"/>
          <w:szCs w:val="18"/>
        </w:rPr>
        <w:t xml:space="preserve"> </w:t>
      </w:r>
      <w:r w:rsidRPr="00651265">
        <w:rPr>
          <w:rFonts w:eastAsia="Arial Unicode MS"/>
          <w:sz w:val="18"/>
          <w:szCs w:val="18"/>
        </w:rPr>
        <w:t xml:space="preserve">ma Juliette. </w:t>
      </w:r>
    </w:p>
    <w:p w14:paraId="1F6F0D86" w14:textId="77777777" w:rsidR="0067056D" w:rsidRPr="00651265" w:rsidRDefault="00A609FE" w:rsidP="0026095A">
      <w:pPr>
        <w:rPr>
          <w:rFonts w:eastAsia="Arial Unicode MS"/>
          <w:sz w:val="18"/>
          <w:szCs w:val="18"/>
        </w:rPr>
      </w:pPr>
      <w:r w:rsidRPr="00651265">
        <w:rPr>
          <w:rFonts w:eastAsia="Arial Unicode MS"/>
          <w:sz w:val="18"/>
          <w:szCs w:val="18"/>
        </w:rPr>
        <w:t xml:space="preserve">Nouvelle coiffure ? </w:t>
      </w:r>
      <w:r w:rsidR="0067056D" w:rsidRPr="00651265">
        <w:rPr>
          <w:rFonts w:eastAsia="Arial Unicode MS"/>
          <w:sz w:val="18"/>
          <w:szCs w:val="18"/>
        </w:rPr>
        <w:t>Trop cool ton look !!!</w:t>
      </w:r>
    </w:p>
    <w:p w14:paraId="02668043" w14:textId="77777777" w:rsidR="00991B94" w:rsidRDefault="0067056D" w:rsidP="0026095A">
      <w:pPr>
        <w:rPr>
          <w:rFonts w:eastAsia="Arial Unicode MS"/>
          <w:sz w:val="18"/>
          <w:szCs w:val="18"/>
        </w:rPr>
      </w:pPr>
      <w:r w:rsidRPr="00651265">
        <w:rPr>
          <w:rFonts w:eastAsia="Arial Unicode MS"/>
          <w:sz w:val="18"/>
          <w:szCs w:val="18"/>
        </w:rPr>
        <w:t xml:space="preserve">J’adore ton </w:t>
      </w:r>
      <w:proofErr w:type="spellStart"/>
      <w:r w:rsidRPr="00651265">
        <w:rPr>
          <w:rFonts w:eastAsia="Arial Unicode MS"/>
          <w:sz w:val="18"/>
          <w:szCs w:val="18"/>
        </w:rPr>
        <w:t>Insta</w:t>
      </w:r>
      <w:proofErr w:type="spellEnd"/>
      <w:r w:rsidRPr="00651265">
        <w:rPr>
          <w:rFonts w:eastAsia="Arial Unicode MS"/>
          <w:sz w:val="18"/>
          <w:szCs w:val="18"/>
        </w:rPr>
        <w:t xml:space="preserve">, continue de poster </w:t>
      </w:r>
      <w:r w:rsidR="00651265" w:rsidRPr="00651265">
        <w:rPr>
          <w:rFonts w:eastAsia="Arial Unicode MS"/>
          <w:sz w:val="18"/>
          <w:szCs w:val="18"/>
        </w:rPr>
        <w:t xml:space="preserve">des photos de toi </w:t>
      </w:r>
      <w:r w:rsidRPr="00651265">
        <w:rPr>
          <w:rFonts w:eastAsia="Arial Unicode MS"/>
          <w:sz w:val="18"/>
          <w:szCs w:val="18"/>
        </w:rPr>
        <w:t xml:space="preserve">et de nous faire rêver !!!! </w:t>
      </w:r>
    </w:p>
    <w:p w14:paraId="31532EC2" w14:textId="77777777" w:rsidR="00991B94" w:rsidRDefault="00991B94" w:rsidP="0026095A">
      <w:pPr>
        <w:rPr>
          <w:rFonts w:eastAsia="Arial Unicode MS"/>
        </w:rPr>
      </w:pPr>
    </w:p>
    <w:p w14:paraId="5F358698" w14:textId="77777777" w:rsidR="006C0EC2" w:rsidRDefault="006C0EC2"/>
    <w:sectPr w:rsidR="006C0EC2" w:rsidSect="00554B94">
      <w:type w:val="continuous"/>
      <w:pgSz w:w="11900" w:h="16840"/>
      <w:pgMar w:top="1417" w:right="1134" w:bottom="1134" w:left="1134" w:header="708"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0F6458" w14:textId="77777777" w:rsidR="001112B7" w:rsidRDefault="001112B7" w:rsidP="0026095A">
      <w:r>
        <w:separator/>
      </w:r>
    </w:p>
  </w:endnote>
  <w:endnote w:type="continuationSeparator" w:id="0">
    <w:p w14:paraId="04ED246B" w14:textId="77777777" w:rsidR="001112B7" w:rsidRDefault="001112B7" w:rsidP="00260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MS Gothic">
    <w:panose1 w:val="020B0609070205080204"/>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Lucida Grande">
    <w:panose1 w:val="020B0600040502020204"/>
    <w:charset w:val="00"/>
    <w:family w:val="auto"/>
    <w:pitch w:val="variable"/>
    <w:sig w:usb0="E1000AEF" w:usb1="5000A1FF" w:usb2="00000000" w:usb3="00000000" w:csb0="000001B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4361"/>
      <w:gridCol w:w="1560"/>
      <w:gridCol w:w="3927"/>
    </w:tblGrid>
    <w:tr w:rsidR="00646100" w:rsidRPr="009168AF" w14:paraId="455C7572" w14:textId="77777777" w:rsidTr="009168AF">
      <w:trPr>
        <w:trHeight w:val="74"/>
      </w:trPr>
      <w:tc>
        <w:tcPr>
          <w:tcW w:w="2214" w:type="pct"/>
          <w:tcBorders>
            <w:bottom w:val="single" w:sz="4" w:space="0" w:color="A6A6A6"/>
          </w:tcBorders>
          <w:shd w:val="clear" w:color="auto" w:fill="auto"/>
          <w:vAlign w:val="center"/>
        </w:tcPr>
        <w:p w14:paraId="03C64B87" w14:textId="77777777" w:rsidR="00646100" w:rsidRPr="009168AF" w:rsidRDefault="00646100" w:rsidP="0026095A">
          <w:pPr>
            <w:pStyle w:val="Pieddepagefiche"/>
          </w:pPr>
          <w:r>
            <w:t xml:space="preserve">Fiche réalisée par : Noémie Le </w:t>
          </w:r>
          <w:proofErr w:type="spellStart"/>
          <w:r>
            <w:t>Stume</w:t>
          </w:r>
          <w:proofErr w:type="spellEnd"/>
        </w:p>
      </w:tc>
      <w:tc>
        <w:tcPr>
          <w:tcW w:w="792" w:type="pct"/>
          <w:vMerge w:val="restart"/>
          <w:shd w:val="clear" w:color="auto" w:fill="auto"/>
          <w:vAlign w:val="center"/>
        </w:tcPr>
        <w:p w14:paraId="694C3862" w14:textId="77777777" w:rsidR="00646100" w:rsidRPr="009168AF" w:rsidRDefault="00646100" w:rsidP="009168AF">
          <w:pPr>
            <w:pStyle w:val="Pieddepagefiche"/>
            <w:jc w:val="center"/>
            <w:rPr>
              <w:b/>
              <w:bCs/>
              <w:szCs w:val="18"/>
            </w:rPr>
          </w:pPr>
          <w:r w:rsidRPr="009168AF">
            <w:rPr>
              <w:szCs w:val="18"/>
            </w:rPr>
            <w:t xml:space="preserve">Page </w:t>
          </w:r>
          <w:r w:rsidRPr="009168AF">
            <w:rPr>
              <w:b/>
              <w:bCs/>
              <w:szCs w:val="18"/>
            </w:rPr>
            <w:fldChar w:fldCharType="begin"/>
          </w:r>
          <w:r w:rsidRPr="009168AF">
            <w:rPr>
              <w:b/>
              <w:bCs/>
              <w:szCs w:val="18"/>
            </w:rPr>
            <w:instrText>PAGE</w:instrText>
          </w:r>
          <w:r w:rsidRPr="009168AF">
            <w:rPr>
              <w:b/>
              <w:bCs/>
              <w:szCs w:val="18"/>
            </w:rPr>
            <w:fldChar w:fldCharType="separate"/>
          </w:r>
          <w:r w:rsidR="00B02ABA">
            <w:rPr>
              <w:b/>
              <w:bCs/>
              <w:noProof/>
              <w:szCs w:val="18"/>
            </w:rPr>
            <w:t>1</w:t>
          </w:r>
          <w:r w:rsidRPr="009168AF">
            <w:rPr>
              <w:b/>
              <w:bCs/>
              <w:szCs w:val="18"/>
            </w:rPr>
            <w:fldChar w:fldCharType="end"/>
          </w:r>
          <w:r w:rsidRPr="009168AF">
            <w:rPr>
              <w:szCs w:val="18"/>
            </w:rPr>
            <w:t xml:space="preserve"> sur </w:t>
          </w:r>
          <w:r w:rsidRPr="009168AF">
            <w:rPr>
              <w:b/>
              <w:bCs/>
              <w:szCs w:val="18"/>
            </w:rPr>
            <w:fldChar w:fldCharType="begin"/>
          </w:r>
          <w:r w:rsidRPr="009168AF">
            <w:rPr>
              <w:b/>
              <w:bCs/>
              <w:szCs w:val="18"/>
            </w:rPr>
            <w:instrText>NUMPAGES</w:instrText>
          </w:r>
          <w:r w:rsidRPr="009168AF">
            <w:rPr>
              <w:b/>
              <w:bCs/>
              <w:szCs w:val="18"/>
            </w:rPr>
            <w:fldChar w:fldCharType="separate"/>
          </w:r>
          <w:r w:rsidR="00B02ABA">
            <w:rPr>
              <w:b/>
              <w:bCs/>
              <w:noProof/>
              <w:szCs w:val="18"/>
            </w:rPr>
            <w:t>4</w:t>
          </w:r>
          <w:r w:rsidRPr="009168AF">
            <w:rPr>
              <w:b/>
              <w:bCs/>
              <w:szCs w:val="18"/>
            </w:rPr>
            <w:fldChar w:fldCharType="end"/>
          </w:r>
        </w:p>
      </w:tc>
      <w:tc>
        <w:tcPr>
          <w:tcW w:w="1994" w:type="pct"/>
          <w:tcBorders>
            <w:bottom w:val="single" w:sz="4" w:space="0" w:color="A6A6A6"/>
          </w:tcBorders>
          <w:shd w:val="clear" w:color="auto" w:fill="auto"/>
          <w:vAlign w:val="center"/>
        </w:tcPr>
        <w:p w14:paraId="2C1BE63D" w14:textId="77777777" w:rsidR="00646100" w:rsidRPr="009168AF" w:rsidRDefault="00646100" w:rsidP="009168AF">
          <w:pPr>
            <w:pStyle w:val="Pieddepagefiche"/>
            <w:jc w:val="right"/>
          </w:pPr>
          <w:r>
            <w:t>enseigner.tv5monde.com</w:t>
          </w:r>
        </w:p>
      </w:tc>
    </w:tr>
    <w:tr w:rsidR="00646100" w:rsidRPr="009168AF" w14:paraId="321960A2" w14:textId="77777777" w:rsidTr="009168AF">
      <w:trPr>
        <w:trHeight w:val="74"/>
      </w:trPr>
      <w:tc>
        <w:tcPr>
          <w:tcW w:w="2214" w:type="pct"/>
          <w:tcBorders>
            <w:top w:val="single" w:sz="4" w:space="0" w:color="A6A6A6"/>
          </w:tcBorders>
          <w:shd w:val="clear" w:color="auto" w:fill="auto"/>
          <w:vAlign w:val="center"/>
        </w:tcPr>
        <w:p w14:paraId="0712749A" w14:textId="77777777" w:rsidR="00646100" w:rsidRPr="009168AF" w:rsidRDefault="00646100" w:rsidP="0026095A">
          <w:pPr>
            <w:pStyle w:val="Pieddepagefiche"/>
          </w:pPr>
          <w:r>
            <w:t>CAVILAM – Alliance Française</w:t>
          </w:r>
        </w:p>
      </w:tc>
      <w:tc>
        <w:tcPr>
          <w:tcW w:w="792" w:type="pct"/>
          <w:vMerge/>
          <w:shd w:val="clear" w:color="auto" w:fill="auto"/>
          <w:vAlign w:val="center"/>
        </w:tcPr>
        <w:p w14:paraId="6A0FF7C8" w14:textId="77777777" w:rsidR="00646100" w:rsidRPr="009168AF" w:rsidRDefault="00646100" w:rsidP="0026095A">
          <w:pPr>
            <w:pStyle w:val="Pieddepagefiche"/>
          </w:pPr>
        </w:p>
      </w:tc>
      <w:tc>
        <w:tcPr>
          <w:tcW w:w="1994" w:type="pct"/>
          <w:tcBorders>
            <w:top w:val="single" w:sz="4" w:space="0" w:color="A6A6A6"/>
          </w:tcBorders>
          <w:shd w:val="clear" w:color="auto" w:fill="auto"/>
          <w:vAlign w:val="center"/>
        </w:tcPr>
        <w:p w14:paraId="01A1AA92" w14:textId="77777777" w:rsidR="00646100" w:rsidRPr="009168AF" w:rsidRDefault="00646100" w:rsidP="009168AF">
          <w:pPr>
            <w:pStyle w:val="Pieddepagefiche"/>
            <w:jc w:val="right"/>
            <w:rPr>
              <w:szCs w:val="18"/>
            </w:rPr>
          </w:pPr>
          <w:r>
            <w:rPr>
              <w:noProof/>
            </w:rPr>
            <w:fldChar w:fldCharType="begin"/>
          </w:r>
          <w:r>
            <w:rPr>
              <w:noProof/>
            </w:rPr>
            <w:instrText xml:space="preserve"> STYLEREF  "Mise en ligne"  \* MERGEFORMAT </w:instrText>
          </w:r>
          <w:r>
            <w:rPr>
              <w:noProof/>
            </w:rPr>
            <w:fldChar w:fldCharType="separate"/>
          </w:r>
          <w:r w:rsidR="00B02ABA">
            <w:rPr>
              <w:noProof/>
            </w:rPr>
            <w:t>juin 2019</w:t>
          </w:r>
          <w:r>
            <w:rPr>
              <w:noProof/>
            </w:rPr>
            <w:fldChar w:fldCharType="end"/>
          </w:r>
        </w:p>
      </w:tc>
    </w:tr>
  </w:tbl>
  <w:p w14:paraId="129CE62C" w14:textId="77777777" w:rsidR="00646100" w:rsidRDefault="00646100" w:rsidP="00204A25">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718CEE" w14:textId="77777777" w:rsidR="001112B7" w:rsidRDefault="001112B7" w:rsidP="0026095A">
      <w:r>
        <w:separator/>
      </w:r>
    </w:p>
  </w:footnote>
  <w:footnote w:type="continuationSeparator" w:id="0">
    <w:p w14:paraId="3839470E" w14:textId="77777777" w:rsidR="001112B7" w:rsidRDefault="001112B7" w:rsidP="0026095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right"/>
      <w:tblLook w:val="04A0" w:firstRow="1" w:lastRow="0" w:firstColumn="1" w:lastColumn="0" w:noHBand="0" w:noVBand="1"/>
    </w:tblPr>
    <w:tblGrid>
      <w:gridCol w:w="3175"/>
      <w:gridCol w:w="554"/>
    </w:tblGrid>
    <w:tr w:rsidR="00646100" w:rsidRPr="009168AF" w14:paraId="5D6F367B" w14:textId="77777777" w:rsidTr="00FB18EF">
      <w:trPr>
        <w:trHeight w:val="71"/>
        <w:jc w:val="right"/>
      </w:trPr>
      <w:tc>
        <w:tcPr>
          <w:tcW w:w="3175" w:type="dxa"/>
          <w:shd w:val="clear" w:color="auto" w:fill="auto"/>
        </w:tcPr>
        <w:p w14:paraId="5ECEDC8F" w14:textId="77777777" w:rsidR="00646100" w:rsidRPr="009168AF" w:rsidRDefault="00646100" w:rsidP="00FB18EF">
          <w:pPr>
            <w:pStyle w:val="En-tte"/>
            <w:jc w:val="right"/>
            <w:rPr>
              <w:color w:val="A6A6A6"/>
              <w:sz w:val="16"/>
            </w:rPr>
          </w:pPr>
          <w:r w:rsidRPr="009168AF">
            <w:rPr>
              <w:color w:val="A6A6A6"/>
              <w:sz w:val="16"/>
            </w:rPr>
            <w:fldChar w:fldCharType="begin"/>
          </w:r>
          <w:r w:rsidRPr="009168AF">
            <w:rPr>
              <w:color w:val="A6A6A6"/>
              <w:sz w:val="16"/>
            </w:rPr>
            <w:instrText xml:space="preserve"> STYLEREF "Titre;Titre fiche" \* MERGEFORMAT </w:instrText>
          </w:r>
          <w:r w:rsidRPr="009168AF">
            <w:rPr>
              <w:color w:val="A6A6A6"/>
              <w:sz w:val="16"/>
            </w:rPr>
            <w:fldChar w:fldCharType="separate"/>
          </w:r>
          <w:r w:rsidR="00B02ABA">
            <w:rPr>
              <w:noProof/>
              <w:color w:val="A6A6A6"/>
              <w:sz w:val="16"/>
            </w:rPr>
            <w:t>Soprano – « Fragile »</w:t>
          </w:r>
          <w:r w:rsidRPr="009168AF">
            <w:rPr>
              <w:color w:val="A6A6A6"/>
              <w:sz w:val="16"/>
            </w:rPr>
            <w:fldChar w:fldCharType="end"/>
          </w:r>
        </w:p>
      </w:tc>
      <w:tc>
        <w:tcPr>
          <w:tcW w:w="0" w:type="auto"/>
          <w:shd w:val="clear" w:color="auto" w:fill="auto"/>
          <w:vAlign w:val="center"/>
        </w:tcPr>
        <w:p w14:paraId="40F04AB7" w14:textId="77777777" w:rsidR="00646100" w:rsidRPr="009168AF" w:rsidRDefault="00646100" w:rsidP="009168AF">
          <w:pPr>
            <w:jc w:val="right"/>
          </w:pPr>
          <w:r>
            <w:rPr>
              <w:noProof/>
              <w:lang w:eastAsia="fr-FR"/>
            </w:rPr>
            <w:drawing>
              <wp:inline distT="0" distB="0" distL="0" distR="0" wp14:anchorId="495D1D7F" wp14:editId="14415CAB">
                <wp:extent cx="214630" cy="214630"/>
                <wp:effectExtent l="0" t="0" r="0" b="0"/>
                <wp:docPr id="2" name="Image 7" descr="SYSTEME:Users:vmoisan:Desktop:Gabarit BNF: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SYSTEME:Users:vmoisan:Desktop:Gabarit BNF:A2.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630" cy="214630"/>
                        </a:xfrm>
                        <a:prstGeom prst="rect">
                          <a:avLst/>
                        </a:prstGeom>
                        <a:noFill/>
                        <a:ln>
                          <a:noFill/>
                        </a:ln>
                      </pic:spPr>
                    </pic:pic>
                  </a:graphicData>
                </a:graphic>
              </wp:inline>
            </w:drawing>
          </w:r>
        </w:p>
      </w:tc>
    </w:tr>
  </w:tbl>
  <w:p w14:paraId="0E89EB06" w14:textId="77777777" w:rsidR="00646100" w:rsidRDefault="00646100" w:rsidP="00204A25">
    <w:pPr>
      <w:pStyle w:val="En-tte"/>
    </w:pPr>
    <w:r>
      <w:rPr>
        <w:noProof/>
        <w:lang w:eastAsia="fr-FR"/>
      </w:rPr>
      <w:drawing>
        <wp:anchor distT="0" distB="0" distL="114300" distR="114300" simplePos="0" relativeHeight="251661824" behindDoc="1" locked="0" layoutInCell="0" allowOverlap="1" wp14:anchorId="2A8CC332" wp14:editId="75291C0B">
          <wp:simplePos x="0" y="0"/>
          <wp:positionH relativeFrom="page">
            <wp:align>center</wp:align>
          </wp:positionH>
          <wp:positionV relativeFrom="page">
            <wp:posOffset>-36195</wp:posOffset>
          </wp:positionV>
          <wp:extent cx="7997825" cy="825500"/>
          <wp:effectExtent l="0" t="0" r="0" b="1270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998381" cy="82720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63.6pt;height:34.95pt" o:bullet="t">
        <v:imagedata r:id="rId1" o:title="Fleche"/>
      </v:shape>
    </w:pict>
  </w:numPicBullet>
  <w:abstractNum w:abstractNumId="0">
    <w:nsid w:val="FFFFFF1D"/>
    <w:multiLevelType w:val="multilevel"/>
    <w:tmpl w:val="796CBD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D125F1"/>
    <w:multiLevelType w:val="multilevel"/>
    <w:tmpl w:val="B73286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0B3A61E0"/>
    <w:multiLevelType w:val="multilevel"/>
    <w:tmpl w:val="DE54D02E"/>
    <w:lvl w:ilvl="0">
      <w:start w:val="1"/>
      <w:numFmt w:val="bullet"/>
      <w:lvlText w:val=""/>
      <w:lvlJc w:val="left"/>
      <w:pPr>
        <w:ind w:left="0" w:firstLine="18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0EE62F42"/>
    <w:multiLevelType w:val="multilevel"/>
    <w:tmpl w:val="FAECC642"/>
    <w:lvl w:ilvl="0">
      <w:start w:val="1"/>
      <w:numFmt w:val="bullet"/>
      <w:lvlText w:val=""/>
      <w:lvlJc w:val="left"/>
      <w:pPr>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12197837"/>
    <w:multiLevelType w:val="hybridMultilevel"/>
    <w:tmpl w:val="4678D0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6835E3B"/>
    <w:multiLevelType w:val="hybridMultilevel"/>
    <w:tmpl w:val="2C088FE8"/>
    <w:lvl w:ilvl="0" w:tplc="4E36D2CA">
      <w:start w:val="3"/>
      <w:numFmt w:val="bullet"/>
      <w:lvlText w:val=""/>
      <w:lvlJc w:val="left"/>
      <w:pPr>
        <w:ind w:left="720" w:hanging="360"/>
      </w:pPr>
      <w:rPr>
        <w:rFonts w:ascii="Wingdings" w:eastAsia="MS Mincho" w:hAnsi="Wingdings" w:cs="Times New Roman" w:hint="default"/>
        <w:color w:val="0000FF" w:themeColor="hyperlink"/>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BC47468"/>
    <w:multiLevelType w:val="multilevel"/>
    <w:tmpl w:val="5B2E8A94"/>
    <w:lvl w:ilvl="0">
      <w:start w:val="1"/>
      <w:numFmt w:val="bullet"/>
      <w:lvlText w:val=""/>
      <w:lvlPicBulletId w:val="0"/>
      <w:lvlJc w:val="right"/>
      <w:pPr>
        <w:ind w:left="187" w:firstLine="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1CF46557"/>
    <w:multiLevelType w:val="hybridMultilevel"/>
    <w:tmpl w:val="EE502422"/>
    <w:lvl w:ilvl="0" w:tplc="FFFFFFFF">
      <w:numFmt w:val="bullet"/>
      <w:pStyle w:val="Listedepouces"/>
      <w:lvlText w:val=""/>
      <w:lvlJc w:val="left"/>
      <w:pPr>
        <w:tabs>
          <w:tab w:val="num" w:pos="397"/>
        </w:tabs>
        <w:ind w:left="397" w:hanging="397"/>
      </w:pPr>
      <w:rPr>
        <w:rFonts w:ascii="Symbol" w:hAnsi="Symbol" w:hint="default"/>
        <w:color w:val="333399"/>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nsid w:val="1CF767C2"/>
    <w:multiLevelType w:val="hybridMultilevel"/>
    <w:tmpl w:val="27F8A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D3F7B6B"/>
    <w:multiLevelType w:val="multilevel"/>
    <w:tmpl w:val="9BBCE048"/>
    <w:lvl w:ilvl="0">
      <w:start w:val="1"/>
      <w:numFmt w:val="bullet"/>
      <w:lvlText w:val=""/>
      <w:lvlPicBulletId w:val="0"/>
      <w:lvlJc w:val="righ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38DD3A85"/>
    <w:multiLevelType w:val="hybridMultilevel"/>
    <w:tmpl w:val="86804E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F7D58A0"/>
    <w:multiLevelType w:val="hybridMultilevel"/>
    <w:tmpl w:val="900A7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0DB51AC"/>
    <w:multiLevelType w:val="hybridMultilevel"/>
    <w:tmpl w:val="E1028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9032A82"/>
    <w:multiLevelType w:val="hybridMultilevel"/>
    <w:tmpl w:val="B2C848CE"/>
    <w:lvl w:ilvl="0" w:tplc="F6362B04">
      <w:start w:val="3"/>
      <w:numFmt w:val="bullet"/>
      <w:lvlText w:val=""/>
      <w:lvlJc w:val="left"/>
      <w:pPr>
        <w:ind w:left="720" w:hanging="360"/>
      </w:pPr>
      <w:rPr>
        <w:rFonts w:ascii="Wingdings" w:eastAsia="MS Mincho"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DA501C6"/>
    <w:multiLevelType w:val="multilevel"/>
    <w:tmpl w:val="3AC4EC9A"/>
    <w:lvl w:ilvl="0">
      <w:start w:val="1"/>
      <w:numFmt w:val="bullet"/>
      <w:lvlText w:val=""/>
      <w:lvlPicBulletId w:val="0"/>
      <w:lvlJc w:val="right"/>
      <w:pPr>
        <w:ind w:left="414" w:hanging="22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nsid w:val="52EB5B64"/>
    <w:multiLevelType w:val="hybridMultilevel"/>
    <w:tmpl w:val="3FCE3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6C4770F"/>
    <w:multiLevelType w:val="multilevel"/>
    <w:tmpl w:val="71BCB2D8"/>
    <w:lvl w:ilvl="0">
      <w:start w:val="1"/>
      <w:numFmt w:val="bullet"/>
      <w:lvlText w:val=""/>
      <w:lvlPicBulletId w:val="0"/>
      <w:lvlJc w:val="right"/>
      <w:pPr>
        <w:ind w:left="414" w:hanging="17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5AB46997"/>
    <w:multiLevelType w:val="hybridMultilevel"/>
    <w:tmpl w:val="A47C94C0"/>
    <w:lvl w:ilvl="0" w:tplc="05C0E896">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F626B36"/>
    <w:multiLevelType w:val="multilevel"/>
    <w:tmpl w:val="CE74B980"/>
    <w:lvl w:ilvl="0">
      <w:start w:val="1"/>
      <w:numFmt w:val="bullet"/>
      <w:lvlText w:val=""/>
      <w:lvlPicBulletId w:val="0"/>
      <w:lvlJc w:val="right"/>
      <w:pPr>
        <w:ind w:left="0" w:firstLine="18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6B4B577B"/>
    <w:multiLevelType w:val="hybridMultilevel"/>
    <w:tmpl w:val="7F464406"/>
    <w:lvl w:ilvl="0" w:tplc="040C0001">
      <w:start w:val="1"/>
      <w:numFmt w:val="bullet"/>
      <w:lvlText w:val=""/>
      <w:lvlJc w:val="left"/>
      <w:pPr>
        <w:ind w:left="1117" w:hanging="360"/>
      </w:pPr>
      <w:rPr>
        <w:rFonts w:ascii="Symbol" w:hAnsi="Symbol" w:hint="default"/>
      </w:rPr>
    </w:lvl>
    <w:lvl w:ilvl="1" w:tplc="040C0003" w:tentative="1">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20">
    <w:nsid w:val="6BCB24F0"/>
    <w:multiLevelType w:val="hybridMultilevel"/>
    <w:tmpl w:val="AF307864"/>
    <w:lvl w:ilvl="0" w:tplc="F7C612BA">
      <w:start w:val="1"/>
      <w:numFmt w:val="bullet"/>
      <w:pStyle w:val="Listeobjectifs"/>
      <w:lvlText w:val=""/>
      <w:lvlJc w:val="left"/>
      <w:pPr>
        <w:ind w:left="360" w:hanging="17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C247308"/>
    <w:multiLevelType w:val="multilevel"/>
    <w:tmpl w:val="BBCC1B86"/>
    <w:lvl w:ilvl="0">
      <w:start w:val="1"/>
      <w:numFmt w:val="bullet"/>
      <w:lvlText w:val=""/>
      <w:lvlJc w:val="left"/>
      <w:pPr>
        <w:ind w:left="244" w:hanging="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nsid w:val="6E2C5A18"/>
    <w:multiLevelType w:val="multilevel"/>
    <w:tmpl w:val="0E0AD410"/>
    <w:lvl w:ilvl="0">
      <w:start w:val="1"/>
      <w:numFmt w:val="bullet"/>
      <w:lvlText w:val=""/>
      <w:lvlJc w:val="left"/>
      <w:pPr>
        <w:tabs>
          <w:tab w:val="num" w:pos="187"/>
        </w:tabs>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nsid w:val="6E515C3A"/>
    <w:multiLevelType w:val="hybridMultilevel"/>
    <w:tmpl w:val="A7D4E9F4"/>
    <w:lvl w:ilvl="0" w:tplc="F83E1BF2">
      <w:start w:val="1"/>
      <w:numFmt w:val="bullet"/>
      <w:lvlText w:val=""/>
      <w:lvlJc w:val="left"/>
      <w:pPr>
        <w:ind w:left="400" w:hanging="21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C215BE6"/>
    <w:multiLevelType w:val="hybridMultilevel"/>
    <w:tmpl w:val="6BECDE7E"/>
    <w:lvl w:ilvl="0" w:tplc="32429CA0">
      <w:start w:val="1"/>
      <w:numFmt w:val="bullet"/>
      <w:pStyle w:val="Titre3"/>
      <w:lvlText w:val=""/>
      <w:lvlPicBulletId w:val="0"/>
      <w:lvlJc w:val="right"/>
      <w:pPr>
        <w:ind w:left="414" w:hanging="113"/>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7"/>
  </w:num>
  <w:num w:numId="3">
    <w:abstractNumId w:val="8"/>
  </w:num>
  <w:num w:numId="4">
    <w:abstractNumId w:val="20"/>
  </w:num>
  <w:num w:numId="5">
    <w:abstractNumId w:val="15"/>
  </w:num>
  <w:num w:numId="6">
    <w:abstractNumId w:val="20"/>
  </w:num>
  <w:num w:numId="7">
    <w:abstractNumId w:val="11"/>
  </w:num>
  <w:num w:numId="8">
    <w:abstractNumId w:val="4"/>
  </w:num>
  <w:num w:numId="9">
    <w:abstractNumId w:val="12"/>
  </w:num>
  <w:num w:numId="10">
    <w:abstractNumId w:val="0"/>
  </w:num>
  <w:num w:numId="11">
    <w:abstractNumId w:val="23"/>
  </w:num>
  <w:num w:numId="12">
    <w:abstractNumId w:val="1"/>
  </w:num>
  <w:num w:numId="13">
    <w:abstractNumId w:val="21"/>
  </w:num>
  <w:num w:numId="14">
    <w:abstractNumId w:val="20"/>
    <w:lvlOverride w:ilvl="0">
      <w:startOverride w:val="1"/>
    </w:lvlOverride>
  </w:num>
  <w:num w:numId="15">
    <w:abstractNumId w:val="2"/>
  </w:num>
  <w:num w:numId="16">
    <w:abstractNumId w:val="20"/>
  </w:num>
  <w:num w:numId="17">
    <w:abstractNumId w:val="22"/>
  </w:num>
  <w:num w:numId="18">
    <w:abstractNumId w:val="20"/>
    <w:lvlOverride w:ilvl="0">
      <w:startOverride w:val="1"/>
    </w:lvlOverride>
  </w:num>
  <w:num w:numId="19">
    <w:abstractNumId w:val="3"/>
  </w:num>
  <w:num w:numId="20">
    <w:abstractNumId w:val="20"/>
    <w:lvlOverride w:ilvl="0">
      <w:startOverride w:val="1"/>
    </w:lvlOverride>
  </w:num>
  <w:num w:numId="21">
    <w:abstractNumId w:val="24"/>
  </w:num>
  <w:num w:numId="22">
    <w:abstractNumId w:val="9"/>
  </w:num>
  <w:num w:numId="23">
    <w:abstractNumId w:val="18"/>
  </w:num>
  <w:num w:numId="24">
    <w:abstractNumId w:val="6"/>
  </w:num>
  <w:num w:numId="25">
    <w:abstractNumId w:val="24"/>
  </w:num>
  <w:num w:numId="26">
    <w:abstractNumId w:val="14"/>
  </w:num>
  <w:num w:numId="27">
    <w:abstractNumId w:val="24"/>
  </w:num>
  <w:num w:numId="28">
    <w:abstractNumId w:val="16"/>
  </w:num>
  <w:num w:numId="29">
    <w:abstractNumId w:val="24"/>
    <w:lvlOverride w:ilvl="0">
      <w:startOverride w:val="1"/>
    </w:lvlOverride>
  </w:num>
  <w:num w:numId="30">
    <w:abstractNumId w:val="10"/>
  </w:num>
  <w:num w:numId="31">
    <w:abstractNumId w:val="19"/>
  </w:num>
  <w:num w:numId="32">
    <w:abstractNumId w:val="5"/>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533"/>
    <w:rsid w:val="00014258"/>
    <w:rsid w:val="00017367"/>
    <w:rsid w:val="00020E04"/>
    <w:rsid w:val="000224A8"/>
    <w:rsid w:val="00036B59"/>
    <w:rsid w:val="0003795C"/>
    <w:rsid w:val="00040C03"/>
    <w:rsid w:val="00040F43"/>
    <w:rsid w:val="000767C4"/>
    <w:rsid w:val="000879DC"/>
    <w:rsid w:val="00091925"/>
    <w:rsid w:val="000959EC"/>
    <w:rsid w:val="000B496A"/>
    <w:rsid w:val="000C6DAA"/>
    <w:rsid w:val="000D49E7"/>
    <w:rsid w:val="000E7777"/>
    <w:rsid w:val="00105891"/>
    <w:rsid w:val="00110E11"/>
    <w:rsid w:val="001112B7"/>
    <w:rsid w:val="00112E5D"/>
    <w:rsid w:val="00151635"/>
    <w:rsid w:val="00151E06"/>
    <w:rsid w:val="00156450"/>
    <w:rsid w:val="00161D96"/>
    <w:rsid w:val="00163F89"/>
    <w:rsid w:val="00175936"/>
    <w:rsid w:val="00185962"/>
    <w:rsid w:val="001D1857"/>
    <w:rsid w:val="001D5260"/>
    <w:rsid w:val="001F1F35"/>
    <w:rsid w:val="00201B32"/>
    <w:rsid w:val="00204A25"/>
    <w:rsid w:val="00207684"/>
    <w:rsid w:val="00212CE3"/>
    <w:rsid w:val="002173DD"/>
    <w:rsid w:val="00236B2A"/>
    <w:rsid w:val="00254915"/>
    <w:rsid w:val="0026095A"/>
    <w:rsid w:val="00273615"/>
    <w:rsid w:val="00283EF5"/>
    <w:rsid w:val="00290FAC"/>
    <w:rsid w:val="002B6B25"/>
    <w:rsid w:val="00302265"/>
    <w:rsid w:val="0033115A"/>
    <w:rsid w:val="00353C87"/>
    <w:rsid w:val="00370DE9"/>
    <w:rsid w:val="00371F0E"/>
    <w:rsid w:val="00371F76"/>
    <w:rsid w:val="00393640"/>
    <w:rsid w:val="003E2F83"/>
    <w:rsid w:val="00422800"/>
    <w:rsid w:val="00436E87"/>
    <w:rsid w:val="004826B4"/>
    <w:rsid w:val="00493750"/>
    <w:rsid w:val="004A3A55"/>
    <w:rsid w:val="004D0C82"/>
    <w:rsid w:val="004D56AE"/>
    <w:rsid w:val="004E56B1"/>
    <w:rsid w:val="004F46B4"/>
    <w:rsid w:val="00500540"/>
    <w:rsid w:val="00500E2A"/>
    <w:rsid w:val="0050589A"/>
    <w:rsid w:val="00537FCA"/>
    <w:rsid w:val="00554B94"/>
    <w:rsid w:val="00562FD3"/>
    <w:rsid w:val="00566E50"/>
    <w:rsid w:val="00570AAF"/>
    <w:rsid w:val="00586603"/>
    <w:rsid w:val="0059373C"/>
    <w:rsid w:val="005949EC"/>
    <w:rsid w:val="00595A23"/>
    <w:rsid w:val="005A316E"/>
    <w:rsid w:val="005B17D3"/>
    <w:rsid w:val="005E0601"/>
    <w:rsid w:val="005E14F4"/>
    <w:rsid w:val="005E1923"/>
    <w:rsid w:val="005F575A"/>
    <w:rsid w:val="005F6EF5"/>
    <w:rsid w:val="006168BF"/>
    <w:rsid w:val="0064247A"/>
    <w:rsid w:val="00646100"/>
    <w:rsid w:val="00651265"/>
    <w:rsid w:val="006702DC"/>
    <w:rsid w:val="0067056D"/>
    <w:rsid w:val="0069777E"/>
    <w:rsid w:val="006A3223"/>
    <w:rsid w:val="006C0EC2"/>
    <w:rsid w:val="006C35F1"/>
    <w:rsid w:val="006E38DE"/>
    <w:rsid w:val="006E795A"/>
    <w:rsid w:val="006F72A5"/>
    <w:rsid w:val="007307C4"/>
    <w:rsid w:val="007364F9"/>
    <w:rsid w:val="0073668B"/>
    <w:rsid w:val="00753884"/>
    <w:rsid w:val="007546D0"/>
    <w:rsid w:val="007612B3"/>
    <w:rsid w:val="00770B30"/>
    <w:rsid w:val="00777134"/>
    <w:rsid w:val="007C11FE"/>
    <w:rsid w:val="007F7A1F"/>
    <w:rsid w:val="00801F82"/>
    <w:rsid w:val="0081401C"/>
    <w:rsid w:val="00845019"/>
    <w:rsid w:val="00890E81"/>
    <w:rsid w:val="00896653"/>
    <w:rsid w:val="008C032B"/>
    <w:rsid w:val="008E642B"/>
    <w:rsid w:val="008E76C4"/>
    <w:rsid w:val="008F52C5"/>
    <w:rsid w:val="00903EA5"/>
    <w:rsid w:val="00905ADC"/>
    <w:rsid w:val="00910D09"/>
    <w:rsid w:val="009168AF"/>
    <w:rsid w:val="00916DEB"/>
    <w:rsid w:val="00934533"/>
    <w:rsid w:val="0096345A"/>
    <w:rsid w:val="00976448"/>
    <w:rsid w:val="009830D8"/>
    <w:rsid w:val="00990D61"/>
    <w:rsid w:val="00991B94"/>
    <w:rsid w:val="009C2387"/>
    <w:rsid w:val="009C5AF2"/>
    <w:rsid w:val="009D0942"/>
    <w:rsid w:val="009D2E1A"/>
    <w:rsid w:val="009D3B09"/>
    <w:rsid w:val="00A1280A"/>
    <w:rsid w:val="00A534CD"/>
    <w:rsid w:val="00A609FE"/>
    <w:rsid w:val="00A669EE"/>
    <w:rsid w:val="00A83388"/>
    <w:rsid w:val="00A90244"/>
    <w:rsid w:val="00AD0296"/>
    <w:rsid w:val="00AE5320"/>
    <w:rsid w:val="00B02ABA"/>
    <w:rsid w:val="00B43D3A"/>
    <w:rsid w:val="00B51FB8"/>
    <w:rsid w:val="00B53272"/>
    <w:rsid w:val="00BA06FC"/>
    <w:rsid w:val="00BA6C28"/>
    <w:rsid w:val="00BB3A29"/>
    <w:rsid w:val="00BB6BA1"/>
    <w:rsid w:val="00BC4CC5"/>
    <w:rsid w:val="00BE32C6"/>
    <w:rsid w:val="00BF0250"/>
    <w:rsid w:val="00C047F1"/>
    <w:rsid w:val="00C20517"/>
    <w:rsid w:val="00C32FFF"/>
    <w:rsid w:val="00C33E98"/>
    <w:rsid w:val="00C4002C"/>
    <w:rsid w:val="00C44EFB"/>
    <w:rsid w:val="00C45C67"/>
    <w:rsid w:val="00C47C5D"/>
    <w:rsid w:val="00C53ED5"/>
    <w:rsid w:val="00C77CF1"/>
    <w:rsid w:val="00C84BB9"/>
    <w:rsid w:val="00CC02D5"/>
    <w:rsid w:val="00CC16B3"/>
    <w:rsid w:val="00CF0BF6"/>
    <w:rsid w:val="00D16F6B"/>
    <w:rsid w:val="00D35181"/>
    <w:rsid w:val="00D646CF"/>
    <w:rsid w:val="00D8502B"/>
    <w:rsid w:val="00D92032"/>
    <w:rsid w:val="00DA3623"/>
    <w:rsid w:val="00DC6B49"/>
    <w:rsid w:val="00E049DB"/>
    <w:rsid w:val="00E05104"/>
    <w:rsid w:val="00E0564D"/>
    <w:rsid w:val="00E07876"/>
    <w:rsid w:val="00E455D3"/>
    <w:rsid w:val="00E51E65"/>
    <w:rsid w:val="00E624C0"/>
    <w:rsid w:val="00E63046"/>
    <w:rsid w:val="00E66849"/>
    <w:rsid w:val="00E73CBD"/>
    <w:rsid w:val="00EB1CB0"/>
    <w:rsid w:val="00EC20EC"/>
    <w:rsid w:val="00EC3ED6"/>
    <w:rsid w:val="00ED4713"/>
    <w:rsid w:val="00EF0539"/>
    <w:rsid w:val="00EF3040"/>
    <w:rsid w:val="00F041D1"/>
    <w:rsid w:val="00F05105"/>
    <w:rsid w:val="00F330FD"/>
    <w:rsid w:val="00F40C62"/>
    <w:rsid w:val="00F65A3F"/>
    <w:rsid w:val="00F81614"/>
    <w:rsid w:val="00FB18EF"/>
    <w:rsid w:val="00FD00D4"/>
    <w:rsid w:val="00FD7F64"/>
    <w:rsid w:val="00FF0A63"/>
    <w:rsid w:val="00FF758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068B6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fr-FR"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68AF"/>
    <w:pPr>
      <w:spacing w:line="276" w:lineRule="auto"/>
      <w:jc w:val="both"/>
    </w:pPr>
    <w:rPr>
      <w:rFonts w:ascii="Tahoma" w:hAnsi="Tahoma"/>
      <w:szCs w:val="24"/>
      <w:lang w:val="fr-FR" w:eastAsia="en-US"/>
    </w:rPr>
  </w:style>
  <w:style w:type="paragraph" w:styleId="Titre1">
    <w:name w:val="heading 1"/>
    <w:aliases w:val="Grand titre"/>
    <w:basedOn w:val="Normal"/>
    <w:next w:val="Normal"/>
    <w:link w:val="Titre1Car"/>
    <w:uiPriority w:val="9"/>
    <w:qFormat/>
    <w:rsid w:val="00204A25"/>
    <w:pPr>
      <w:keepNext/>
      <w:pBdr>
        <w:bottom w:val="single" w:sz="4" w:space="2" w:color="8EAADB"/>
      </w:pBdr>
      <w:spacing w:before="240" w:after="240"/>
      <w:ind w:right="53"/>
      <w:outlineLvl w:val="0"/>
    </w:pPr>
    <w:rPr>
      <w:rFonts w:eastAsia="Times New Roman" w:cs="Tahoma"/>
      <w:smallCaps/>
      <w:color w:val="365F91"/>
      <w:sz w:val="28"/>
    </w:rPr>
  </w:style>
  <w:style w:type="paragraph" w:styleId="Titre2">
    <w:name w:val="heading 2"/>
    <w:aliases w:val="1. Étape"/>
    <w:basedOn w:val="Normal"/>
    <w:next w:val="Normal"/>
    <w:link w:val="Titre2Car"/>
    <w:uiPriority w:val="9"/>
    <w:unhideWhenUsed/>
    <w:qFormat/>
    <w:rsid w:val="006E38DE"/>
    <w:pPr>
      <w:keepNext/>
      <w:keepLines/>
      <w:pBdr>
        <w:bottom w:val="single" w:sz="4" w:space="1" w:color="95B3D7" w:themeColor="accent1" w:themeTint="99"/>
      </w:pBdr>
      <w:outlineLvl w:val="1"/>
    </w:pPr>
    <w:rPr>
      <w:rFonts w:ascii="Calibri" w:eastAsia="MS Gothic" w:hAnsi="Calibri"/>
      <w:b/>
      <w:bCs/>
      <w:smallCaps/>
      <w:color w:val="365F91"/>
      <w:sz w:val="26"/>
      <w:szCs w:val="26"/>
    </w:rPr>
  </w:style>
  <w:style w:type="paragraph" w:styleId="Titre3">
    <w:name w:val="heading 3"/>
    <w:aliases w:val="2. Activité"/>
    <w:basedOn w:val="Normal"/>
    <w:next w:val="Normal"/>
    <w:link w:val="Titre3Car"/>
    <w:uiPriority w:val="9"/>
    <w:unhideWhenUsed/>
    <w:qFormat/>
    <w:rsid w:val="008E76C4"/>
    <w:pPr>
      <w:keepNext/>
      <w:numPr>
        <w:numId w:val="21"/>
      </w:numPr>
      <w:spacing w:line="240" w:lineRule="auto"/>
      <w:outlineLvl w:val="2"/>
    </w:pPr>
    <w:rPr>
      <w:rFonts w:eastAsia="MS Gothic"/>
      <w:b/>
      <w:color w:val="365F91" w:themeColor="accent1" w:themeShade="BF"/>
    </w:rPr>
  </w:style>
  <w:style w:type="paragraph" w:styleId="Titre4">
    <w:name w:val="heading 4"/>
    <w:basedOn w:val="Listedepouces"/>
    <w:next w:val="Normal"/>
    <w:link w:val="Titre4Car"/>
    <w:uiPriority w:val="9"/>
    <w:semiHidden/>
    <w:unhideWhenUsed/>
    <w:qFormat/>
    <w:rsid w:val="00204A25"/>
    <w:pPr>
      <w:numPr>
        <w:numId w:val="0"/>
      </w:numPr>
      <w:tabs>
        <w:tab w:val="left" w:pos="708"/>
      </w:tabs>
      <w:outlineLvl w:val="3"/>
    </w:pPr>
    <w:rPr>
      <w:rFonts w:cs="Tahoma"/>
      <w:b/>
      <w:color w:val="auto"/>
      <w:sz w:val="20"/>
    </w:rPr>
  </w:style>
  <w:style w:type="paragraph" w:styleId="Titre5">
    <w:name w:val="heading 5"/>
    <w:basedOn w:val="Normal"/>
    <w:next w:val="Normal"/>
    <w:link w:val="Titre5Car"/>
    <w:uiPriority w:val="9"/>
    <w:semiHidden/>
    <w:unhideWhenUsed/>
    <w:qFormat/>
    <w:rsid w:val="00204A25"/>
    <w:pPr>
      <w:outlineLvl w:val="4"/>
    </w:pPr>
    <w:rPr>
      <w:rFonts w:eastAsia="MS Gothic"/>
      <w:b/>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095A"/>
    <w:pPr>
      <w:tabs>
        <w:tab w:val="center" w:pos="4703"/>
        <w:tab w:val="right" w:pos="9406"/>
      </w:tabs>
    </w:pPr>
  </w:style>
  <w:style w:type="character" w:customStyle="1" w:styleId="En-tteCar">
    <w:name w:val="En-tête Car"/>
    <w:basedOn w:val="Policepardfaut"/>
    <w:link w:val="En-tte"/>
    <w:uiPriority w:val="99"/>
    <w:rsid w:val="0026095A"/>
  </w:style>
  <w:style w:type="paragraph" w:styleId="Pieddepage">
    <w:name w:val="footer"/>
    <w:basedOn w:val="Normal"/>
    <w:link w:val="PieddepageCar"/>
    <w:uiPriority w:val="99"/>
    <w:unhideWhenUsed/>
    <w:rsid w:val="0026095A"/>
    <w:pPr>
      <w:tabs>
        <w:tab w:val="center" w:pos="4703"/>
        <w:tab w:val="right" w:pos="9406"/>
      </w:tabs>
    </w:pPr>
  </w:style>
  <w:style w:type="character" w:customStyle="1" w:styleId="PieddepageCar">
    <w:name w:val="Pied de page Car"/>
    <w:basedOn w:val="Policepardfaut"/>
    <w:link w:val="Pieddepage"/>
    <w:uiPriority w:val="99"/>
    <w:rsid w:val="0026095A"/>
  </w:style>
  <w:style w:type="character" w:customStyle="1" w:styleId="Datemiseenligne">
    <w:name w:val="Datemiseenligne"/>
    <w:uiPriority w:val="1"/>
    <w:rsid w:val="0026095A"/>
    <w:rPr>
      <w:rFonts w:cs="Tahoma"/>
      <w:color w:val="365F91"/>
    </w:rPr>
  </w:style>
  <w:style w:type="character" w:customStyle="1" w:styleId="Titre1Car">
    <w:name w:val="Titre 1 Car"/>
    <w:aliases w:val="Grand titre Car"/>
    <w:link w:val="Titre1"/>
    <w:uiPriority w:val="9"/>
    <w:rsid w:val="00204A25"/>
    <w:rPr>
      <w:rFonts w:ascii="Tahoma" w:eastAsia="Times New Roman" w:hAnsi="Tahoma" w:cs="Tahoma"/>
      <w:smallCaps/>
      <w:color w:val="365F91"/>
      <w:sz w:val="28"/>
      <w:lang w:eastAsia="en-US"/>
    </w:rPr>
  </w:style>
  <w:style w:type="character" w:customStyle="1" w:styleId="Titre2Car">
    <w:name w:val="Titre 2 Car"/>
    <w:aliases w:val="1. Étape Car"/>
    <w:link w:val="Titre2"/>
    <w:uiPriority w:val="9"/>
    <w:rsid w:val="006E38DE"/>
    <w:rPr>
      <w:rFonts w:ascii="Calibri" w:eastAsia="MS Gothic" w:hAnsi="Calibri"/>
      <w:b/>
      <w:bCs/>
      <w:smallCaps/>
      <w:color w:val="365F91"/>
      <w:sz w:val="26"/>
      <w:szCs w:val="26"/>
      <w:lang w:val="fr-FR" w:eastAsia="en-US"/>
    </w:rPr>
  </w:style>
  <w:style w:type="paragraph" w:styleId="Titre">
    <w:name w:val="Title"/>
    <w:aliases w:val="Titre fiche"/>
    <w:basedOn w:val="Normal"/>
    <w:next w:val="Normal"/>
    <w:link w:val="TitreCar"/>
    <w:uiPriority w:val="10"/>
    <w:qFormat/>
    <w:rsid w:val="00204A25"/>
    <w:pPr>
      <w:pBdr>
        <w:bottom w:val="single" w:sz="4" w:space="1" w:color="95B3D7"/>
      </w:pBdr>
      <w:spacing w:line="240" w:lineRule="auto"/>
    </w:pPr>
    <w:rPr>
      <w:rFonts w:eastAsia="Times New Roman" w:cs="Tahoma"/>
      <w:b/>
      <w:smallCaps/>
      <w:color w:val="365F91"/>
      <w:sz w:val="36"/>
    </w:rPr>
  </w:style>
  <w:style w:type="character" w:customStyle="1" w:styleId="TitreCar">
    <w:name w:val="Titre Car"/>
    <w:aliases w:val="Titre fiche Car"/>
    <w:link w:val="Titre"/>
    <w:uiPriority w:val="10"/>
    <w:rsid w:val="00204A25"/>
    <w:rPr>
      <w:rFonts w:ascii="Tahoma" w:eastAsia="Times New Roman" w:hAnsi="Tahoma" w:cs="Tahoma"/>
      <w:b/>
      <w:smallCaps/>
      <w:color w:val="365F91"/>
      <w:sz w:val="36"/>
      <w:lang w:eastAsia="en-US"/>
    </w:rPr>
  </w:style>
  <w:style w:type="table" w:styleId="Grilledutableau">
    <w:name w:val="Table Grid"/>
    <w:basedOn w:val="TableauNormal"/>
    <w:uiPriority w:val="59"/>
    <w:rsid w:val="002609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3Car">
    <w:name w:val="Titre 3 Car"/>
    <w:aliases w:val="2. Activité Car"/>
    <w:link w:val="Titre3"/>
    <w:uiPriority w:val="9"/>
    <w:rsid w:val="008E76C4"/>
    <w:rPr>
      <w:rFonts w:ascii="Tahoma" w:eastAsia="MS Gothic" w:hAnsi="Tahoma"/>
      <w:b/>
      <w:color w:val="365F91" w:themeColor="accent1" w:themeShade="BF"/>
      <w:szCs w:val="24"/>
      <w:lang w:val="fr-FR" w:eastAsia="en-US"/>
    </w:rPr>
  </w:style>
  <w:style w:type="paragraph" w:customStyle="1" w:styleId="Listedepouces">
    <w:name w:val="Liste de pouces"/>
    <w:basedOn w:val="Normal"/>
    <w:rsid w:val="0026095A"/>
    <w:pPr>
      <w:numPr>
        <w:numId w:val="2"/>
      </w:numPr>
    </w:pPr>
    <w:rPr>
      <w:rFonts w:eastAsia="Times"/>
      <w:color w:val="000000"/>
      <w:sz w:val="22"/>
      <w:szCs w:val="20"/>
      <w:lang w:eastAsia="fr-FR"/>
    </w:rPr>
  </w:style>
  <w:style w:type="character" w:customStyle="1" w:styleId="Miseenligne">
    <w:name w:val="Mise en ligne"/>
    <w:uiPriority w:val="1"/>
    <w:rsid w:val="00204A25"/>
    <w:rPr>
      <w:i/>
      <w:color w:val="7F7F7F"/>
      <w:sz w:val="18"/>
    </w:rPr>
  </w:style>
  <w:style w:type="paragraph" w:styleId="Pardeliste">
    <w:name w:val="List Paragraph"/>
    <w:basedOn w:val="Normal"/>
    <w:uiPriority w:val="34"/>
    <w:qFormat/>
    <w:rsid w:val="00204A25"/>
    <w:pPr>
      <w:ind w:left="720"/>
      <w:contextualSpacing/>
    </w:pPr>
    <w:rPr>
      <w:rFonts w:eastAsia="Times New Roman"/>
    </w:rPr>
  </w:style>
  <w:style w:type="paragraph" w:customStyle="1" w:styleId="Infosactivit">
    <w:name w:val="Infos activité"/>
    <w:link w:val="InfosactivitCar"/>
    <w:qFormat/>
    <w:rsid w:val="008E76C4"/>
    <w:pPr>
      <w:keepNext/>
      <w:spacing w:after="120"/>
      <w:ind w:left="414"/>
    </w:pPr>
    <w:rPr>
      <w:rFonts w:ascii="Tahoma" w:eastAsia="Times New Roman" w:hAnsi="Tahoma"/>
      <w:color w:val="7F7F7F"/>
      <w:sz w:val="16"/>
      <w:szCs w:val="24"/>
      <w:lang w:val="fr-FR" w:eastAsia="en-US"/>
    </w:rPr>
  </w:style>
  <w:style w:type="paragraph" w:customStyle="1" w:styleId="Pistecorrection">
    <w:name w:val="Piste correction"/>
    <w:basedOn w:val="Titre5"/>
    <w:link w:val="PistecorrectionCar"/>
    <w:rsid w:val="00204A25"/>
    <w:rPr>
      <w:rFonts w:eastAsia="Times New Roman"/>
    </w:rPr>
  </w:style>
  <w:style w:type="character" w:customStyle="1" w:styleId="InfosactivitCar">
    <w:name w:val="Infos activité Car"/>
    <w:link w:val="Infosactivit"/>
    <w:rsid w:val="008E76C4"/>
    <w:rPr>
      <w:rFonts w:ascii="Tahoma" w:eastAsia="Times New Roman" w:hAnsi="Tahoma"/>
      <w:color w:val="7F7F7F"/>
      <w:sz w:val="16"/>
      <w:szCs w:val="24"/>
      <w:lang w:val="fr-FR" w:eastAsia="en-US"/>
    </w:rPr>
  </w:style>
  <w:style w:type="paragraph" w:customStyle="1" w:styleId="Pistecorrectiontexte">
    <w:name w:val="Piste correction texte"/>
    <w:basedOn w:val="Normal"/>
    <w:link w:val="PistecorrectiontexteCar"/>
    <w:rsid w:val="006702DC"/>
    <w:rPr>
      <w:rFonts w:eastAsia="Arial Unicode MS"/>
      <w:sz w:val="18"/>
    </w:rPr>
  </w:style>
  <w:style w:type="character" w:customStyle="1" w:styleId="PistecorrectionCar">
    <w:name w:val="Piste correction Car"/>
    <w:link w:val="Pistecorrection"/>
    <w:rsid w:val="00204A25"/>
    <w:rPr>
      <w:rFonts w:ascii="Tahoma" w:eastAsia="Times New Roman" w:hAnsi="Tahoma" w:cs="Times New Roman"/>
      <w:b/>
      <w:sz w:val="18"/>
      <w:szCs w:val="18"/>
      <w:lang w:eastAsia="en-US"/>
    </w:rPr>
  </w:style>
  <w:style w:type="character" w:customStyle="1" w:styleId="PistecorrectiontexteCar">
    <w:name w:val="Piste correction texte Car"/>
    <w:link w:val="Pistecorrectiontexte"/>
    <w:rsid w:val="006702DC"/>
    <w:rPr>
      <w:rFonts w:ascii="Tahoma" w:eastAsia="Arial Unicode MS" w:hAnsi="Tahoma"/>
      <w:sz w:val="18"/>
      <w:szCs w:val="24"/>
      <w:lang w:val="fr-FR" w:eastAsia="en-US"/>
    </w:rPr>
  </w:style>
  <w:style w:type="paragraph" w:customStyle="1" w:styleId="Listeobjectifs">
    <w:name w:val="Liste objectifs"/>
    <w:basedOn w:val="Pardeliste"/>
    <w:qFormat/>
    <w:rsid w:val="000E7777"/>
    <w:pPr>
      <w:numPr>
        <w:numId w:val="4"/>
      </w:numPr>
    </w:pPr>
    <w:rPr>
      <w:sz w:val="18"/>
      <w:szCs w:val="18"/>
    </w:rPr>
  </w:style>
  <w:style w:type="paragraph" w:customStyle="1" w:styleId="Objectifs">
    <w:name w:val="Objectifs"/>
    <w:basedOn w:val="Normal"/>
    <w:qFormat/>
    <w:rsid w:val="00017367"/>
    <w:pPr>
      <w:keepNext/>
    </w:pPr>
    <w:rPr>
      <w:rFonts w:eastAsia="Times New Roman"/>
      <w:smallCaps/>
      <w:color w:val="365F91"/>
      <w:szCs w:val="20"/>
    </w:rPr>
  </w:style>
  <w:style w:type="paragraph" w:styleId="TM1">
    <w:name w:val="toc 1"/>
    <w:basedOn w:val="Normal"/>
    <w:next w:val="Normal"/>
    <w:autoRedefine/>
    <w:uiPriority w:val="39"/>
    <w:unhideWhenUsed/>
    <w:rsid w:val="00554B94"/>
    <w:pPr>
      <w:tabs>
        <w:tab w:val="right" w:leader="dot" w:pos="9622"/>
      </w:tabs>
    </w:pPr>
    <w:rPr>
      <w:rFonts w:eastAsia="Times New Roman"/>
      <w:b/>
      <w:sz w:val="18"/>
    </w:rPr>
  </w:style>
  <w:style w:type="character" w:customStyle="1" w:styleId="Titre5Car">
    <w:name w:val="Titre 5 Car"/>
    <w:link w:val="Titre5"/>
    <w:uiPriority w:val="9"/>
    <w:semiHidden/>
    <w:rsid w:val="00204A25"/>
    <w:rPr>
      <w:rFonts w:ascii="Tahoma" w:eastAsia="MS Gothic" w:hAnsi="Tahoma" w:cs="Times New Roman"/>
      <w:b/>
      <w:sz w:val="18"/>
      <w:szCs w:val="18"/>
      <w:lang w:eastAsia="en-US"/>
    </w:rPr>
  </w:style>
  <w:style w:type="paragraph" w:customStyle="1" w:styleId="Pieddepagefiche">
    <w:name w:val="Pied de page fiche"/>
    <w:rsid w:val="0026095A"/>
    <w:rPr>
      <w:rFonts w:ascii="Tahoma" w:eastAsia="Times New Roman" w:hAnsi="Tahoma" w:cs="Tahoma"/>
      <w:color w:val="7F7F7F"/>
      <w:sz w:val="16"/>
      <w:lang w:val="fr-FR" w:eastAsia="en-US"/>
    </w:rPr>
  </w:style>
  <w:style w:type="character" w:customStyle="1" w:styleId="Niveau">
    <w:name w:val="Niveau"/>
    <w:uiPriority w:val="1"/>
    <w:rsid w:val="00204A25"/>
    <w:rPr>
      <w:rFonts w:cs="Tahoma"/>
      <w:szCs w:val="20"/>
      <w:lang w:val="fr-FR"/>
    </w:rPr>
  </w:style>
  <w:style w:type="character" w:customStyle="1" w:styleId="Titre4Car">
    <w:name w:val="Titre 4 Car"/>
    <w:link w:val="Titre4"/>
    <w:uiPriority w:val="9"/>
    <w:semiHidden/>
    <w:rsid w:val="00204A25"/>
    <w:rPr>
      <w:rFonts w:ascii="Tahoma" w:eastAsia="Times" w:hAnsi="Tahoma" w:cs="Tahoma"/>
      <w:b/>
      <w:sz w:val="20"/>
      <w:szCs w:val="20"/>
    </w:rPr>
  </w:style>
  <w:style w:type="paragraph" w:styleId="En-ttedetabledesmatires">
    <w:name w:val="TOC Heading"/>
    <w:basedOn w:val="Titre1"/>
    <w:next w:val="Normal"/>
    <w:uiPriority w:val="39"/>
    <w:semiHidden/>
    <w:unhideWhenUsed/>
    <w:qFormat/>
    <w:rsid w:val="00204A25"/>
    <w:pPr>
      <w:keepLines/>
      <w:pBdr>
        <w:bottom w:val="none" w:sz="0" w:space="0" w:color="auto"/>
      </w:pBdr>
      <w:spacing w:before="480" w:after="0"/>
      <w:ind w:right="0"/>
      <w:jc w:val="left"/>
      <w:outlineLvl w:val="9"/>
    </w:pPr>
    <w:rPr>
      <w:rFonts w:ascii="Calibri" w:eastAsia="MS Gothic" w:hAnsi="Calibri" w:cs="Times New Roman"/>
      <w:b/>
      <w:bCs/>
      <w:smallCaps w:val="0"/>
      <w:szCs w:val="28"/>
      <w:lang w:val="en-GB" w:eastAsia="fr-FR"/>
    </w:rPr>
  </w:style>
  <w:style w:type="paragraph" w:styleId="TM2">
    <w:name w:val="toc 2"/>
    <w:basedOn w:val="Normal"/>
    <w:next w:val="Normal"/>
    <w:autoRedefine/>
    <w:uiPriority w:val="39"/>
    <w:unhideWhenUsed/>
    <w:rsid w:val="00554B94"/>
    <w:pPr>
      <w:ind w:left="200"/>
    </w:pPr>
    <w:rPr>
      <w:sz w:val="18"/>
    </w:rPr>
  </w:style>
  <w:style w:type="paragraph" w:styleId="TM3">
    <w:name w:val="toc 3"/>
    <w:basedOn w:val="Normal"/>
    <w:next w:val="Normal"/>
    <w:autoRedefine/>
    <w:uiPriority w:val="39"/>
    <w:unhideWhenUsed/>
    <w:rsid w:val="00BB6BA1"/>
    <w:pPr>
      <w:ind w:left="400"/>
    </w:pPr>
  </w:style>
  <w:style w:type="paragraph" w:styleId="TM4">
    <w:name w:val="toc 4"/>
    <w:basedOn w:val="Normal"/>
    <w:next w:val="Normal"/>
    <w:autoRedefine/>
    <w:uiPriority w:val="39"/>
    <w:unhideWhenUsed/>
    <w:rsid w:val="00BB6BA1"/>
    <w:pPr>
      <w:ind w:left="600"/>
    </w:pPr>
  </w:style>
  <w:style w:type="paragraph" w:styleId="TM5">
    <w:name w:val="toc 5"/>
    <w:basedOn w:val="Normal"/>
    <w:next w:val="Normal"/>
    <w:autoRedefine/>
    <w:uiPriority w:val="39"/>
    <w:unhideWhenUsed/>
    <w:rsid w:val="00BB6BA1"/>
    <w:pPr>
      <w:ind w:left="800"/>
    </w:pPr>
  </w:style>
  <w:style w:type="paragraph" w:styleId="TM6">
    <w:name w:val="toc 6"/>
    <w:basedOn w:val="Normal"/>
    <w:next w:val="Normal"/>
    <w:autoRedefine/>
    <w:uiPriority w:val="39"/>
    <w:unhideWhenUsed/>
    <w:rsid w:val="00BB6BA1"/>
    <w:pPr>
      <w:ind w:left="1000"/>
    </w:pPr>
  </w:style>
  <w:style w:type="paragraph" w:styleId="TM7">
    <w:name w:val="toc 7"/>
    <w:basedOn w:val="Normal"/>
    <w:next w:val="Normal"/>
    <w:autoRedefine/>
    <w:uiPriority w:val="39"/>
    <w:unhideWhenUsed/>
    <w:rsid w:val="00BB6BA1"/>
    <w:pPr>
      <w:ind w:left="1200"/>
    </w:pPr>
  </w:style>
  <w:style w:type="paragraph" w:styleId="TM8">
    <w:name w:val="toc 8"/>
    <w:basedOn w:val="Normal"/>
    <w:next w:val="Normal"/>
    <w:autoRedefine/>
    <w:uiPriority w:val="39"/>
    <w:unhideWhenUsed/>
    <w:rsid w:val="00BB6BA1"/>
    <w:pPr>
      <w:ind w:left="1400"/>
    </w:pPr>
  </w:style>
  <w:style w:type="paragraph" w:styleId="TM9">
    <w:name w:val="toc 9"/>
    <w:basedOn w:val="Normal"/>
    <w:next w:val="Normal"/>
    <w:autoRedefine/>
    <w:uiPriority w:val="39"/>
    <w:unhideWhenUsed/>
    <w:rsid w:val="00BB6BA1"/>
    <w:pPr>
      <w:ind w:left="1600"/>
    </w:pPr>
  </w:style>
  <w:style w:type="paragraph" w:styleId="Textedebulles">
    <w:name w:val="Balloon Text"/>
    <w:basedOn w:val="Normal"/>
    <w:link w:val="TextedebullesCar"/>
    <w:uiPriority w:val="99"/>
    <w:semiHidden/>
    <w:unhideWhenUsed/>
    <w:rsid w:val="00A534CD"/>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534CD"/>
    <w:rPr>
      <w:rFonts w:ascii="Lucida Grande" w:hAnsi="Lucida Grande" w:cs="Lucida Grande"/>
      <w:sz w:val="18"/>
      <w:szCs w:val="18"/>
      <w:lang w:val="fr-FR" w:eastAsia="en-US"/>
    </w:rPr>
  </w:style>
  <w:style w:type="character" w:styleId="Marquedecommentaire">
    <w:name w:val="annotation reference"/>
    <w:basedOn w:val="Policepardfaut"/>
    <w:uiPriority w:val="99"/>
    <w:semiHidden/>
    <w:unhideWhenUsed/>
    <w:rsid w:val="00C33E98"/>
    <w:rPr>
      <w:sz w:val="18"/>
      <w:szCs w:val="18"/>
    </w:rPr>
  </w:style>
  <w:style w:type="paragraph" w:styleId="Commentaire">
    <w:name w:val="annotation text"/>
    <w:basedOn w:val="Normal"/>
    <w:link w:val="CommentaireCar"/>
    <w:uiPriority w:val="99"/>
    <w:unhideWhenUsed/>
    <w:rsid w:val="00C33E98"/>
    <w:pPr>
      <w:spacing w:line="240" w:lineRule="auto"/>
    </w:pPr>
    <w:rPr>
      <w:sz w:val="24"/>
    </w:rPr>
  </w:style>
  <w:style w:type="character" w:customStyle="1" w:styleId="CommentaireCar">
    <w:name w:val="Commentaire Car"/>
    <w:basedOn w:val="Policepardfaut"/>
    <w:link w:val="Commentaire"/>
    <w:uiPriority w:val="99"/>
    <w:rsid w:val="00C33E98"/>
    <w:rPr>
      <w:rFonts w:ascii="Tahoma" w:hAnsi="Tahoma"/>
      <w:sz w:val="24"/>
      <w:szCs w:val="24"/>
      <w:lang w:val="fr-FR" w:eastAsia="en-US"/>
    </w:rPr>
  </w:style>
  <w:style w:type="paragraph" w:styleId="Objetducommentaire">
    <w:name w:val="annotation subject"/>
    <w:basedOn w:val="Commentaire"/>
    <w:next w:val="Commentaire"/>
    <w:link w:val="ObjetducommentaireCar"/>
    <w:uiPriority w:val="99"/>
    <w:semiHidden/>
    <w:unhideWhenUsed/>
    <w:rsid w:val="00C33E98"/>
    <w:rPr>
      <w:b/>
      <w:bCs/>
      <w:sz w:val="20"/>
      <w:szCs w:val="20"/>
    </w:rPr>
  </w:style>
  <w:style w:type="character" w:customStyle="1" w:styleId="ObjetducommentaireCar">
    <w:name w:val="Objet du commentaire Car"/>
    <w:basedOn w:val="CommentaireCar"/>
    <w:link w:val="Objetducommentaire"/>
    <w:uiPriority w:val="99"/>
    <w:semiHidden/>
    <w:rsid w:val="00C33E98"/>
    <w:rPr>
      <w:rFonts w:ascii="Tahoma" w:hAnsi="Tahoma"/>
      <w:b/>
      <w:bCs/>
      <w:sz w:val="24"/>
      <w:szCs w:val="24"/>
      <w:lang w:val="fr-FR" w:eastAsia="en-US"/>
    </w:rPr>
  </w:style>
  <w:style w:type="character" w:styleId="Lienhypertexte">
    <w:name w:val="Hyperlink"/>
    <w:basedOn w:val="Policepardfaut"/>
    <w:uiPriority w:val="99"/>
    <w:unhideWhenUsed/>
    <w:rsid w:val="00E078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H:\PROFESSEURS\RESSOURCES\3_Chanson\Clips%20Chansons\Gabarit-PDC_2016\Gabarit-PDC-Prof.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4337A-EDE9-C045-99CF-FF7D7DF07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H:\PROFESSEURS\RESSOURCES\3_Chanson\Clips Chansons\Gabarit-PDC_2016\Gabarit-PDC-Prof.dotx</Template>
  <TotalTime>1</TotalTime>
  <Pages>4</Pages>
  <Words>1452</Words>
  <Characters>7986</Characters>
  <Application>Microsoft Macintosh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Noemie LE STUME</dc:creator>
  <cp:lastModifiedBy>Marion</cp:lastModifiedBy>
  <cp:revision>3</cp:revision>
  <cp:lastPrinted>2019-06-21T13:17:00Z</cp:lastPrinted>
  <dcterms:created xsi:type="dcterms:W3CDTF">2019-06-21T13:17:00Z</dcterms:created>
  <dcterms:modified xsi:type="dcterms:W3CDTF">2019-06-21T13:17:00Z</dcterms:modified>
</cp:coreProperties>
</file>