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52" w:type="pct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ook w:val="01E0" w:firstRow="1" w:lastRow="1" w:firstColumn="1" w:lastColumn="1" w:noHBand="0" w:noVBand="0"/>
      </w:tblPr>
      <w:tblGrid>
        <w:gridCol w:w="6896"/>
        <w:gridCol w:w="2836"/>
      </w:tblGrid>
      <w:tr w:rsidR="00F96A53" w:rsidRPr="00B25FD7" w14:paraId="728A5989" w14:textId="77777777" w:rsidTr="00F96A53">
        <w:trPr>
          <w:trHeight w:val="567"/>
        </w:trPr>
        <w:tc>
          <w:tcPr>
            <w:tcW w:w="3543" w:type="pct"/>
            <w:tcBorders>
              <w:top w:val="nil"/>
              <w:left w:val="nil"/>
              <w:bottom w:val="single" w:sz="4" w:space="0" w:color="95B3D7"/>
              <w:right w:val="single" w:sz="4" w:space="0" w:color="95B3D7"/>
            </w:tcBorders>
            <w:shd w:val="clear" w:color="auto" w:fill="auto"/>
            <w:vAlign w:val="center"/>
          </w:tcPr>
          <w:p w14:paraId="26502322" w14:textId="01BA7139" w:rsidR="002F1DF6" w:rsidRPr="00B25FD7" w:rsidRDefault="00FA2F03" w:rsidP="002D1CBF">
            <w:pPr>
              <w:pStyle w:val="Titre"/>
            </w:pPr>
            <w:bookmarkStart w:id="0" w:name="_GoBack"/>
            <w:bookmarkEnd w:id="0"/>
            <w:r>
              <w:t>« </w:t>
            </w:r>
            <w:r w:rsidR="00FD4556">
              <w:t>Mon roi</w:t>
            </w:r>
            <w:r>
              <w:t xml:space="preserve"> » - </w:t>
            </w:r>
            <w:r w:rsidR="00FD4556">
              <w:t>Camélia Jordana</w:t>
            </w:r>
          </w:p>
        </w:tc>
        <w:tc>
          <w:tcPr>
            <w:tcW w:w="1457" w:type="pct"/>
            <w:tcBorders>
              <w:top w:val="nil"/>
              <w:left w:val="single" w:sz="4" w:space="0" w:color="95B3D7"/>
              <w:bottom w:val="single" w:sz="4" w:space="0" w:color="95B3D7"/>
              <w:right w:val="nil"/>
            </w:tcBorders>
            <w:shd w:val="clear" w:color="auto" w:fill="auto"/>
            <w:vAlign w:val="center"/>
          </w:tcPr>
          <w:p w14:paraId="6B60903D" w14:textId="77777777" w:rsidR="002F1DF6" w:rsidRPr="00B25FD7" w:rsidRDefault="002F1DF6" w:rsidP="00805CAB">
            <w:pPr>
              <w:pStyle w:val="diffusion"/>
              <w:spacing w:before="0"/>
              <w:ind w:left="0" w:right="53"/>
              <w:jc w:val="left"/>
              <w:rPr>
                <w:rStyle w:val="Datemiseenligne"/>
              </w:rPr>
            </w:pPr>
            <w:r w:rsidRPr="00B25FD7">
              <w:rPr>
                <w:rFonts w:cs="Tahoma"/>
                <w:b/>
                <w:color w:val="365F91"/>
              </w:rPr>
              <w:t>Date du cours </w:t>
            </w:r>
            <w:proofErr w:type="gramStart"/>
            <w:r w:rsidRPr="00B25FD7">
              <w:rPr>
                <w:rFonts w:cs="Tahoma"/>
                <w:color w:val="365F91"/>
              </w:rPr>
              <w:t>:</w:t>
            </w:r>
            <w:r w:rsidRPr="00B25FD7">
              <w:rPr>
                <w:rStyle w:val="Datemiseenligne"/>
              </w:rPr>
              <w:t xml:space="preserve"> .</w:t>
            </w:r>
            <w:proofErr w:type="gramEnd"/>
            <w:r w:rsidRPr="00B25FD7">
              <w:rPr>
                <w:rStyle w:val="Datemiseenligne"/>
              </w:rPr>
              <w:t xml:space="preserve"> . / . . / . . . .</w:t>
            </w:r>
          </w:p>
        </w:tc>
      </w:tr>
    </w:tbl>
    <w:p w14:paraId="4099D3D5" w14:textId="77777777" w:rsidR="009752BB" w:rsidRDefault="009752BB" w:rsidP="009752BB"/>
    <w:p w14:paraId="141F922C" w14:textId="316A226C" w:rsidR="002F1DF6" w:rsidRPr="00B67B3A" w:rsidRDefault="00986C56" w:rsidP="00B67B3A">
      <w:pPr>
        <w:pStyle w:val="Titre1"/>
      </w:pPr>
      <w:r>
        <w:t>Avec les paroles et la musique</w:t>
      </w:r>
    </w:p>
    <w:p w14:paraId="1A375876" w14:textId="28ADD98A" w:rsidR="002F1DF6" w:rsidRPr="0009259C" w:rsidRDefault="002F1DF6" w:rsidP="00935C07">
      <w:pPr>
        <w:pStyle w:val="Titre2"/>
        <w:jc w:val="both"/>
      </w:pPr>
      <w:r w:rsidRPr="0009259C">
        <w:t xml:space="preserve">Activité 1 : </w:t>
      </w:r>
      <w:r w:rsidR="00986C56" w:rsidRPr="00986C56">
        <w:rPr>
          <w:rFonts w:eastAsia="Arial Unicode MS"/>
        </w:rPr>
        <w:t xml:space="preserve">écoutez le début du clip. </w:t>
      </w:r>
      <w:bookmarkStart w:id="1" w:name="_Hlk129850225"/>
      <w:r w:rsidR="00986C56" w:rsidRPr="00986C56">
        <w:rPr>
          <w:rFonts w:eastAsia="Arial Unicode MS"/>
        </w:rPr>
        <w:t xml:space="preserve">Comment </w:t>
      </w:r>
      <w:r w:rsidR="00A719BB" w:rsidRPr="001B46B9">
        <w:rPr>
          <w:rFonts w:eastAsia="Arial Unicode MS"/>
        </w:rPr>
        <w:t>le</w:t>
      </w:r>
      <w:r w:rsidR="00A719BB">
        <w:rPr>
          <w:rFonts w:eastAsia="Arial Unicode MS"/>
        </w:rPr>
        <w:t xml:space="preserve"> </w:t>
      </w:r>
      <w:r w:rsidR="00986C56" w:rsidRPr="00986C56">
        <w:rPr>
          <w:rFonts w:eastAsia="Arial Unicode MS"/>
        </w:rPr>
        <w:t>caractériseriez-vou</w:t>
      </w:r>
      <w:r w:rsidR="001B46B9">
        <w:rPr>
          <w:rFonts w:eastAsia="Arial Unicode MS"/>
        </w:rPr>
        <w:t xml:space="preserve">s </w:t>
      </w:r>
      <w:r w:rsidR="00986C56" w:rsidRPr="00986C56">
        <w:rPr>
          <w:rFonts w:eastAsia="Arial Unicode MS"/>
        </w:rPr>
        <w:t>?</w:t>
      </w:r>
      <w:r w:rsidR="00986C56">
        <w:rPr>
          <w:rFonts w:eastAsia="Arial Unicode MS"/>
        </w:rPr>
        <w:t xml:space="preserve"> Cochez </w:t>
      </w:r>
      <w:r w:rsidR="00A719BB" w:rsidRPr="001B46B9">
        <w:rPr>
          <w:rFonts w:eastAsia="Arial Unicode MS"/>
        </w:rPr>
        <w:t xml:space="preserve">les </w:t>
      </w:r>
      <w:r w:rsidR="00986C56" w:rsidRPr="001B46B9">
        <w:rPr>
          <w:rFonts w:eastAsia="Arial Unicode MS"/>
        </w:rPr>
        <w:t>réponse</w:t>
      </w:r>
      <w:r w:rsidR="00935C07">
        <w:rPr>
          <w:rFonts w:eastAsia="Arial Unicode MS"/>
        </w:rPr>
        <w:t>s</w:t>
      </w:r>
      <w:r w:rsidR="00484873">
        <w:rPr>
          <w:rFonts w:eastAsia="Arial Unicode MS"/>
        </w:rPr>
        <w:t xml:space="preserve"> qui conviennent selon vous</w:t>
      </w:r>
      <w:r w:rsidR="00986C56" w:rsidRPr="001B46B9">
        <w:rPr>
          <w:rFonts w:eastAsia="Arial Unicode MS"/>
        </w:rPr>
        <w:t>.</w:t>
      </w:r>
      <w:bookmarkEnd w:id="1"/>
    </w:p>
    <w:p w14:paraId="58495C5D" w14:textId="0CA4F231" w:rsidR="00B25FD7" w:rsidRDefault="00935C07" w:rsidP="00B25FD7">
      <w:r w:rsidRPr="0069191C">
        <w:sym w:font="Wingdings" w:char="F071"/>
      </w:r>
      <w:r w:rsidRPr="0069191C">
        <w:t xml:space="preserve"> Triste</w:t>
      </w:r>
      <w:r>
        <w:tab/>
      </w:r>
      <w:r>
        <w:tab/>
      </w:r>
      <w:r w:rsidRPr="0069191C">
        <w:sym w:font="Wingdings" w:char="F071"/>
      </w:r>
      <w:r w:rsidRPr="0069191C">
        <w:t xml:space="preserve"> </w:t>
      </w:r>
      <w:r>
        <w:t>Joyeux</w:t>
      </w:r>
      <w:r>
        <w:tab/>
      </w:r>
      <w:r>
        <w:tab/>
      </w:r>
      <w:r w:rsidRPr="0069191C">
        <w:sym w:font="Wingdings" w:char="F071"/>
      </w:r>
      <w:r w:rsidRPr="0069191C">
        <w:t xml:space="preserve"> </w:t>
      </w:r>
      <w:r>
        <w:t>Doux</w:t>
      </w:r>
      <w:r>
        <w:tab/>
      </w:r>
      <w:r>
        <w:tab/>
      </w:r>
      <w:r>
        <w:tab/>
      </w:r>
      <w:r w:rsidRPr="0069191C">
        <w:sym w:font="Wingdings" w:char="F071"/>
      </w:r>
      <w:r w:rsidRPr="0069191C">
        <w:t xml:space="preserve"> </w:t>
      </w:r>
      <w:r>
        <w:t>Mélancolique</w:t>
      </w:r>
      <w:r>
        <w:tab/>
      </w:r>
      <w:r>
        <w:tab/>
      </w:r>
      <w:r w:rsidRPr="0069191C">
        <w:sym w:font="Wingdings" w:char="F071"/>
      </w:r>
      <w:r w:rsidRPr="0069191C">
        <w:t xml:space="preserve"> </w:t>
      </w:r>
      <w:r>
        <w:t>Lent</w:t>
      </w:r>
    </w:p>
    <w:p w14:paraId="22E89E94" w14:textId="327352D5" w:rsidR="00935C07" w:rsidRDefault="00935C07" w:rsidP="00986C56">
      <w:pPr>
        <w:sectPr w:rsidR="00935C07" w:rsidSect="002F1DF6">
          <w:headerReference w:type="default" r:id="rId7"/>
          <w:footerReference w:type="default" r:id="rId8"/>
          <w:pgSz w:w="11900" w:h="16840"/>
          <w:pgMar w:top="1417" w:right="1134" w:bottom="1134" w:left="1134" w:header="708" w:footer="284" w:gutter="0"/>
          <w:cols w:space="708"/>
          <w:docGrid w:linePitch="360"/>
        </w:sectPr>
      </w:pPr>
      <w:r w:rsidRPr="0069191C">
        <w:sym w:font="Wingdings" w:char="F071"/>
      </w:r>
      <w:r w:rsidRPr="0069191C">
        <w:t xml:space="preserve"> </w:t>
      </w:r>
      <w:r>
        <w:t>Ensorcelant</w:t>
      </w:r>
      <w:r>
        <w:tab/>
      </w:r>
      <w:r>
        <w:tab/>
      </w:r>
      <w:r w:rsidRPr="0069191C">
        <w:sym w:font="Wingdings" w:char="F071"/>
      </w:r>
      <w:r w:rsidRPr="0069191C">
        <w:t xml:space="preserve"> </w:t>
      </w:r>
      <w:r>
        <w:t>Entraînant</w:t>
      </w:r>
      <w:r>
        <w:tab/>
      </w:r>
      <w:r>
        <w:tab/>
      </w:r>
      <w:r w:rsidRPr="0069191C">
        <w:sym w:font="Wingdings" w:char="F071"/>
      </w:r>
      <w:r w:rsidRPr="0069191C">
        <w:t xml:space="preserve"> Triste</w:t>
      </w:r>
      <w:r>
        <w:tab/>
      </w:r>
      <w:r>
        <w:tab/>
      </w:r>
      <w:r w:rsidRPr="0069191C">
        <w:sym w:font="Wingdings" w:char="F071"/>
      </w:r>
      <w:r w:rsidRPr="0069191C">
        <w:t xml:space="preserve"> </w:t>
      </w:r>
      <w:r>
        <w:t>Drôle</w:t>
      </w:r>
      <w:r>
        <w:tab/>
      </w:r>
      <w:r>
        <w:tab/>
      </w:r>
      <w:r w:rsidRPr="0069191C">
        <w:sym w:font="Wingdings" w:char="F071"/>
      </w:r>
      <w:r w:rsidRPr="0069191C">
        <w:t xml:space="preserve"> </w:t>
      </w:r>
      <w:r>
        <w:t>Touchant</w:t>
      </w:r>
    </w:p>
    <w:p w14:paraId="67C5DEDD" w14:textId="77777777" w:rsidR="00A7348A" w:rsidRDefault="00A7348A" w:rsidP="00935C07">
      <w:pPr>
        <w:sectPr w:rsidR="00A7348A" w:rsidSect="00A7348A">
          <w:type w:val="continuous"/>
          <w:pgSz w:w="11900" w:h="16840"/>
          <w:pgMar w:top="1417" w:right="1134" w:bottom="1134" w:left="1134" w:header="708" w:footer="284" w:gutter="0"/>
          <w:cols w:num="2" w:space="708"/>
          <w:docGrid w:linePitch="360"/>
        </w:sectPr>
      </w:pPr>
    </w:p>
    <w:p w14:paraId="10349F05" w14:textId="06D5FCE4" w:rsidR="002F1DF6" w:rsidRDefault="00A7348A" w:rsidP="00237230">
      <w:pPr>
        <w:ind w:left="708" w:firstLine="708"/>
      </w:pPr>
      <w:r>
        <w:tab/>
      </w:r>
      <w:r>
        <w:tab/>
      </w:r>
      <w:r>
        <w:tab/>
      </w:r>
      <w:r>
        <w:tab/>
      </w:r>
    </w:p>
    <w:p w14:paraId="3C2EB4C0" w14:textId="54F2891A" w:rsidR="00237230" w:rsidRPr="0009259C" w:rsidRDefault="00237230" w:rsidP="00237230">
      <w:pPr>
        <w:pStyle w:val="Titre2"/>
      </w:pPr>
      <w:r w:rsidRPr="0009259C">
        <w:t xml:space="preserve">Activité </w:t>
      </w:r>
      <w:r>
        <w:t>2</w:t>
      </w:r>
      <w:r w:rsidRPr="0009259C">
        <w:t xml:space="preserve"> : </w:t>
      </w:r>
      <w:r w:rsidRPr="00986C56">
        <w:rPr>
          <w:rFonts w:eastAsia="Arial Unicode MS"/>
        </w:rPr>
        <w:t>éco</w:t>
      </w:r>
      <w:r w:rsidRPr="00307247">
        <w:rPr>
          <w:rFonts w:eastAsia="Arial Unicode MS"/>
        </w:rPr>
        <w:t>utez</w:t>
      </w:r>
      <w:r w:rsidR="00A719BB" w:rsidRPr="00307247">
        <w:rPr>
          <w:rFonts w:eastAsia="Arial Unicode MS"/>
        </w:rPr>
        <w:t xml:space="preserve"> la chanson</w:t>
      </w:r>
      <w:r w:rsidRPr="00307247">
        <w:rPr>
          <w:rFonts w:eastAsia="Arial Unicode MS"/>
        </w:rPr>
        <w:t xml:space="preserve"> et retrouvez les verbes </w:t>
      </w:r>
      <w:r w:rsidR="00A719BB" w:rsidRPr="00307247">
        <w:rPr>
          <w:rFonts w:eastAsia="Arial Unicode MS"/>
        </w:rPr>
        <w:t>entendus</w:t>
      </w:r>
      <w:r w:rsidRPr="00307247">
        <w:rPr>
          <w:rFonts w:eastAsia="Arial Unicode MS"/>
        </w:rPr>
        <w:t>.</w:t>
      </w:r>
    </w:p>
    <w:p w14:paraId="697CFB8C" w14:textId="77777777" w:rsidR="002F1DF6" w:rsidRDefault="002F1DF6" w:rsidP="00237230">
      <w:pPr>
        <w:jc w:val="center"/>
      </w:pPr>
    </w:p>
    <w:p w14:paraId="7ACB1262" w14:textId="4946E6D8" w:rsidR="00CD5FAB" w:rsidRDefault="00237230" w:rsidP="00A719BB">
      <w:pPr>
        <w:spacing w:line="480" w:lineRule="auto"/>
        <w:ind w:left="1418"/>
      </w:pPr>
      <w:bookmarkStart w:id="2" w:name="_Hlk128406808"/>
      <w:r>
        <w:t>Tes yeux me _______________</w:t>
      </w:r>
    </w:p>
    <w:p w14:paraId="7E06D7D9" w14:textId="6A9DB8FF" w:rsidR="00237230" w:rsidRDefault="00237230" w:rsidP="00A719BB">
      <w:pPr>
        <w:spacing w:line="480" w:lineRule="auto"/>
        <w:ind w:left="1418"/>
      </w:pPr>
      <w:r>
        <w:t>Si mon cœur _______________, c’est que tes mains _______________</w:t>
      </w:r>
    </w:p>
    <w:p w14:paraId="3F36DF15" w14:textId="2D764029" w:rsidR="00237230" w:rsidRDefault="00237230" w:rsidP="00A719BB">
      <w:pPr>
        <w:spacing w:line="480" w:lineRule="auto"/>
        <w:ind w:left="1416"/>
      </w:pPr>
      <w:r>
        <w:t>J’ai le cœur qui _______________</w:t>
      </w:r>
    </w:p>
    <w:p w14:paraId="5B8D225A" w14:textId="3C70C98E" w:rsidR="00B25FD7" w:rsidRDefault="00237230" w:rsidP="0052442D">
      <w:pPr>
        <w:spacing w:line="480" w:lineRule="auto"/>
        <w:ind w:left="1416"/>
      </w:pPr>
      <w:r>
        <w:t>Mon amour _______________ au son de ta voix</w:t>
      </w:r>
      <w:bookmarkEnd w:id="2"/>
    </w:p>
    <w:p w14:paraId="7082F16D" w14:textId="7BDA6DB4" w:rsidR="00237230" w:rsidRPr="00B67B3A" w:rsidRDefault="00237230" w:rsidP="00237230">
      <w:pPr>
        <w:pStyle w:val="Titre1"/>
      </w:pPr>
      <w:r>
        <w:t>Avec les images</w:t>
      </w:r>
    </w:p>
    <w:p w14:paraId="2FDF53DD" w14:textId="6214C8DB" w:rsidR="009C1871" w:rsidRPr="00AA2D4E" w:rsidRDefault="00237230" w:rsidP="00D602E6">
      <w:pPr>
        <w:pStyle w:val="Titre2"/>
        <w:rPr>
          <w:rFonts w:eastAsia="Arial Unicode MS"/>
        </w:rPr>
      </w:pPr>
      <w:r w:rsidRPr="0009259C">
        <w:t xml:space="preserve">Activité </w:t>
      </w:r>
      <w:r w:rsidR="000E1664">
        <w:t>3</w:t>
      </w:r>
      <w:r w:rsidRPr="0009259C">
        <w:t xml:space="preserve"> : </w:t>
      </w:r>
      <w:r w:rsidR="00A8736C">
        <w:rPr>
          <w:rFonts w:eastAsia="Arial Unicode MS"/>
        </w:rPr>
        <w:t xml:space="preserve">regardez le clip et entourez les sentiments </w:t>
      </w:r>
      <w:r w:rsidR="00C63E21">
        <w:rPr>
          <w:rFonts w:eastAsia="Arial Unicode MS"/>
        </w:rPr>
        <w:t>ressentis</w:t>
      </w:r>
      <w:r w:rsidR="00A8736C">
        <w:rPr>
          <w:rFonts w:eastAsia="Arial Unicode MS"/>
        </w:rPr>
        <w:t xml:space="preserve"> par la chanteuse.</w:t>
      </w:r>
    </w:p>
    <w:p w14:paraId="49C32C34" w14:textId="7CFE08A8" w:rsidR="00D602E6" w:rsidRPr="00D204F5" w:rsidRDefault="00D602E6" w:rsidP="00A8736C">
      <w:pPr>
        <w:jc w:val="center"/>
      </w:pPr>
      <w:r w:rsidRPr="00D602E6">
        <w:rPr>
          <w:noProof/>
        </w:rPr>
        <w:drawing>
          <wp:inline distT="0" distB="0" distL="0" distR="0" wp14:anchorId="51C9B59D" wp14:editId="13981206">
            <wp:extent cx="3937957" cy="3433445"/>
            <wp:effectExtent l="0" t="0" r="571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781" cy="345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761C16" w14:textId="215BBA8F" w:rsidR="000E1664" w:rsidRPr="00B67B3A" w:rsidRDefault="000E1664" w:rsidP="000E1664">
      <w:pPr>
        <w:pStyle w:val="Titre1"/>
      </w:pPr>
      <w:r>
        <w:t>A</w:t>
      </w:r>
      <w:r w:rsidR="00975FAE">
        <w:t>près avoir regardé le clip</w:t>
      </w:r>
    </w:p>
    <w:p w14:paraId="0C206AC9" w14:textId="62D722A5" w:rsidR="000E1664" w:rsidRPr="0009259C" w:rsidRDefault="000E1664" w:rsidP="000E1664">
      <w:pPr>
        <w:pStyle w:val="Titre2"/>
      </w:pPr>
      <w:r w:rsidRPr="0009259C">
        <w:t xml:space="preserve">Activité </w:t>
      </w:r>
      <w:r w:rsidR="00975FAE">
        <w:t>4</w:t>
      </w:r>
      <w:r w:rsidRPr="0009259C">
        <w:t xml:space="preserve"> : </w:t>
      </w:r>
      <w:bookmarkStart w:id="3" w:name="_Hlk128409551"/>
      <w:r w:rsidR="00975FAE">
        <w:rPr>
          <w:rFonts w:eastAsia="Arial Unicode MS"/>
        </w:rPr>
        <w:t xml:space="preserve">« mon amour n’a d’yeux que pour toi ». Que pensez-vous de la déclaration d’amour de la chanteuse ? Dites si vous pensez que c’est plutôt à un homme, ou à une femme, de faire sa déclaration. </w:t>
      </w:r>
      <w:bookmarkEnd w:id="3"/>
      <w:r w:rsidR="00A719BB" w:rsidRPr="00307247">
        <w:rPr>
          <w:rFonts w:eastAsia="Arial Unicode MS"/>
        </w:rPr>
        <w:t>Expliquez votre point de vue.</w:t>
      </w:r>
    </w:p>
    <w:p w14:paraId="75CBA1BC" w14:textId="77777777" w:rsidR="00E624C0" w:rsidRDefault="00E624C0"/>
    <w:sectPr w:rsidR="00E624C0" w:rsidSect="00A7348A">
      <w:type w:val="continuous"/>
      <w:pgSz w:w="11900" w:h="16840"/>
      <w:pgMar w:top="1417" w:right="1134" w:bottom="1134" w:left="1134" w:header="70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0EF59E" w14:textId="77777777" w:rsidR="008D4E69" w:rsidRDefault="008D4E69" w:rsidP="002F1DF6">
      <w:r>
        <w:separator/>
      </w:r>
    </w:p>
  </w:endnote>
  <w:endnote w:type="continuationSeparator" w:id="0">
    <w:p w14:paraId="043D58B8" w14:textId="77777777" w:rsidR="008D4E69" w:rsidRDefault="008D4E69" w:rsidP="002F1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﷽﷽﷽﷽﷽﷽﷽﷽w Roman"/>
    <w:charset w:val="00"/>
    <w:family w:val="auto"/>
    <w:pitch w:val="variable"/>
    <w:sig w:usb0="00000000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Look w:val="04A0" w:firstRow="1" w:lastRow="0" w:firstColumn="1" w:lastColumn="0" w:noHBand="0" w:noVBand="1"/>
    </w:tblPr>
    <w:tblGrid>
      <w:gridCol w:w="3849"/>
      <w:gridCol w:w="1803"/>
      <w:gridCol w:w="3980"/>
    </w:tblGrid>
    <w:tr w:rsidR="0009259C" w:rsidRPr="00B25FD7" w14:paraId="23094ADA" w14:textId="77777777" w:rsidTr="009752BB">
      <w:trPr>
        <w:trHeight w:val="284"/>
        <w:jc w:val="center"/>
      </w:trPr>
      <w:tc>
        <w:tcPr>
          <w:tcW w:w="1998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296119F3" w14:textId="77777777" w:rsidR="0009259C" w:rsidRPr="00B25FD7" w:rsidRDefault="0009259C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936" w:type="pct"/>
          <w:vMerge w:val="restart"/>
          <w:shd w:val="clear" w:color="auto" w:fill="auto"/>
          <w:vAlign w:val="center"/>
        </w:tcPr>
        <w:p w14:paraId="0D2D5825" w14:textId="77777777"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  <w:r w:rsidRPr="00B25FD7">
            <w:rPr>
              <w:color w:val="7F7F7F"/>
              <w:sz w:val="16"/>
              <w:szCs w:val="18"/>
            </w:rPr>
            <w:t xml:space="preserve">Page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PAGE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FA2F03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  <w:r w:rsidRPr="00B25FD7">
            <w:rPr>
              <w:color w:val="7F7F7F"/>
              <w:sz w:val="16"/>
              <w:szCs w:val="18"/>
            </w:rPr>
            <w:t xml:space="preserve"> sur 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begin"/>
          </w:r>
          <w:r w:rsidRPr="00B25FD7">
            <w:rPr>
              <w:b/>
              <w:bCs/>
              <w:color w:val="7F7F7F"/>
              <w:sz w:val="16"/>
              <w:szCs w:val="18"/>
            </w:rPr>
            <w:instrText>NUMPAGES</w:instrTex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separate"/>
          </w:r>
          <w:r w:rsidR="00FA2F03">
            <w:rPr>
              <w:b/>
              <w:bCs/>
              <w:noProof/>
              <w:color w:val="7F7F7F"/>
              <w:sz w:val="16"/>
              <w:szCs w:val="18"/>
            </w:rPr>
            <w:t>1</w:t>
          </w:r>
          <w:r w:rsidRPr="00B25FD7">
            <w:rPr>
              <w:b/>
              <w:bCs/>
              <w:color w:val="7F7F7F"/>
              <w:sz w:val="16"/>
              <w:szCs w:val="18"/>
            </w:rPr>
            <w:fldChar w:fldCharType="end"/>
          </w:r>
        </w:p>
      </w:tc>
      <w:tc>
        <w:tcPr>
          <w:tcW w:w="2066" w:type="pct"/>
          <w:tcBorders>
            <w:bottom w:val="single" w:sz="4" w:space="0" w:color="A6A6A6"/>
          </w:tcBorders>
          <w:shd w:val="clear" w:color="auto" w:fill="auto"/>
          <w:vAlign w:val="bottom"/>
        </w:tcPr>
        <w:p w14:paraId="1F9B4741" w14:textId="77777777" w:rsidR="0009259C" w:rsidRPr="00B25FD7" w:rsidRDefault="0009259C" w:rsidP="00B25FD7">
          <w:pPr>
            <w:pStyle w:val="Pieddepage"/>
            <w:jc w:val="right"/>
            <w:rPr>
              <w:rFonts w:cs="Tahoma"/>
              <w:color w:val="7F7F7F"/>
              <w:sz w:val="16"/>
              <w:szCs w:val="20"/>
            </w:rPr>
          </w:pPr>
        </w:p>
      </w:tc>
    </w:tr>
    <w:tr w:rsidR="0009259C" w:rsidRPr="00B25FD7" w14:paraId="42315A2B" w14:textId="77777777" w:rsidTr="009752BB">
      <w:trPr>
        <w:trHeight w:val="284"/>
        <w:jc w:val="center"/>
      </w:trPr>
      <w:tc>
        <w:tcPr>
          <w:tcW w:w="1998" w:type="pct"/>
          <w:tcBorders>
            <w:top w:val="single" w:sz="4" w:space="0" w:color="A6A6A6"/>
          </w:tcBorders>
          <w:shd w:val="clear" w:color="auto" w:fill="auto"/>
        </w:tcPr>
        <w:p w14:paraId="3689568D" w14:textId="6B2D8B70" w:rsidR="0009259C" w:rsidRPr="00B25FD7" w:rsidRDefault="00FD4556" w:rsidP="00805CAB">
          <w:pPr>
            <w:pStyle w:val="Pieddepage"/>
            <w:rPr>
              <w:rFonts w:cs="Tahoma"/>
              <w:color w:val="7F7F7F"/>
              <w:sz w:val="16"/>
              <w:szCs w:val="20"/>
            </w:rPr>
          </w:pPr>
          <w:r>
            <w:rPr>
              <w:rFonts w:cs="Tahoma"/>
              <w:color w:val="7F7F7F"/>
              <w:sz w:val="16"/>
              <w:szCs w:val="20"/>
            </w:rPr>
            <w:t>Florine Toulouse</w:t>
          </w:r>
        </w:p>
      </w:tc>
      <w:tc>
        <w:tcPr>
          <w:tcW w:w="936" w:type="pct"/>
          <w:vMerge/>
          <w:shd w:val="clear" w:color="auto" w:fill="auto"/>
          <w:vAlign w:val="center"/>
        </w:tcPr>
        <w:p w14:paraId="4DCA3264" w14:textId="77777777" w:rsidR="0009259C" w:rsidRPr="00B25FD7" w:rsidRDefault="0009259C" w:rsidP="00B25FD7">
          <w:pPr>
            <w:pStyle w:val="Pieddepage"/>
            <w:jc w:val="center"/>
            <w:rPr>
              <w:rFonts w:cs="Tahoma"/>
              <w:color w:val="7F7F7F"/>
              <w:sz w:val="16"/>
              <w:szCs w:val="20"/>
            </w:rPr>
          </w:pPr>
        </w:p>
      </w:tc>
      <w:tc>
        <w:tcPr>
          <w:tcW w:w="2066" w:type="pct"/>
          <w:tcBorders>
            <w:top w:val="single" w:sz="4" w:space="0" w:color="A6A6A6"/>
          </w:tcBorders>
          <w:shd w:val="clear" w:color="auto" w:fill="auto"/>
        </w:tcPr>
        <w:p w14:paraId="60FC17FE" w14:textId="23BD6220" w:rsidR="0009259C" w:rsidRPr="00B25FD7" w:rsidRDefault="00FD4556" w:rsidP="00B25FD7">
          <w:pPr>
            <w:pStyle w:val="Pieddepage"/>
            <w:jc w:val="right"/>
            <w:rPr>
              <w:color w:val="7F7F7F"/>
              <w:sz w:val="16"/>
              <w:szCs w:val="18"/>
            </w:rPr>
          </w:pPr>
          <w:r>
            <w:rPr>
              <w:color w:val="7F7F7F"/>
              <w:sz w:val="16"/>
              <w:szCs w:val="18"/>
            </w:rPr>
            <w:t>CAVILAM - Alliance Française</w:t>
          </w:r>
        </w:p>
      </w:tc>
    </w:tr>
  </w:tbl>
  <w:p w14:paraId="7A5CF6DD" w14:textId="77777777" w:rsidR="0009259C" w:rsidRDefault="0009259C" w:rsidP="002F1DF6">
    <w:pPr>
      <w:pStyle w:val="Pieddepage"/>
      <w:tabs>
        <w:tab w:val="clear" w:pos="4703"/>
        <w:tab w:val="clear" w:pos="9406"/>
        <w:tab w:val="left" w:pos="74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A5CD3" w14:textId="77777777" w:rsidR="008D4E69" w:rsidRDefault="008D4E69" w:rsidP="002F1DF6">
      <w:r>
        <w:separator/>
      </w:r>
    </w:p>
  </w:footnote>
  <w:footnote w:type="continuationSeparator" w:id="0">
    <w:p w14:paraId="3B58E7F2" w14:textId="77777777" w:rsidR="008D4E69" w:rsidRDefault="008D4E69" w:rsidP="002F1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right"/>
      <w:tblLook w:val="04A0" w:firstRow="1" w:lastRow="0" w:firstColumn="1" w:lastColumn="0" w:noHBand="0" w:noVBand="1"/>
    </w:tblPr>
    <w:tblGrid>
      <w:gridCol w:w="3175"/>
      <w:gridCol w:w="576"/>
    </w:tblGrid>
    <w:tr w:rsidR="0009259C" w:rsidRPr="00B25FD7" w14:paraId="5D26AC08" w14:textId="77777777" w:rsidTr="0002564F">
      <w:trPr>
        <w:trHeight w:val="71"/>
        <w:jc w:val="right"/>
      </w:trPr>
      <w:tc>
        <w:tcPr>
          <w:tcW w:w="3175" w:type="dxa"/>
          <w:shd w:val="clear" w:color="auto" w:fill="auto"/>
        </w:tcPr>
        <w:p w14:paraId="672349F6" w14:textId="1909A489" w:rsidR="0009259C" w:rsidRPr="00B25FD7" w:rsidRDefault="0009259C" w:rsidP="0002564F">
          <w:pPr>
            <w:pStyle w:val="En-tte"/>
            <w:jc w:val="right"/>
            <w:rPr>
              <w:color w:val="A6A6A6"/>
              <w:sz w:val="16"/>
            </w:rPr>
          </w:pPr>
          <w:r w:rsidRPr="00B25FD7">
            <w:rPr>
              <w:color w:val="A6A6A6"/>
              <w:sz w:val="16"/>
            </w:rPr>
            <w:fldChar w:fldCharType="begin"/>
          </w:r>
          <w:r w:rsidRPr="00B25FD7">
            <w:rPr>
              <w:color w:val="A6A6A6"/>
              <w:sz w:val="16"/>
            </w:rPr>
            <w:instrText xml:space="preserve"> STYLEREF Titre \* MERGEFORMAT </w:instrText>
          </w:r>
          <w:r w:rsidRPr="00B25FD7">
            <w:rPr>
              <w:color w:val="A6A6A6"/>
              <w:sz w:val="16"/>
            </w:rPr>
            <w:fldChar w:fldCharType="separate"/>
          </w:r>
          <w:r w:rsidR="003C7198">
            <w:rPr>
              <w:noProof/>
              <w:color w:val="A6A6A6"/>
              <w:sz w:val="16"/>
            </w:rPr>
            <w:t>« Mon roi » - Camélia Jordana</w:t>
          </w:r>
          <w:r w:rsidRPr="00B25FD7">
            <w:rPr>
              <w:color w:val="A6A6A6"/>
              <w:sz w:val="16"/>
            </w:rPr>
            <w:fldChar w:fldCharType="end"/>
          </w:r>
          <w:r w:rsidRPr="00B25FD7">
            <w:rPr>
              <w:color w:val="A6A6A6"/>
              <w:sz w:val="16"/>
            </w:rPr>
            <w:t xml:space="preserve"> </w:t>
          </w:r>
        </w:p>
      </w:tc>
      <w:tc>
        <w:tcPr>
          <w:tcW w:w="0" w:type="auto"/>
          <w:shd w:val="clear" w:color="auto" w:fill="auto"/>
          <w:vAlign w:val="center"/>
        </w:tcPr>
        <w:p w14:paraId="4FD94486" w14:textId="7C13D4FA" w:rsidR="0009259C" w:rsidRPr="00B25FD7" w:rsidRDefault="0009259C" w:rsidP="00B25FD7">
          <w:pPr>
            <w:jc w:val="right"/>
          </w:pPr>
          <w:r>
            <w:rPr>
              <w:noProof/>
              <w:lang w:eastAsia="fr-FR"/>
            </w:rPr>
            <w:drawing>
              <wp:inline distT="0" distB="0" distL="0" distR="0" wp14:anchorId="7A3176A9" wp14:editId="046CBFC8">
                <wp:extent cx="215900" cy="215900"/>
                <wp:effectExtent l="0" t="0" r="12700" b="12700"/>
                <wp:docPr id="3" name="Image 10" descr="SYSTEME:Users:vmoisan:Desktop:Gabarit BNF:B1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 descr="SYSTEME:Users:vmoisan:Desktop:Gabarit BNF:B1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90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FA2A991" w14:textId="77777777" w:rsidR="0009259C" w:rsidRDefault="009926D2" w:rsidP="002F1DF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0" allowOverlap="1" wp14:anchorId="144569DD" wp14:editId="45FB0C1E">
          <wp:simplePos x="0" y="0"/>
          <wp:positionH relativeFrom="page">
            <wp:align>center</wp:align>
          </wp:positionH>
          <wp:positionV relativeFrom="page">
            <wp:posOffset>-36195</wp:posOffset>
          </wp:positionV>
          <wp:extent cx="8010525" cy="826770"/>
          <wp:effectExtent l="0" t="0" r="0" b="0"/>
          <wp:wrapNone/>
          <wp:docPr id="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010545" cy="8236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3.75pt;height:35.25pt" o:bullet="t">
        <v:imagedata r:id="rId1" o:title="Fleche"/>
      </v:shape>
    </w:pict>
  </w:numPicBullet>
  <w:abstractNum w:abstractNumId="0" w15:restartNumberingAfterBreak="0">
    <w:nsid w:val="FFFFFF1D"/>
    <w:multiLevelType w:val="multilevel"/>
    <w:tmpl w:val="691E4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909EE"/>
    <w:multiLevelType w:val="hybridMultilevel"/>
    <w:tmpl w:val="B792112C"/>
    <w:lvl w:ilvl="0" w:tplc="0BBEF568">
      <w:start w:val="1"/>
      <w:numFmt w:val="bullet"/>
      <w:pStyle w:val="Titre2"/>
      <w:lvlText w:val=""/>
      <w:lvlPicBulletId w:val="0"/>
      <w:lvlJc w:val="righ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A948EE"/>
    <w:multiLevelType w:val="hybridMultilevel"/>
    <w:tmpl w:val="0E3A3E68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AB46997"/>
    <w:multiLevelType w:val="hybridMultilevel"/>
    <w:tmpl w:val="C89828A6"/>
    <w:lvl w:ilvl="0" w:tplc="27460C6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5E3C0F"/>
    <w:multiLevelType w:val="hybridMultilevel"/>
    <w:tmpl w:val="B3E4CAB0"/>
    <w:lvl w:ilvl="0" w:tplc="78D6306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  <w:lvlOverride w:ilvl="0">
      <w:startOverride w:val="1"/>
    </w:lvlOverride>
  </w:num>
  <w:num w:numId="3">
    <w:abstractNumId w:val="4"/>
  </w:num>
  <w:num w:numId="4">
    <w:abstractNumId w:val="1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F6F"/>
    <w:rsid w:val="0002564F"/>
    <w:rsid w:val="00034F6F"/>
    <w:rsid w:val="00054A5E"/>
    <w:rsid w:val="0009259C"/>
    <w:rsid w:val="000D49E7"/>
    <w:rsid w:val="000E1664"/>
    <w:rsid w:val="000F5FBE"/>
    <w:rsid w:val="00106547"/>
    <w:rsid w:val="00126AE4"/>
    <w:rsid w:val="001607F8"/>
    <w:rsid w:val="001B46B9"/>
    <w:rsid w:val="001D1AE5"/>
    <w:rsid w:val="001E3CCF"/>
    <w:rsid w:val="00212C5E"/>
    <w:rsid w:val="00237230"/>
    <w:rsid w:val="002859AC"/>
    <w:rsid w:val="00287247"/>
    <w:rsid w:val="002D1CBF"/>
    <w:rsid w:val="002F1DF6"/>
    <w:rsid w:val="00307247"/>
    <w:rsid w:val="00333F4C"/>
    <w:rsid w:val="0033772F"/>
    <w:rsid w:val="003513CD"/>
    <w:rsid w:val="00392052"/>
    <w:rsid w:val="003C7198"/>
    <w:rsid w:val="003D16B2"/>
    <w:rsid w:val="00404629"/>
    <w:rsid w:val="0043411A"/>
    <w:rsid w:val="00442378"/>
    <w:rsid w:val="00463A73"/>
    <w:rsid w:val="004814D4"/>
    <w:rsid w:val="00484873"/>
    <w:rsid w:val="0052442D"/>
    <w:rsid w:val="005310EE"/>
    <w:rsid w:val="00583F2C"/>
    <w:rsid w:val="0069191C"/>
    <w:rsid w:val="006D0F77"/>
    <w:rsid w:val="00724332"/>
    <w:rsid w:val="0076665A"/>
    <w:rsid w:val="007757A2"/>
    <w:rsid w:val="007B64FE"/>
    <w:rsid w:val="00800946"/>
    <w:rsid w:val="00805CAB"/>
    <w:rsid w:val="00847BB8"/>
    <w:rsid w:val="008B36D1"/>
    <w:rsid w:val="008D1F8B"/>
    <w:rsid w:val="008D4E69"/>
    <w:rsid w:val="00931BD8"/>
    <w:rsid w:val="00935C07"/>
    <w:rsid w:val="0096001E"/>
    <w:rsid w:val="009752BB"/>
    <w:rsid w:val="00975FAE"/>
    <w:rsid w:val="00986C56"/>
    <w:rsid w:val="00991E6E"/>
    <w:rsid w:val="009926D2"/>
    <w:rsid w:val="009C1871"/>
    <w:rsid w:val="009D465E"/>
    <w:rsid w:val="009F304B"/>
    <w:rsid w:val="00A077E0"/>
    <w:rsid w:val="00A41284"/>
    <w:rsid w:val="00A719BB"/>
    <w:rsid w:val="00A7348A"/>
    <w:rsid w:val="00A8736C"/>
    <w:rsid w:val="00AA2D4E"/>
    <w:rsid w:val="00AB11C5"/>
    <w:rsid w:val="00B25FD7"/>
    <w:rsid w:val="00B52623"/>
    <w:rsid w:val="00B67B3A"/>
    <w:rsid w:val="00BF6FAB"/>
    <w:rsid w:val="00C4005E"/>
    <w:rsid w:val="00C41BBE"/>
    <w:rsid w:val="00C41F1D"/>
    <w:rsid w:val="00C63E21"/>
    <w:rsid w:val="00C750C6"/>
    <w:rsid w:val="00C8239F"/>
    <w:rsid w:val="00C94E1E"/>
    <w:rsid w:val="00CA258C"/>
    <w:rsid w:val="00CD5FAB"/>
    <w:rsid w:val="00D204F5"/>
    <w:rsid w:val="00D2134B"/>
    <w:rsid w:val="00D360FD"/>
    <w:rsid w:val="00D41DAB"/>
    <w:rsid w:val="00D602E6"/>
    <w:rsid w:val="00D6659E"/>
    <w:rsid w:val="00D8030C"/>
    <w:rsid w:val="00D9650C"/>
    <w:rsid w:val="00DC2E13"/>
    <w:rsid w:val="00DC6744"/>
    <w:rsid w:val="00E225F7"/>
    <w:rsid w:val="00E26D40"/>
    <w:rsid w:val="00E624C0"/>
    <w:rsid w:val="00F27E6E"/>
    <w:rsid w:val="00F33788"/>
    <w:rsid w:val="00F96A53"/>
    <w:rsid w:val="00FA2F03"/>
    <w:rsid w:val="00FB143B"/>
    <w:rsid w:val="00FD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EF25D2"/>
  <w14:defaultImageDpi w14:val="330"/>
  <w15:docId w15:val="{214DB98E-A5D8-43BF-A5FA-20D0D9083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GB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5FAB"/>
    <w:pPr>
      <w:spacing w:line="276" w:lineRule="auto"/>
    </w:pPr>
    <w:rPr>
      <w:rFonts w:ascii="Tahoma" w:hAnsi="Tahoma"/>
      <w:szCs w:val="24"/>
      <w:lang w:val="fr-FR"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67B3A"/>
    <w:pPr>
      <w:keepNext/>
      <w:spacing w:before="240" w:after="60"/>
      <w:ind w:right="51"/>
      <w:outlineLvl w:val="0"/>
    </w:pPr>
    <w:rPr>
      <w:rFonts w:eastAsia="Times New Roman" w:cs="Tahoma"/>
      <w:smallCaps/>
      <w:color w:val="365F91"/>
      <w:sz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9259C"/>
    <w:pPr>
      <w:numPr>
        <w:numId w:val="4"/>
      </w:numPr>
      <w:spacing w:before="60"/>
      <w:outlineLvl w:val="1"/>
    </w:pPr>
    <w:rPr>
      <w:b/>
      <w:smallCaps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2F1DF6"/>
  </w:style>
  <w:style w:type="paragraph" w:styleId="Pieddepage">
    <w:name w:val="footer"/>
    <w:basedOn w:val="Normal"/>
    <w:link w:val="PieddepageCar"/>
    <w:uiPriority w:val="99"/>
    <w:unhideWhenUsed/>
    <w:rsid w:val="002F1DF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1DF6"/>
  </w:style>
  <w:style w:type="character" w:customStyle="1" w:styleId="Datemiseenligne">
    <w:name w:val="Datemiseenligne"/>
    <w:uiPriority w:val="1"/>
    <w:qFormat/>
    <w:rsid w:val="002F1DF6"/>
    <w:rPr>
      <w:rFonts w:cs="Tahoma"/>
      <w:color w:val="365F91"/>
    </w:rPr>
  </w:style>
  <w:style w:type="character" w:customStyle="1" w:styleId="Titre1Car">
    <w:name w:val="Titre 1 Car"/>
    <w:link w:val="Titre1"/>
    <w:uiPriority w:val="9"/>
    <w:rsid w:val="00B67B3A"/>
    <w:rPr>
      <w:rFonts w:ascii="Tahoma" w:eastAsia="Times New Roman" w:hAnsi="Tahoma" w:cs="Tahoma"/>
      <w:smallCaps/>
      <w:color w:val="365F91"/>
      <w:sz w:val="22"/>
      <w:lang w:eastAsia="en-US"/>
    </w:rPr>
  </w:style>
  <w:style w:type="character" w:customStyle="1" w:styleId="Titre2Car">
    <w:name w:val="Titre 2 Car"/>
    <w:link w:val="Titre2"/>
    <w:uiPriority w:val="9"/>
    <w:rsid w:val="0009259C"/>
    <w:rPr>
      <w:rFonts w:ascii="Tahoma" w:eastAsia="Times New Roman" w:hAnsi="Tahoma" w:cs="Tahoma"/>
      <w:b/>
      <w:color w:val="365F91"/>
      <w:szCs w:val="24"/>
      <w:lang w:val="fr-FR" w:eastAsia="en-US"/>
    </w:rPr>
  </w:style>
  <w:style w:type="paragraph" w:styleId="Titre">
    <w:name w:val="Title"/>
    <w:aliases w:val="Titre fiche"/>
    <w:basedOn w:val="Normal"/>
    <w:next w:val="Normal"/>
    <w:link w:val="TitreCar"/>
    <w:uiPriority w:val="10"/>
    <w:qFormat/>
    <w:rsid w:val="002F1DF6"/>
    <w:rPr>
      <w:rFonts w:eastAsia="Times New Roman" w:cs="Tahoma"/>
      <w:b/>
      <w:smallCaps/>
      <w:color w:val="365F91"/>
      <w:sz w:val="32"/>
    </w:rPr>
  </w:style>
  <w:style w:type="character" w:customStyle="1" w:styleId="TitreCar">
    <w:name w:val="Titre Car"/>
    <w:aliases w:val="Titre fiche Car"/>
    <w:link w:val="Titre"/>
    <w:uiPriority w:val="10"/>
    <w:rsid w:val="002F1DF6"/>
    <w:rPr>
      <w:rFonts w:ascii="Tahoma" w:eastAsia="Times New Roman" w:hAnsi="Tahoma" w:cs="Tahoma"/>
      <w:b/>
      <w:smallCaps/>
      <w:color w:val="365F91"/>
      <w:sz w:val="32"/>
      <w:lang w:eastAsia="en-US"/>
    </w:rPr>
  </w:style>
  <w:style w:type="table" w:styleId="Grilledutableau">
    <w:name w:val="Table Grid"/>
    <w:basedOn w:val="TableauNormal"/>
    <w:uiPriority w:val="59"/>
    <w:rsid w:val="002F1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ffusion">
    <w:name w:val="diffusion"/>
    <w:basedOn w:val="Normal"/>
    <w:rsid w:val="002F1DF6"/>
    <w:pPr>
      <w:spacing w:before="240"/>
      <w:ind w:left="-57" w:right="-57"/>
      <w:jc w:val="right"/>
    </w:pPr>
    <w:rPr>
      <w:rFonts w:eastAsia="Times New Roman"/>
      <w:color w:val="000080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6D40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6D40"/>
    <w:rPr>
      <w:rFonts w:ascii="Lucida Grande" w:hAnsi="Lucida Grande" w:cs="Lucida Grande"/>
      <w:sz w:val="18"/>
      <w:szCs w:val="18"/>
      <w:lang w:val="fr-FR" w:eastAsia="en-US"/>
    </w:rPr>
  </w:style>
  <w:style w:type="paragraph" w:styleId="Paragraphedeliste">
    <w:name w:val="List Paragraph"/>
    <w:basedOn w:val="Normal"/>
    <w:uiPriority w:val="72"/>
    <w:rsid w:val="009752BB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A719B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719B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719BB"/>
    <w:rPr>
      <w:rFonts w:ascii="Tahoma" w:hAnsi="Tahoma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719B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719BB"/>
    <w:rPr>
      <w:rFonts w:ascii="Tahoma" w:hAnsi="Tahoma"/>
      <w:b/>
      <w:bCs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lorine\Downloads\Gabarit-PDC-Adultes-App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Gabarit-PDC-Adultes-App.dotx</Template>
  <TotalTime>2</TotalTime>
  <Pages>1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 Toulouse</dc:creator>
  <cp:lastModifiedBy>Helene EMILE</cp:lastModifiedBy>
  <cp:revision>3</cp:revision>
  <cp:lastPrinted>2023-04-03T08:20:00Z</cp:lastPrinted>
  <dcterms:created xsi:type="dcterms:W3CDTF">2023-04-03T08:14:00Z</dcterms:created>
  <dcterms:modified xsi:type="dcterms:W3CDTF">2023-04-03T08:20:00Z</dcterms:modified>
</cp:coreProperties>
</file>